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068EA" w14:textId="4E1B4116" w:rsidR="005E1468" w:rsidRDefault="00376C0B" w:rsidP="005E1468">
      <w:pPr>
        <w:pStyle w:val="berschrift2"/>
      </w:pPr>
      <w:r>
        <w:t>SIEGENIA läuft!</w:t>
      </w:r>
    </w:p>
    <w:p w14:paraId="7DA5A12A" w14:textId="223416CF" w:rsidR="00A82224" w:rsidRDefault="00376C0B" w:rsidP="00A82224">
      <w:pPr>
        <w:pStyle w:val="berschrift1"/>
      </w:pPr>
      <w:r>
        <w:t>Rekordteilnahme am Siegerländer AOK-Firmenlauf</w:t>
      </w:r>
      <w:r w:rsidR="008C5053">
        <w:t xml:space="preserve"> verzeichnet</w:t>
      </w:r>
    </w:p>
    <w:p w14:paraId="5624B607" w14:textId="77777777" w:rsidR="005E1468" w:rsidRPr="00B55070" w:rsidRDefault="005E1468" w:rsidP="005E1468"/>
    <w:p w14:paraId="714B9088" w14:textId="307F5169" w:rsidR="00EF062C" w:rsidRDefault="00A10941" w:rsidP="00EF062C">
      <w:pPr>
        <w:rPr>
          <w:rFonts w:cstheme="minorHAnsi"/>
        </w:rPr>
      </w:pPr>
      <w:r>
        <w:t xml:space="preserve">Mit </w:t>
      </w:r>
      <w:r w:rsidR="0007797C">
        <w:t xml:space="preserve">knapp </w:t>
      </w:r>
      <w:r w:rsidR="00037FC6">
        <w:t>190</w:t>
      </w:r>
      <w:r>
        <w:t xml:space="preserve"> Teilnehme</w:t>
      </w:r>
      <w:r w:rsidR="002C4B0A">
        <w:t>nden</w:t>
      </w:r>
      <w:r>
        <w:t xml:space="preserve"> stellte die SIEGENIA GRUPPE beim diesjährigen Siegerländer AOK-Firmenlauf gleich zwei neue Rekorde auf: Nie zuvor in der Geschichte des Firmenlaufs hatte</w:t>
      </w:r>
      <w:r w:rsidR="0005518A">
        <w:t>n sich mehr Mitarbeitende zu der Veranstaltung angemeldet</w:t>
      </w:r>
      <w:r w:rsidR="002C4B0A">
        <w:t>, und</w:t>
      </w:r>
      <w:r>
        <w:t xml:space="preserve"> nie zuvor schloss SIEGENIA den Wettbewerb als teilnehmerstärkstes Unternehmen a</w:t>
      </w:r>
      <w:r w:rsidR="0005518A">
        <w:t>b</w:t>
      </w:r>
      <w:r>
        <w:t>.</w:t>
      </w:r>
      <w:r w:rsidR="0005518A">
        <w:t xml:space="preserve"> Sebastian Heupel</w:t>
      </w:r>
      <w:r w:rsidR="0005518A" w:rsidRPr="0005518A">
        <w:rPr>
          <w:szCs w:val="20"/>
        </w:rPr>
        <w:t xml:space="preserve"> </w:t>
      </w:r>
      <w:r w:rsidR="0005518A" w:rsidRPr="0042260F">
        <w:rPr>
          <w:szCs w:val="20"/>
        </w:rPr>
        <w:t>aus dem Azubi-Projektteam</w:t>
      </w:r>
      <w:r w:rsidR="0005518A">
        <w:rPr>
          <w:szCs w:val="20"/>
        </w:rPr>
        <w:t xml:space="preserve"> von SIEGENIA</w:t>
      </w:r>
      <w:r w:rsidR="0005518A">
        <w:t xml:space="preserve">, der </w:t>
      </w:r>
      <w:r w:rsidR="0005518A">
        <w:rPr>
          <w:rFonts w:cs="Arial"/>
          <w:szCs w:val="20"/>
        </w:rPr>
        <w:t>bei der Auftaktveranstaltung am 23.</w:t>
      </w:r>
      <w:r w:rsidR="002C4B0A">
        <w:rPr>
          <w:rFonts w:cs="Arial"/>
          <w:szCs w:val="20"/>
        </w:rPr>
        <w:t xml:space="preserve"> Juni</w:t>
      </w:r>
      <w:r w:rsidR="0005518A">
        <w:rPr>
          <w:rFonts w:cs="Arial"/>
          <w:szCs w:val="20"/>
        </w:rPr>
        <w:t xml:space="preserve"> stellvertretend den Pokal entgegennahm, freut sich darüber sehr: </w:t>
      </w:r>
      <w:r w:rsidR="00EF062C">
        <w:rPr>
          <w:rFonts w:cs="Arial"/>
          <w:szCs w:val="20"/>
        </w:rPr>
        <w:t>„</w:t>
      </w:r>
      <w:r w:rsidR="00EF062C" w:rsidRPr="00476A65">
        <w:rPr>
          <w:rFonts w:cstheme="minorHAnsi"/>
        </w:rPr>
        <w:t xml:space="preserve">Dadurch, dass der Firmenlauf </w:t>
      </w:r>
      <w:r w:rsidR="00EF062C">
        <w:rPr>
          <w:rFonts w:cstheme="minorHAnsi"/>
        </w:rPr>
        <w:t xml:space="preserve">in diesem Jahr </w:t>
      </w:r>
      <w:r w:rsidR="00EF062C" w:rsidRPr="00476A65">
        <w:rPr>
          <w:rFonts w:cstheme="minorHAnsi"/>
        </w:rPr>
        <w:t xml:space="preserve">nicht räumlich gebunden </w:t>
      </w:r>
      <w:r w:rsidR="002C4B0A">
        <w:rPr>
          <w:rFonts w:cstheme="minorHAnsi"/>
        </w:rPr>
        <w:t>ist</w:t>
      </w:r>
      <w:r w:rsidR="00EF062C" w:rsidRPr="00476A65">
        <w:rPr>
          <w:rFonts w:cstheme="minorHAnsi"/>
        </w:rPr>
        <w:t xml:space="preserve">, </w:t>
      </w:r>
      <w:r w:rsidR="0007797C">
        <w:rPr>
          <w:rFonts w:cstheme="minorHAnsi"/>
        </w:rPr>
        <w:t>konnten</w:t>
      </w:r>
      <w:r w:rsidR="00EF062C">
        <w:rPr>
          <w:rFonts w:cstheme="minorHAnsi"/>
        </w:rPr>
        <w:t xml:space="preserve"> auch Kolleginnen und Kollegen aus unseren Standorten in Velbert und Hermeskeil teilnehmen. Selbst aus unseren Niederlassungen in Russland und Polen haben wir Anmeldungen erhalten. </w:t>
      </w:r>
      <w:r w:rsidR="00863AF2">
        <w:rPr>
          <w:rFonts w:cstheme="minorHAnsi"/>
        </w:rPr>
        <w:t>Ein Kollege</w:t>
      </w:r>
      <w:r w:rsidR="00037FC6">
        <w:rPr>
          <w:rFonts w:cstheme="minorHAnsi"/>
        </w:rPr>
        <w:t xml:space="preserve"> hat</w:t>
      </w:r>
      <w:r w:rsidR="00863AF2">
        <w:rPr>
          <w:rFonts w:cstheme="minorHAnsi"/>
        </w:rPr>
        <w:t xml:space="preserve"> den Lauf </w:t>
      </w:r>
      <w:r w:rsidR="0007797C">
        <w:rPr>
          <w:rFonts w:cstheme="minorHAnsi"/>
        </w:rPr>
        <w:t xml:space="preserve">sogar </w:t>
      </w:r>
      <w:r w:rsidR="00863AF2">
        <w:rPr>
          <w:rFonts w:cstheme="minorHAnsi"/>
        </w:rPr>
        <w:t xml:space="preserve">während seines Urlaubs in Dänemark absolviert, mit Kinderwagen am Strand. </w:t>
      </w:r>
      <w:r w:rsidR="0007797C">
        <w:rPr>
          <w:rFonts w:cstheme="minorHAnsi"/>
        </w:rPr>
        <w:t>Insgesamt waren es f</w:t>
      </w:r>
      <w:r w:rsidR="007A7C03">
        <w:rPr>
          <w:rFonts w:cstheme="minorHAnsi"/>
        </w:rPr>
        <w:t xml:space="preserve">ast 70 Laufbegeisterte mehr als bislang </w:t>
      </w:r>
      <w:r w:rsidR="00863AF2">
        <w:rPr>
          <w:rFonts w:cstheme="minorHAnsi"/>
        </w:rPr>
        <w:t xml:space="preserve">– das ist </w:t>
      </w:r>
      <w:r w:rsidR="007A7C03">
        <w:rPr>
          <w:rFonts w:cstheme="minorHAnsi"/>
        </w:rPr>
        <w:t xml:space="preserve">ein tolles Ergebnis!“ </w:t>
      </w:r>
      <w:r w:rsidR="00EF062C">
        <w:rPr>
          <w:rFonts w:cstheme="minorHAnsi"/>
        </w:rPr>
        <w:t xml:space="preserve"> </w:t>
      </w:r>
      <w:r w:rsidR="00107AB5">
        <w:t xml:space="preserve">  </w:t>
      </w:r>
    </w:p>
    <w:p w14:paraId="0142A1CE" w14:textId="500997C0" w:rsidR="00EF062C" w:rsidRDefault="002C4B0A" w:rsidP="002C4B0A">
      <w:pPr>
        <w:pStyle w:val="berschrift4"/>
      </w:pPr>
      <w:r>
        <w:t>Geschlossen an den Start gegangen</w:t>
      </w:r>
    </w:p>
    <w:p w14:paraId="3DB08211" w14:textId="19ED4A5A" w:rsidR="00107AB5" w:rsidRDefault="00B84402" w:rsidP="00EF062C">
      <w:r>
        <w:t>Unter dem Motto „SIEGENIA läuft</w:t>
      </w:r>
      <w:r w:rsidR="002C4B0A">
        <w:t xml:space="preserve">... </w:t>
      </w:r>
      <w:r>
        <w:t>jeder für sich und trotzdem zusammen“ hatten die Teilnehme</w:t>
      </w:r>
      <w:r w:rsidR="002C4B0A">
        <w:t>nden</w:t>
      </w:r>
      <w:r>
        <w:t xml:space="preserve"> der Unternehmensgruppe ihre persönliche 5,5 km-Strecke </w:t>
      </w:r>
      <w:r w:rsidR="003B2430">
        <w:t xml:space="preserve">gleich am Auftakttag des Wettbewerbs absolviert. Innerhalb eines vorab festgelegten Zeitfensters waren sie allein, gemeinsam mit ihrer Familie oder </w:t>
      </w:r>
      <w:r w:rsidR="002C4B0A">
        <w:t xml:space="preserve">unter Berücksichtigung der </w:t>
      </w:r>
      <w:r w:rsidR="00FC4ACB">
        <w:t>Hygiene</w:t>
      </w:r>
      <w:r w:rsidR="002C4B0A">
        <w:t xml:space="preserve">- und </w:t>
      </w:r>
      <w:r w:rsidR="00FC4ACB">
        <w:t>Abstandsregelungen</w:t>
      </w:r>
      <w:r w:rsidR="002C4B0A">
        <w:t xml:space="preserve"> </w:t>
      </w:r>
      <w:r w:rsidR="003B2430">
        <w:t>mit Kolleginnen und Kollegen an den Start gegangen.</w:t>
      </w:r>
      <w:r w:rsidR="00A34017">
        <w:t xml:space="preserve"> </w:t>
      </w:r>
      <w:r w:rsidR="0007797C">
        <w:t xml:space="preserve">Dem Aufruf, ein „Beweisfoto“ an SIEGENIA zu schicken, </w:t>
      </w:r>
      <w:r w:rsidR="008540EE">
        <w:t xml:space="preserve">kamen viele von ihnen mit Begeisterung nach. Ihre Bilder veröffentlichte SIEGENIA anschließend sowohl intern als auch in den sozialen Medien.  </w:t>
      </w:r>
    </w:p>
    <w:p w14:paraId="634E6C29" w14:textId="77777777" w:rsidR="00B84402" w:rsidRDefault="00B84402" w:rsidP="00EF062C"/>
    <w:p w14:paraId="3DA48477" w14:textId="38EAE9EF" w:rsidR="0042260F" w:rsidRDefault="0042260F" w:rsidP="005E1468"/>
    <w:p w14:paraId="5C29FD10" w14:textId="511258E3" w:rsidR="008C5053" w:rsidRDefault="008C5053" w:rsidP="001A2329"/>
    <w:p w14:paraId="1B54A212" w14:textId="798FF520" w:rsidR="0042260F" w:rsidRDefault="0042260F" w:rsidP="001A2329"/>
    <w:p w14:paraId="31BA5863" w14:textId="77777777" w:rsidR="0042260F" w:rsidRDefault="0042260F" w:rsidP="001A2329"/>
    <w:p w14:paraId="280E18AE" w14:textId="77777777" w:rsidR="005E1468" w:rsidRDefault="005E1468" w:rsidP="005A7C57">
      <w:pPr>
        <w:pStyle w:val="berschrift4"/>
      </w:pPr>
      <w:r>
        <w:t>Bildunterschriften</w:t>
      </w:r>
    </w:p>
    <w:p w14:paraId="0121414C" w14:textId="77777777" w:rsidR="002A7F37" w:rsidRPr="002A7F37" w:rsidRDefault="002A7F37" w:rsidP="002A7F37"/>
    <w:p w14:paraId="73D2AF23" w14:textId="43D87D10" w:rsidR="005E1468" w:rsidRPr="0008224F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540EE">
        <w:rPr>
          <w:bCs/>
          <w:i/>
        </w:rPr>
        <w:t>Firme</w:t>
      </w:r>
      <w:r w:rsidR="008540EE" w:rsidRPr="0008224F">
        <w:rPr>
          <w:bCs/>
          <w:i/>
        </w:rPr>
        <w:t>nlauf 2020_Pokalübergabe</w:t>
      </w:r>
      <w:r w:rsidRPr="0008224F">
        <w:rPr>
          <w:bCs/>
          <w:i/>
        </w:rPr>
        <w:t xml:space="preserve">.jpg </w:t>
      </w:r>
    </w:p>
    <w:p w14:paraId="6342B982" w14:textId="03BCD4B1" w:rsidR="008540EE" w:rsidRPr="00D129AE" w:rsidRDefault="008540EE" w:rsidP="005E1468">
      <w:pPr>
        <w:rPr>
          <w:bCs/>
          <w:i/>
        </w:rPr>
      </w:pPr>
      <w:r w:rsidRPr="00DD37DC">
        <w:rPr>
          <w:bCs/>
        </w:rPr>
        <w:t>Bi</w:t>
      </w:r>
      <w:r w:rsidR="00DD37DC" w:rsidRPr="00DD37DC">
        <w:rPr>
          <w:bCs/>
        </w:rPr>
        <w:t>ldquelle</w:t>
      </w:r>
      <w:r w:rsidR="00037FC6">
        <w:rPr>
          <w:bCs/>
        </w:rPr>
        <w:t>:</w:t>
      </w:r>
      <w:r w:rsidR="00037FC6">
        <w:rPr>
          <w:bCs/>
        </w:rPr>
        <w:tab/>
      </w:r>
      <w:r w:rsidR="0008224F">
        <w:rPr>
          <w:bCs/>
        </w:rPr>
        <w:t>:</w:t>
      </w:r>
      <w:r w:rsidR="00DD37DC" w:rsidRPr="0008224F">
        <w:rPr>
          <w:b/>
        </w:rPr>
        <w:t>an</w:t>
      </w:r>
      <w:r w:rsidR="00DD37DC" w:rsidRPr="00DD37DC">
        <w:rPr>
          <w:bCs/>
          <w:i/>
        </w:rPr>
        <w:t xml:space="preserve">lauf </w:t>
      </w:r>
      <w:r w:rsidR="00037FC6">
        <w:rPr>
          <w:bCs/>
          <w:i/>
        </w:rPr>
        <w:tab/>
        <w:t>(bitte bei Verwendung berücksichtigen)</w:t>
      </w:r>
    </w:p>
    <w:p w14:paraId="00E4A658" w14:textId="1F60BA84" w:rsidR="0042260F" w:rsidRDefault="0042260F" w:rsidP="001A2329">
      <w:pPr>
        <w:rPr>
          <w:rFonts w:ascii="Times New Roman" w:hAnsi="Times New Roman"/>
          <w:szCs w:val="24"/>
        </w:rPr>
      </w:pPr>
      <w:r>
        <w:t xml:space="preserve">Firmenlauf-Organisator Martin Hoffmann überreicht Sebastian Heupel </w:t>
      </w:r>
      <w:r w:rsidR="00A34017">
        <w:t xml:space="preserve">aus dem Azubi-Projektteam von SIEGENIA den Ehrenpokal für das </w:t>
      </w:r>
      <w:r>
        <w:t xml:space="preserve">teilnehmerstärkste </w:t>
      </w:r>
      <w:r w:rsidR="00A34017">
        <w:t>Unternehmen</w:t>
      </w:r>
      <w:r>
        <w:t>.</w:t>
      </w:r>
    </w:p>
    <w:p w14:paraId="5ECE302B" w14:textId="77777777" w:rsidR="0042260F" w:rsidRDefault="0042260F" w:rsidP="0042260F"/>
    <w:p w14:paraId="542BEECE" w14:textId="138B4A2F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8540EE" w:rsidRPr="008540EE">
        <w:rPr>
          <w:bCs/>
          <w:i/>
        </w:rPr>
        <w:t xml:space="preserve"> </w:t>
      </w:r>
      <w:r w:rsidR="008540EE">
        <w:rPr>
          <w:bCs/>
          <w:i/>
        </w:rPr>
        <w:t>Firmenlauf 2020_Collage_Mitarbeiterfotos2</w:t>
      </w:r>
      <w:r w:rsidRPr="00D129AE">
        <w:rPr>
          <w:bCs/>
          <w:i/>
        </w:rPr>
        <w:t xml:space="preserve">.jpg </w:t>
      </w:r>
    </w:p>
    <w:p w14:paraId="17677BCD" w14:textId="2613D6CF" w:rsidR="008540EE" w:rsidRDefault="008540EE" w:rsidP="008540EE">
      <w:pPr>
        <w:rPr>
          <w:bCs/>
          <w:i/>
        </w:rPr>
      </w:pPr>
      <w:r w:rsidRPr="008540EE">
        <w:rPr>
          <w:bCs/>
          <w:i/>
        </w:rPr>
        <w:t>Bildquelle</w:t>
      </w:r>
      <w:r w:rsidR="00037FC6">
        <w:rPr>
          <w:bCs/>
          <w:i/>
        </w:rPr>
        <w:t>:</w:t>
      </w:r>
      <w:r w:rsidR="00037FC6">
        <w:rPr>
          <w:bCs/>
          <w:i/>
        </w:rPr>
        <w:tab/>
        <w:t>SIEGENIA</w:t>
      </w:r>
    </w:p>
    <w:p w14:paraId="34753B57" w14:textId="54C2EC03" w:rsidR="005E1468" w:rsidRPr="00D129AE" w:rsidRDefault="008540EE" w:rsidP="005E1468">
      <w:r>
        <w:t xml:space="preserve">Dem Aufruf von SIEGENIA, ein „Beweisfoto“ ihres Laufs einzuschicken, kamen viele Teilnehmende mit Begeisterung nach. </w:t>
      </w:r>
    </w:p>
    <w:p w14:paraId="10723EAB" w14:textId="77777777" w:rsidR="005E1468" w:rsidRDefault="005E1468" w:rsidP="005E1468"/>
    <w:p w14:paraId="09DAD33B" w14:textId="77777777" w:rsidR="008D7633" w:rsidRPr="00ED6392" w:rsidRDefault="008D7633" w:rsidP="008D7633"/>
    <w:p w14:paraId="2AE63F40" w14:textId="50820F09" w:rsidR="008D7633" w:rsidRDefault="008D7633" w:rsidP="008D7633">
      <w:pPr>
        <w:rPr>
          <w:szCs w:val="20"/>
        </w:rPr>
      </w:pPr>
    </w:p>
    <w:p w14:paraId="2887BA6B" w14:textId="398B8A72" w:rsidR="00D3014B" w:rsidRDefault="00D3014B" w:rsidP="008D7633">
      <w:pPr>
        <w:rPr>
          <w:szCs w:val="20"/>
        </w:rPr>
      </w:pPr>
    </w:p>
    <w:p w14:paraId="394AFB73" w14:textId="1EF32EDE" w:rsidR="00D3014B" w:rsidRDefault="00D3014B" w:rsidP="008D7633">
      <w:pPr>
        <w:rPr>
          <w:szCs w:val="20"/>
        </w:rPr>
      </w:pPr>
    </w:p>
    <w:p w14:paraId="7259BB62" w14:textId="6E1CF60F" w:rsidR="00D3014B" w:rsidRDefault="00D3014B" w:rsidP="008D7633">
      <w:pPr>
        <w:rPr>
          <w:szCs w:val="20"/>
        </w:rPr>
      </w:pPr>
    </w:p>
    <w:p w14:paraId="681888E5" w14:textId="2971D37B" w:rsidR="00D3014B" w:rsidRDefault="00D3014B" w:rsidP="008D7633">
      <w:pPr>
        <w:rPr>
          <w:szCs w:val="20"/>
        </w:rPr>
      </w:pPr>
    </w:p>
    <w:p w14:paraId="0ECACC3C" w14:textId="4D4F09B7" w:rsidR="00D3014B" w:rsidRDefault="00D3014B" w:rsidP="008D7633">
      <w:pPr>
        <w:rPr>
          <w:szCs w:val="20"/>
        </w:rPr>
      </w:pPr>
    </w:p>
    <w:p w14:paraId="6C34864C" w14:textId="4FABE67D" w:rsidR="00D3014B" w:rsidRDefault="00D3014B" w:rsidP="008D7633">
      <w:pPr>
        <w:rPr>
          <w:szCs w:val="20"/>
        </w:rPr>
      </w:pPr>
    </w:p>
    <w:p w14:paraId="10B616D0" w14:textId="5F89EA30" w:rsidR="00D3014B" w:rsidRDefault="00D3014B" w:rsidP="008D7633">
      <w:pPr>
        <w:rPr>
          <w:szCs w:val="20"/>
        </w:rPr>
      </w:pPr>
    </w:p>
    <w:p w14:paraId="48EA2ED8" w14:textId="283050D4" w:rsidR="00D3014B" w:rsidRDefault="00D3014B" w:rsidP="008D7633">
      <w:pPr>
        <w:rPr>
          <w:szCs w:val="20"/>
        </w:rPr>
      </w:pPr>
    </w:p>
    <w:p w14:paraId="60999BF9" w14:textId="6D2ACAC8" w:rsidR="00D3014B" w:rsidRDefault="00D3014B" w:rsidP="008D7633">
      <w:pPr>
        <w:rPr>
          <w:szCs w:val="20"/>
        </w:rPr>
      </w:pPr>
    </w:p>
    <w:p w14:paraId="1DB2395E" w14:textId="32B8D743" w:rsidR="00D3014B" w:rsidRDefault="00D3014B" w:rsidP="008D7633">
      <w:pPr>
        <w:rPr>
          <w:szCs w:val="20"/>
        </w:rPr>
      </w:pPr>
    </w:p>
    <w:p w14:paraId="7826F25D" w14:textId="6D3F74B2" w:rsidR="00D3014B" w:rsidRDefault="00D3014B" w:rsidP="008D7633">
      <w:pPr>
        <w:rPr>
          <w:szCs w:val="20"/>
        </w:rPr>
      </w:pPr>
    </w:p>
    <w:p w14:paraId="366CB30C" w14:textId="46167921" w:rsidR="00D3014B" w:rsidRDefault="00D3014B" w:rsidP="008D7633">
      <w:pPr>
        <w:rPr>
          <w:szCs w:val="20"/>
        </w:rPr>
      </w:pPr>
    </w:p>
    <w:p w14:paraId="6731B849" w14:textId="1F8BE8B4" w:rsidR="00D3014B" w:rsidRDefault="00D3014B" w:rsidP="008D7633">
      <w:pPr>
        <w:rPr>
          <w:szCs w:val="20"/>
        </w:rPr>
      </w:pPr>
    </w:p>
    <w:p w14:paraId="556AFFA8" w14:textId="26789123" w:rsidR="00D3014B" w:rsidRDefault="00D3014B" w:rsidP="008D7633">
      <w:pPr>
        <w:rPr>
          <w:szCs w:val="20"/>
        </w:rPr>
      </w:pPr>
    </w:p>
    <w:p w14:paraId="7A64AF12" w14:textId="131DCA4A" w:rsidR="00D3014B" w:rsidRDefault="00D3014B" w:rsidP="008D7633">
      <w:pPr>
        <w:rPr>
          <w:szCs w:val="20"/>
        </w:rPr>
      </w:pPr>
    </w:p>
    <w:p w14:paraId="37C507B1" w14:textId="77777777" w:rsidR="00D3014B" w:rsidRDefault="00D3014B" w:rsidP="008D7633">
      <w:pPr>
        <w:rPr>
          <w:szCs w:val="20"/>
        </w:rPr>
      </w:pPr>
    </w:p>
    <w:p w14:paraId="5E15324B" w14:textId="77777777" w:rsidR="008D7633" w:rsidRPr="00E14DD8" w:rsidRDefault="008D7633" w:rsidP="008D7633">
      <w:pPr>
        <w:rPr>
          <w:szCs w:val="20"/>
        </w:rPr>
      </w:pPr>
    </w:p>
    <w:p w14:paraId="6E37625A" w14:textId="77777777" w:rsidR="008D7633" w:rsidRPr="00E14DD8" w:rsidRDefault="008D7633" w:rsidP="008D7633">
      <w:pPr>
        <w:rPr>
          <w:szCs w:val="20"/>
        </w:rPr>
      </w:pPr>
    </w:p>
    <w:p w14:paraId="5DC5013E" w14:textId="77777777" w:rsidR="008D7633" w:rsidRPr="00E14DD8" w:rsidRDefault="008D7633" w:rsidP="008D7633">
      <w:pPr>
        <w:rPr>
          <w:szCs w:val="20"/>
        </w:rPr>
      </w:pPr>
    </w:p>
    <w:p w14:paraId="69CD8CC0" w14:textId="77777777" w:rsidR="008D7633" w:rsidRPr="00E14DD8" w:rsidRDefault="008D7633" w:rsidP="008D7633">
      <w:pPr>
        <w:rPr>
          <w:szCs w:val="20"/>
        </w:rPr>
      </w:pPr>
    </w:p>
    <w:p w14:paraId="0D9D8AC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B5D1EC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FE2A74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538093C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1C736B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28ABDE2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FA351C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786295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0ED093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0861F5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46D79EA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6EAE51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C63907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2A9779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A5E1109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5C041B1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BA4D859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5E0CBF3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A11C9D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77879C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3E362E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5566C45" w14:textId="1FEFD410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42260F">
              <w:t>1</w:t>
            </w:r>
          </w:p>
          <w:p w14:paraId="4F8474EC" w14:textId="0294FDB0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2260F">
              <w:t>2</w:t>
            </w:r>
            <w:r w:rsidR="00D3014B">
              <w:t>17</w:t>
            </w:r>
          </w:p>
          <w:p w14:paraId="2786641E" w14:textId="5CDA74F4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2260F">
              <w:t xml:space="preserve">1 </w:t>
            </w:r>
            <w:r w:rsidR="00D3014B">
              <w:t>595</w:t>
            </w:r>
            <w:r w:rsidRPr="00C33A1F">
              <w:br/>
              <w:t>(mit Leerzeichen)</w:t>
            </w:r>
          </w:p>
          <w:p w14:paraId="69BB9954" w14:textId="77777777" w:rsidR="008D7633" w:rsidRDefault="008D7633" w:rsidP="007A5EB4">
            <w:pPr>
              <w:pStyle w:val="Formatvorlage2"/>
            </w:pPr>
          </w:p>
          <w:p w14:paraId="5CF621D3" w14:textId="7BEF42DC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42260F">
              <w:t>9</w:t>
            </w:r>
            <w:r>
              <w:t>.</w:t>
            </w:r>
            <w:r w:rsidR="00486878">
              <w:t>0</w:t>
            </w:r>
            <w:r w:rsidR="0042260F">
              <w:t>6</w:t>
            </w:r>
            <w:r>
              <w:t>.20</w:t>
            </w:r>
            <w:r w:rsidR="00122FEC">
              <w:t>20</w:t>
            </w:r>
          </w:p>
          <w:p w14:paraId="697C949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8F5FB3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27B6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FB30EC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F102D" w14:textId="77777777" w:rsidR="00061A56" w:rsidRDefault="00061A56">
      <w:r>
        <w:separator/>
      </w:r>
    </w:p>
  </w:endnote>
  <w:endnote w:type="continuationSeparator" w:id="0">
    <w:p w14:paraId="3C2AFDEB" w14:textId="77777777" w:rsidR="00061A56" w:rsidRDefault="0006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E564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270E8" w14:textId="77777777" w:rsidR="00061A56" w:rsidRDefault="00061A56">
      <w:r>
        <w:separator/>
      </w:r>
    </w:p>
  </w:footnote>
  <w:footnote w:type="continuationSeparator" w:id="0">
    <w:p w14:paraId="38160F18" w14:textId="77777777" w:rsidR="00061A56" w:rsidRDefault="0006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125AF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50A5C04" wp14:editId="3978E67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D3C15"/>
    <w:multiLevelType w:val="hybridMultilevel"/>
    <w:tmpl w:val="6624F08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1A13B1"/>
    <w:multiLevelType w:val="hybridMultilevel"/>
    <w:tmpl w:val="4B78C71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0F"/>
    <w:rsid w:val="000024D9"/>
    <w:rsid w:val="00003256"/>
    <w:rsid w:val="0001449A"/>
    <w:rsid w:val="0001520C"/>
    <w:rsid w:val="00026907"/>
    <w:rsid w:val="00037FC6"/>
    <w:rsid w:val="00040EBF"/>
    <w:rsid w:val="0005518A"/>
    <w:rsid w:val="00061A56"/>
    <w:rsid w:val="00064165"/>
    <w:rsid w:val="000675C7"/>
    <w:rsid w:val="0007797C"/>
    <w:rsid w:val="0008224F"/>
    <w:rsid w:val="00090045"/>
    <w:rsid w:val="0009294E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07AB5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A2329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95FF5"/>
    <w:rsid w:val="002A202C"/>
    <w:rsid w:val="002A7F37"/>
    <w:rsid w:val="002B55C4"/>
    <w:rsid w:val="002C00E2"/>
    <w:rsid w:val="002C36FE"/>
    <w:rsid w:val="002C4B0A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76C0B"/>
    <w:rsid w:val="0038244F"/>
    <w:rsid w:val="0038276B"/>
    <w:rsid w:val="0038499F"/>
    <w:rsid w:val="003914C5"/>
    <w:rsid w:val="00392D5F"/>
    <w:rsid w:val="003A1BA5"/>
    <w:rsid w:val="003A4B45"/>
    <w:rsid w:val="003B2430"/>
    <w:rsid w:val="003D61A2"/>
    <w:rsid w:val="003E0D26"/>
    <w:rsid w:val="003E378F"/>
    <w:rsid w:val="004176D4"/>
    <w:rsid w:val="00420F79"/>
    <w:rsid w:val="0042260F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760B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A7C03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40EE"/>
    <w:rsid w:val="00857800"/>
    <w:rsid w:val="0086386E"/>
    <w:rsid w:val="00863AF2"/>
    <w:rsid w:val="00871847"/>
    <w:rsid w:val="0088698F"/>
    <w:rsid w:val="00894ADF"/>
    <w:rsid w:val="008A6F1F"/>
    <w:rsid w:val="008C3491"/>
    <w:rsid w:val="008C5053"/>
    <w:rsid w:val="008C5079"/>
    <w:rsid w:val="008D2B30"/>
    <w:rsid w:val="008D3232"/>
    <w:rsid w:val="008D7633"/>
    <w:rsid w:val="00910883"/>
    <w:rsid w:val="0092580A"/>
    <w:rsid w:val="009258F3"/>
    <w:rsid w:val="009319C2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1572"/>
    <w:rsid w:val="009B067B"/>
    <w:rsid w:val="009B4822"/>
    <w:rsid w:val="009B5300"/>
    <w:rsid w:val="009B5DE9"/>
    <w:rsid w:val="009D0CC8"/>
    <w:rsid w:val="009D5D2D"/>
    <w:rsid w:val="009D6C04"/>
    <w:rsid w:val="009E28F9"/>
    <w:rsid w:val="009E7597"/>
    <w:rsid w:val="00A10941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4017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04FC"/>
    <w:rsid w:val="00B3687B"/>
    <w:rsid w:val="00B41B50"/>
    <w:rsid w:val="00B47777"/>
    <w:rsid w:val="00B47ADF"/>
    <w:rsid w:val="00B54EE7"/>
    <w:rsid w:val="00B55070"/>
    <w:rsid w:val="00B62ECB"/>
    <w:rsid w:val="00B63C95"/>
    <w:rsid w:val="00B63E35"/>
    <w:rsid w:val="00B84402"/>
    <w:rsid w:val="00B84773"/>
    <w:rsid w:val="00B908A8"/>
    <w:rsid w:val="00B915A5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77C7C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014B"/>
    <w:rsid w:val="00D313A4"/>
    <w:rsid w:val="00D32108"/>
    <w:rsid w:val="00D45693"/>
    <w:rsid w:val="00D47D4E"/>
    <w:rsid w:val="00D55DC3"/>
    <w:rsid w:val="00D57457"/>
    <w:rsid w:val="00D64F60"/>
    <w:rsid w:val="00D93368"/>
    <w:rsid w:val="00DA2153"/>
    <w:rsid w:val="00DA2662"/>
    <w:rsid w:val="00DB44DA"/>
    <w:rsid w:val="00DB4ACB"/>
    <w:rsid w:val="00DC032C"/>
    <w:rsid w:val="00DC1F2A"/>
    <w:rsid w:val="00DD37DC"/>
    <w:rsid w:val="00DE3025"/>
    <w:rsid w:val="00DF1C10"/>
    <w:rsid w:val="00DF1EE2"/>
    <w:rsid w:val="00E019DA"/>
    <w:rsid w:val="00E03F6F"/>
    <w:rsid w:val="00E04C83"/>
    <w:rsid w:val="00E11843"/>
    <w:rsid w:val="00E14DD8"/>
    <w:rsid w:val="00E155F0"/>
    <w:rsid w:val="00E17E89"/>
    <w:rsid w:val="00E20D4D"/>
    <w:rsid w:val="00E2358B"/>
    <w:rsid w:val="00E3004E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062C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4ACB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CF2F344"/>
  <w15:docId w15:val="{58376D38-4F8D-4249-A13E-02F1EDAC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0D46F-A06E-49C6-A656-4F93C6C9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2764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2</cp:revision>
  <cp:lastPrinted>2007-09-03T14:44:00Z</cp:lastPrinted>
  <dcterms:created xsi:type="dcterms:W3CDTF">2020-06-29T10:33:00Z</dcterms:created>
  <dcterms:modified xsi:type="dcterms:W3CDTF">2020-06-29T10:33:00Z</dcterms:modified>
</cp:coreProperties>
</file>