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6C148" w14:textId="40127FBB" w:rsidR="005E1468" w:rsidRDefault="00316A2C" w:rsidP="005E1468">
      <w:pPr>
        <w:pStyle w:val="berschrift2"/>
      </w:pPr>
      <w:r>
        <w:t>SIEGENIA als f</w:t>
      </w:r>
      <w:r w:rsidR="001331F7">
        <w:t>amilienfreundlic</w:t>
      </w:r>
      <w:r>
        <w:t xml:space="preserve">hes </w:t>
      </w:r>
      <w:r>
        <w:br/>
        <w:t>Unternehmen ausgezeichnet</w:t>
      </w:r>
    </w:p>
    <w:p w14:paraId="6BF1B6F4" w14:textId="19E76809" w:rsidR="00A82224" w:rsidRDefault="00FA4FAA" w:rsidP="00A82224">
      <w:pPr>
        <w:pStyle w:val="berschrift1"/>
      </w:pPr>
      <w:r>
        <w:t xml:space="preserve">Wilnsdorfer </w:t>
      </w:r>
      <w:r w:rsidR="00316A2C">
        <w:t>Unternehmen erhält Zertifizierung</w:t>
      </w:r>
    </w:p>
    <w:p w14:paraId="330499A4" w14:textId="77777777" w:rsidR="005E1468" w:rsidRPr="00B55070" w:rsidRDefault="005E1468" w:rsidP="005E1468"/>
    <w:p w14:paraId="486F0656" w14:textId="0C7575BF" w:rsidR="00763648" w:rsidRDefault="00A32F0A" w:rsidP="00763648">
      <w:pPr>
        <w:rPr>
          <w:rFonts w:cs="Arial"/>
          <w:szCs w:val="20"/>
        </w:rPr>
      </w:pPr>
      <w:r>
        <w:t xml:space="preserve">Die Vereinbarkeit von Familie und Beruf wird bei SIEGENIA großgeschrieben. Von </w:t>
      </w:r>
      <w:r w:rsidR="004009F9">
        <w:t xml:space="preserve">flexiblen Arbeitszeiten über Teilzeitausbildungen bis zur Betreuung von Mitarbeiterkindern in </w:t>
      </w:r>
      <w:r>
        <w:t xml:space="preserve">der </w:t>
      </w:r>
      <w:r w:rsidR="004009F9">
        <w:t xml:space="preserve">betriebseigenen KITA </w:t>
      </w:r>
      <w:r w:rsidR="00FB550F">
        <w:t>stellt</w:t>
      </w:r>
      <w:r w:rsidR="004009F9">
        <w:t xml:space="preserve"> das Unternehmen </w:t>
      </w:r>
      <w:r w:rsidR="00FB550F">
        <w:t>seinen Mitarbeiten</w:t>
      </w:r>
      <w:r w:rsidR="009566F0">
        <w:t>den</w:t>
      </w:r>
      <w:r w:rsidR="00FB550F">
        <w:t xml:space="preserve"> hierzu </w:t>
      </w:r>
      <w:r w:rsidR="00180FA8">
        <w:t>zahlreiche Möglichkeiten</w:t>
      </w:r>
      <w:r w:rsidR="00FB550F">
        <w:t xml:space="preserve"> zur Verfügung</w:t>
      </w:r>
      <w:r w:rsidR="00180FA8">
        <w:t xml:space="preserve">. </w:t>
      </w:r>
      <w:r w:rsidR="00E1059D">
        <w:t>Jetzt wurde das Unternehmen vom K</w:t>
      </w:r>
      <w:r w:rsidR="00E1059D">
        <w:rPr>
          <w:rFonts w:cs="Arial"/>
          <w:szCs w:val="20"/>
        </w:rPr>
        <w:t>ompetenzzentrum Frau &amp; Beruf Siegen-Wittgenstein/Olpe für seine Familienfreundlichkeit ausgezeichnet.</w:t>
      </w:r>
    </w:p>
    <w:p w14:paraId="35C112DC" w14:textId="77777777" w:rsidR="00763648" w:rsidRDefault="00763648" w:rsidP="00763648">
      <w:pPr>
        <w:rPr>
          <w:rFonts w:cs="Arial"/>
          <w:szCs w:val="20"/>
        </w:rPr>
      </w:pPr>
    </w:p>
    <w:p w14:paraId="413A5169" w14:textId="19320221" w:rsidR="00AC6ABA" w:rsidRPr="000813C0" w:rsidRDefault="00763648" w:rsidP="000813C0">
      <w:pPr>
        <w:rPr>
          <w:rFonts w:cs="Arial"/>
          <w:szCs w:val="20"/>
        </w:rPr>
      </w:pPr>
      <w:r>
        <w:rPr>
          <w:rFonts w:cs="Arial"/>
          <w:szCs w:val="20"/>
        </w:rPr>
        <w:t xml:space="preserve">Über die Würdigung des Engagements von SIEGENIA äußert sich </w:t>
      </w:r>
      <w:r w:rsidR="00316A2C">
        <w:rPr>
          <w:rFonts w:cs="Arial"/>
          <w:szCs w:val="20"/>
        </w:rPr>
        <w:t xml:space="preserve">Wieland Frank, Geschäftsführender Gesellschafter von SIEGENIA, </w:t>
      </w:r>
      <w:r>
        <w:rPr>
          <w:rFonts w:cs="Arial"/>
          <w:szCs w:val="20"/>
        </w:rPr>
        <w:t>erfreut: „</w:t>
      </w:r>
      <w:r w:rsidR="00FA4FAA">
        <w:t>Familienunternehmen</w:t>
      </w:r>
      <w:r w:rsidR="00AC6ABA">
        <w:t xml:space="preserve"> </w:t>
      </w:r>
      <w:r w:rsidR="00E1059D">
        <w:t xml:space="preserve">ist für uns nicht nur ein Schlagwort. Wir </w:t>
      </w:r>
      <w:r w:rsidR="00FA4FAA">
        <w:t>unterstützen Mitarbeite</w:t>
      </w:r>
      <w:r w:rsidR="009566F0">
        <w:t>nde</w:t>
      </w:r>
      <w:r w:rsidR="00FA4FAA">
        <w:t xml:space="preserve"> bestmöglich darin, Arbeits-</w:t>
      </w:r>
      <w:r w:rsidR="009566F0">
        <w:t xml:space="preserve"> </w:t>
      </w:r>
      <w:r w:rsidR="00FA4FAA">
        <w:t>und Familienleben miteinander in Einklang zu bringen.</w:t>
      </w:r>
      <w:r>
        <w:t xml:space="preserve"> Auch </w:t>
      </w:r>
      <w:r w:rsidR="00E1059D">
        <w:t xml:space="preserve">in Zukunft </w:t>
      </w:r>
      <w:r>
        <w:t>wird das der Fall sein</w:t>
      </w:r>
      <w:r w:rsidR="009573DC">
        <w:t xml:space="preserve"> </w:t>
      </w:r>
      <w:r>
        <w:t xml:space="preserve">– mit </w:t>
      </w:r>
      <w:r w:rsidR="00E1059D">
        <w:t>Maßnahmen, die unsere</w:t>
      </w:r>
      <w:r>
        <w:t>n</w:t>
      </w:r>
      <w:r w:rsidR="00E1059D">
        <w:t xml:space="preserve"> Mitarbeitenden</w:t>
      </w:r>
      <w:r>
        <w:t xml:space="preserve"> </w:t>
      </w:r>
      <w:r w:rsidR="00256F0E">
        <w:t>wichtige</w:t>
      </w:r>
      <w:r>
        <w:t xml:space="preserve"> Hilfestellung </w:t>
      </w:r>
      <w:r w:rsidR="002E2235">
        <w:t>geben</w:t>
      </w:r>
      <w:r w:rsidR="00E1059D">
        <w:t>.</w:t>
      </w:r>
      <w:r>
        <w:t>“</w:t>
      </w:r>
      <w:r w:rsidR="00E1059D">
        <w:t xml:space="preserve"> </w:t>
      </w:r>
      <w:r w:rsidR="000813C0">
        <w:t>V</w:t>
      </w:r>
      <w:r w:rsidR="000813C0" w:rsidRPr="000813C0">
        <w:rPr>
          <w:rFonts w:cs="Arial"/>
          <w:szCs w:val="20"/>
        </w:rPr>
        <w:t xml:space="preserve">or dem Hintergrund von COVID-19 </w:t>
      </w:r>
      <w:r w:rsidR="002E2235">
        <w:rPr>
          <w:rFonts w:cs="Arial"/>
          <w:szCs w:val="20"/>
        </w:rPr>
        <w:t>tragen</w:t>
      </w:r>
      <w:r w:rsidR="000813C0" w:rsidRPr="000813C0">
        <w:rPr>
          <w:rFonts w:cs="Arial"/>
          <w:szCs w:val="20"/>
        </w:rPr>
        <w:t xml:space="preserve"> die flexiblen Arbeitszeitmodelle und das </w:t>
      </w:r>
      <w:r w:rsidR="003E3DDE">
        <w:rPr>
          <w:rFonts w:cs="Arial"/>
          <w:szCs w:val="20"/>
        </w:rPr>
        <w:t xml:space="preserve">von den Mitarbeitern rege in Anspruch genommene </w:t>
      </w:r>
      <w:r w:rsidR="000813C0" w:rsidRPr="000813C0">
        <w:rPr>
          <w:rFonts w:cs="Arial"/>
          <w:szCs w:val="20"/>
        </w:rPr>
        <w:t xml:space="preserve">Angebot zum mobilen Arbeiten </w:t>
      </w:r>
      <w:r w:rsidR="001A7A13">
        <w:rPr>
          <w:rFonts w:cs="Arial"/>
          <w:szCs w:val="20"/>
        </w:rPr>
        <w:t>zudem</w:t>
      </w:r>
      <w:r w:rsidR="002E2235">
        <w:rPr>
          <w:rFonts w:cs="Arial"/>
          <w:szCs w:val="20"/>
        </w:rPr>
        <w:t xml:space="preserve"> </w:t>
      </w:r>
      <w:r w:rsidR="003E3DDE">
        <w:rPr>
          <w:rFonts w:cs="Arial"/>
          <w:szCs w:val="20"/>
        </w:rPr>
        <w:t xml:space="preserve">wirkungsvoll </w:t>
      </w:r>
      <w:r w:rsidR="002E2235">
        <w:rPr>
          <w:rFonts w:cs="Arial"/>
          <w:szCs w:val="20"/>
        </w:rPr>
        <w:t xml:space="preserve">zum </w:t>
      </w:r>
      <w:r w:rsidR="000813C0" w:rsidRPr="000813C0">
        <w:rPr>
          <w:rFonts w:cs="Arial"/>
          <w:szCs w:val="20"/>
        </w:rPr>
        <w:t>Schutz vor möglichen Infektionen</w:t>
      </w:r>
      <w:r w:rsidR="002E2235">
        <w:rPr>
          <w:rFonts w:cs="Arial"/>
          <w:szCs w:val="20"/>
        </w:rPr>
        <w:t xml:space="preserve"> bei</w:t>
      </w:r>
      <w:r w:rsidR="000813C0" w:rsidRPr="000813C0">
        <w:rPr>
          <w:rFonts w:cs="Arial"/>
          <w:szCs w:val="20"/>
        </w:rPr>
        <w:t xml:space="preserve">. </w:t>
      </w:r>
      <w:r w:rsidR="002E2235">
        <w:rPr>
          <w:rFonts w:cs="Arial"/>
          <w:szCs w:val="20"/>
        </w:rPr>
        <w:t xml:space="preserve">Das gilt auch für die eingeführten </w:t>
      </w:r>
      <w:r w:rsidR="00A335CC" w:rsidRPr="000813C0">
        <w:rPr>
          <w:rFonts w:cs="Arial"/>
          <w:szCs w:val="20"/>
        </w:rPr>
        <w:t>Anpassungen der Schichtmodelle in der Produktion</w:t>
      </w:r>
      <w:r w:rsidR="002E2235">
        <w:rPr>
          <w:rFonts w:cs="Arial"/>
          <w:szCs w:val="20"/>
        </w:rPr>
        <w:t>,</w:t>
      </w:r>
      <w:r w:rsidR="00A335CC" w:rsidRPr="000813C0">
        <w:rPr>
          <w:rFonts w:cs="Arial"/>
          <w:szCs w:val="20"/>
        </w:rPr>
        <w:t xml:space="preserve"> die Entzerrung von Pausen- und Arbeitszeiten </w:t>
      </w:r>
      <w:r w:rsidR="002E2235">
        <w:rPr>
          <w:rFonts w:cs="Arial"/>
          <w:szCs w:val="20"/>
        </w:rPr>
        <w:t xml:space="preserve">sowie für die </w:t>
      </w:r>
      <w:r w:rsidR="00DC7EE0" w:rsidRPr="000813C0">
        <w:rPr>
          <w:rFonts w:cs="Arial"/>
          <w:szCs w:val="20"/>
        </w:rPr>
        <w:t>verschärften Hygienemaßnahmen</w:t>
      </w:r>
      <w:r w:rsidR="00A335CC" w:rsidRPr="000813C0">
        <w:rPr>
          <w:rFonts w:cs="Arial"/>
          <w:szCs w:val="20"/>
        </w:rPr>
        <w:t>.</w:t>
      </w:r>
      <w:r w:rsidR="00DC7EE0" w:rsidRPr="000813C0">
        <w:rPr>
          <w:rFonts w:cs="Arial"/>
          <w:szCs w:val="20"/>
        </w:rPr>
        <w:t xml:space="preserve"> </w:t>
      </w:r>
    </w:p>
    <w:p w14:paraId="18A159B6" w14:textId="475FFFC9" w:rsidR="00E1059D" w:rsidRDefault="003A5FA4" w:rsidP="00256F0E">
      <w:pPr>
        <w:pStyle w:val="berschrift4"/>
      </w:pPr>
      <w:r>
        <w:t>Umfangreicher Zertifizierungs</w:t>
      </w:r>
      <w:r w:rsidR="001122C6">
        <w:t>prozess</w:t>
      </w:r>
    </w:p>
    <w:p w14:paraId="152EB0D4" w14:textId="5B62CA8C" w:rsidR="00256F0E" w:rsidRDefault="00256F0E" w:rsidP="00256F0E">
      <w:r>
        <w:t xml:space="preserve">Der Auszeichnung vorausgegangen war ein </w:t>
      </w:r>
      <w:r w:rsidR="00871911">
        <w:t>rund</w:t>
      </w:r>
      <w:r>
        <w:t xml:space="preserve"> zwei</w:t>
      </w:r>
      <w:r w:rsidR="00871911">
        <w:t>monatiger</w:t>
      </w:r>
      <w:r>
        <w:t xml:space="preserve"> Zertifizierungsprozess</w:t>
      </w:r>
      <w:r w:rsidR="007D07B7">
        <w:t xml:space="preserve">. Er beinhaltete </w:t>
      </w:r>
      <w:r w:rsidR="003A5FA4">
        <w:t>u. a. ein emotionales Bewerbervideo von SIEGENIA, in dem diverse Mitarbeite</w:t>
      </w:r>
      <w:r w:rsidR="009566F0">
        <w:t>nde</w:t>
      </w:r>
      <w:r w:rsidR="003A5FA4">
        <w:t xml:space="preserve"> ihre </w:t>
      </w:r>
      <w:r w:rsidR="00FF1693">
        <w:t xml:space="preserve">ganz </w:t>
      </w:r>
      <w:r w:rsidR="003A5FA4">
        <w:t>persönlichen Erfahrungen mit den familienfreundlichen Maßnahmen des Unternehmens schildern</w:t>
      </w:r>
      <w:r w:rsidR="007D07B7">
        <w:t xml:space="preserve">, </w:t>
      </w:r>
      <w:r w:rsidR="003A5FA4">
        <w:t>Impulsveranstaltungen</w:t>
      </w:r>
      <w:r w:rsidR="007D07B7">
        <w:t xml:space="preserve"> zur Erörterung des Status Quo sowie </w:t>
      </w:r>
      <w:r w:rsidR="00F10660">
        <w:t>Vor-Ort-Besuche der Jury</w:t>
      </w:r>
      <w:r w:rsidR="007D07B7">
        <w:t xml:space="preserve">, </w:t>
      </w:r>
      <w:r w:rsidR="00F10660">
        <w:t xml:space="preserve">u. a. bestehend aus Vertretern der </w:t>
      </w:r>
      <w:r w:rsidR="00F10660" w:rsidRPr="00F10660">
        <w:t>Arbeitgeberverb</w:t>
      </w:r>
      <w:r w:rsidR="00F10660">
        <w:t xml:space="preserve">ände der </w:t>
      </w:r>
      <w:r w:rsidR="00F10660" w:rsidRPr="00F10660">
        <w:t>Kreis</w:t>
      </w:r>
      <w:r w:rsidR="00F10660">
        <w:t>e</w:t>
      </w:r>
      <w:r w:rsidR="00F10660" w:rsidRPr="00F10660">
        <w:t xml:space="preserve"> Olpe </w:t>
      </w:r>
      <w:r w:rsidR="00F10660">
        <w:t xml:space="preserve">und </w:t>
      </w:r>
      <w:r w:rsidR="00F10660" w:rsidRPr="00F10660">
        <w:t>Siegen-Wittgenstein</w:t>
      </w:r>
      <w:r w:rsidR="00F10660">
        <w:t>, der IHK Siegen und dem Deutschen Gewerkschaftsbund (DGB)</w:t>
      </w:r>
      <w:r w:rsidR="007D07B7">
        <w:t>. In einer</w:t>
      </w:r>
      <w:r w:rsidR="004F72D4">
        <w:t xml:space="preserve"> Präsentation</w:t>
      </w:r>
      <w:r w:rsidR="002E2235">
        <w:t>srunde</w:t>
      </w:r>
      <w:r w:rsidR="004F72D4">
        <w:t xml:space="preserve"> erhielten die </w:t>
      </w:r>
      <w:r w:rsidR="007D07B7">
        <w:t xml:space="preserve">teilnehmenden </w:t>
      </w:r>
      <w:r w:rsidR="004F72D4">
        <w:t xml:space="preserve">Unternehmen die Gelegenheit, </w:t>
      </w:r>
      <w:r w:rsidR="002E2235">
        <w:t>die Vorzüge ihres</w:t>
      </w:r>
      <w:r w:rsidR="004F72D4">
        <w:t xml:space="preserve"> </w:t>
      </w:r>
      <w:r w:rsidR="00600271">
        <w:t>Maßnahmen</w:t>
      </w:r>
      <w:r w:rsidR="007D07B7">
        <w:t>spektrum</w:t>
      </w:r>
      <w:r w:rsidR="002E2235">
        <w:t>s</w:t>
      </w:r>
      <w:r w:rsidR="00600271">
        <w:t xml:space="preserve"> für eine </w:t>
      </w:r>
      <w:r w:rsidR="004F72D4">
        <w:t xml:space="preserve">familienfreundliche Unternehmenskultur </w:t>
      </w:r>
      <w:r w:rsidR="002E2235">
        <w:t xml:space="preserve">abschließend </w:t>
      </w:r>
      <w:r w:rsidR="004F72D4">
        <w:t xml:space="preserve">zu unterstreichen. </w:t>
      </w:r>
    </w:p>
    <w:p w14:paraId="735F16B4" w14:textId="77777777" w:rsidR="00AA2458" w:rsidRPr="00256F0E" w:rsidRDefault="00AA2458" w:rsidP="00256F0E"/>
    <w:p w14:paraId="0F89C9A9" w14:textId="76B77EFD" w:rsidR="00AD7B27" w:rsidRDefault="004F72D4" w:rsidP="00F005F7">
      <w:pPr>
        <w:rPr>
          <w:rStyle w:val="Hyperlink"/>
          <w:rFonts w:cs="Arial"/>
          <w:color w:val="FF0000"/>
          <w:szCs w:val="20"/>
        </w:rPr>
      </w:pPr>
      <w:r>
        <w:t xml:space="preserve">Das Bewerbervideo </w:t>
      </w:r>
      <w:r w:rsidR="00FA4FAA">
        <w:t xml:space="preserve">von SIEGENIA </w:t>
      </w:r>
      <w:r w:rsidR="00F75CBD" w:rsidRPr="00FA4FAA">
        <w:rPr>
          <w:rStyle w:val="Hyperlink"/>
          <w:u w:val="none"/>
        </w:rPr>
        <w:t>finden Sie hier</w:t>
      </w:r>
      <w:r w:rsidR="00FA4FAA">
        <w:t>:</w:t>
      </w:r>
      <w:r w:rsidR="00BD0DB7">
        <w:t xml:space="preserve"> </w:t>
      </w:r>
      <w:hyperlink r:id="rId8" w:history="1">
        <w:r w:rsidR="00BD0DB7" w:rsidRPr="00BD0DB7">
          <w:rPr>
            <w:rStyle w:val="Hyperlink"/>
            <w:rFonts w:cs="Arial"/>
            <w:color w:val="FF0000"/>
            <w:szCs w:val="20"/>
          </w:rPr>
          <w:t>https://youtu.be/5idKGqw9q9A</w:t>
        </w:r>
      </w:hyperlink>
    </w:p>
    <w:p w14:paraId="788FB38E" w14:textId="36A6C765" w:rsidR="00A94499" w:rsidRDefault="00A94499" w:rsidP="00F005F7">
      <w:pPr>
        <w:rPr>
          <w:rStyle w:val="Hyperlink"/>
          <w:rFonts w:cs="Arial"/>
          <w:color w:val="FF0000"/>
          <w:szCs w:val="20"/>
        </w:rPr>
      </w:pPr>
    </w:p>
    <w:p w14:paraId="52FD7E10" w14:textId="3A4630EA" w:rsidR="00A94499" w:rsidRDefault="00A94499" w:rsidP="00A94499">
      <w:pPr>
        <w:pStyle w:val="berschrift4"/>
      </w:pPr>
      <w:r>
        <w:lastRenderedPageBreak/>
        <w:t>Bildunterschrift</w:t>
      </w:r>
    </w:p>
    <w:p w14:paraId="61DA09C5" w14:textId="77777777" w:rsidR="00A94499" w:rsidRDefault="00A94499" w:rsidP="00A94499">
      <w:r>
        <w:t>Bildquelle: SIEGENIA</w:t>
      </w:r>
    </w:p>
    <w:p w14:paraId="04B5C23B" w14:textId="77777777" w:rsidR="00A94499" w:rsidRPr="002A7F37" w:rsidRDefault="00A94499" w:rsidP="00A94499"/>
    <w:p w14:paraId="4BE907FB" w14:textId="570A0C70" w:rsidR="00A94499" w:rsidRPr="00D129AE" w:rsidRDefault="00A94499" w:rsidP="00A94499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familienfreundliches Unternehmen_2020</w:t>
      </w:r>
      <w:r w:rsidRPr="00D129AE">
        <w:rPr>
          <w:bCs/>
          <w:i/>
        </w:rPr>
        <w:t xml:space="preserve">.jpg </w:t>
      </w:r>
    </w:p>
    <w:p w14:paraId="6CFBCE3A" w14:textId="6F1588D3" w:rsidR="00A94499" w:rsidRDefault="00A94499" w:rsidP="00A94499">
      <w:pPr>
        <w:rPr>
          <w:rFonts w:cs="Arial"/>
          <w:szCs w:val="20"/>
        </w:rPr>
      </w:pPr>
      <w:r>
        <w:t xml:space="preserve">Die Vereinbarkeit von Familie und Beruf wird bei SIEGENIA großgeschrieben. </w:t>
      </w:r>
      <w:r>
        <w:t>F</w:t>
      </w:r>
      <w:r>
        <w:rPr>
          <w:rFonts w:cs="Arial"/>
          <w:szCs w:val="20"/>
        </w:rPr>
        <w:t>ür seine Familienfreundlichkeit</w:t>
      </w:r>
      <w:r>
        <w:t xml:space="preserve"> </w:t>
      </w:r>
      <w:r>
        <w:t xml:space="preserve">wurde das Unternehmen </w:t>
      </w:r>
      <w:r>
        <w:t xml:space="preserve">jetzt </w:t>
      </w:r>
      <w:r>
        <w:t>vom K</w:t>
      </w:r>
      <w:r>
        <w:rPr>
          <w:rFonts w:cs="Arial"/>
          <w:szCs w:val="20"/>
        </w:rPr>
        <w:t>ompetenzzentrum Frau &amp; Beruf Siegen-Wittgenstein/Olpe ausgezeichnet.</w:t>
      </w:r>
    </w:p>
    <w:p w14:paraId="58F19955" w14:textId="730C392F" w:rsidR="00A94499" w:rsidRDefault="00A94499" w:rsidP="00A94499"/>
    <w:p w14:paraId="36FAC812" w14:textId="31E5C9B2" w:rsidR="00A94499" w:rsidRDefault="00A94499" w:rsidP="00A94499"/>
    <w:p w14:paraId="5777886E" w14:textId="1BC8206B" w:rsidR="00A94499" w:rsidRDefault="00A94499" w:rsidP="00A94499"/>
    <w:p w14:paraId="67907140" w14:textId="06C3BA4D" w:rsidR="00A94499" w:rsidRDefault="00A94499" w:rsidP="00A94499"/>
    <w:p w14:paraId="1DCEC808" w14:textId="09C896BC" w:rsidR="00A94499" w:rsidRDefault="00A94499" w:rsidP="00A94499"/>
    <w:p w14:paraId="6F4B6B2F" w14:textId="646045C3" w:rsidR="00A94499" w:rsidRDefault="00A94499" w:rsidP="00A94499"/>
    <w:p w14:paraId="203AA60A" w14:textId="77777777" w:rsidR="00A94499" w:rsidRDefault="00A94499" w:rsidP="00A94499"/>
    <w:p w14:paraId="0840D23A" w14:textId="70805970" w:rsidR="00A94499" w:rsidRDefault="00A94499" w:rsidP="00A94499"/>
    <w:p w14:paraId="06F41786" w14:textId="67588FE1" w:rsidR="00A94499" w:rsidRDefault="00A94499" w:rsidP="00A94499"/>
    <w:p w14:paraId="4B9488C6" w14:textId="77777777" w:rsidR="00A94499" w:rsidRPr="00ED6392" w:rsidRDefault="00A94499" w:rsidP="00A94499"/>
    <w:p w14:paraId="47942D5E" w14:textId="77777777" w:rsidR="00A94499" w:rsidRDefault="00A94499" w:rsidP="00A94499">
      <w:pPr>
        <w:rPr>
          <w:szCs w:val="20"/>
        </w:rPr>
      </w:pPr>
    </w:p>
    <w:p w14:paraId="1A9D40AC" w14:textId="638FFF4E" w:rsidR="00A94499" w:rsidRDefault="00A94499" w:rsidP="00A94499">
      <w:pPr>
        <w:rPr>
          <w:szCs w:val="20"/>
        </w:rPr>
      </w:pPr>
    </w:p>
    <w:p w14:paraId="26424ED2" w14:textId="69B2F085" w:rsidR="00A94499" w:rsidRDefault="00A94499" w:rsidP="00A94499">
      <w:pPr>
        <w:rPr>
          <w:szCs w:val="20"/>
        </w:rPr>
      </w:pPr>
    </w:p>
    <w:p w14:paraId="10C2081E" w14:textId="5B4D0FB8" w:rsidR="00A94499" w:rsidRDefault="00A94499" w:rsidP="00A94499">
      <w:pPr>
        <w:rPr>
          <w:szCs w:val="20"/>
        </w:rPr>
      </w:pPr>
    </w:p>
    <w:p w14:paraId="3660F0B1" w14:textId="12BA700D" w:rsidR="00A94499" w:rsidRDefault="00A94499" w:rsidP="00A94499">
      <w:pPr>
        <w:rPr>
          <w:szCs w:val="20"/>
        </w:rPr>
      </w:pPr>
    </w:p>
    <w:p w14:paraId="15694E55" w14:textId="224FDD4F" w:rsidR="00A94499" w:rsidRDefault="00A94499" w:rsidP="00A94499">
      <w:pPr>
        <w:rPr>
          <w:szCs w:val="20"/>
        </w:rPr>
      </w:pPr>
    </w:p>
    <w:p w14:paraId="6CE9DDAA" w14:textId="77777777" w:rsidR="00A94499" w:rsidRPr="00E14DD8" w:rsidRDefault="00A94499" w:rsidP="00A94499">
      <w:pPr>
        <w:rPr>
          <w:szCs w:val="20"/>
        </w:rPr>
      </w:pPr>
    </w:p>
    <w:p w14:paraId="1DC6D1F1" w14:textId="77777777" w:rsidR="00A94499" w:rsidRPr="00E14DD8" w:rsidRDefault="00A94499" w:rsidP="00A94499">
      <w:pPr>
        <w:rPr>
          <w:szCs w:val="20"/>
        </w:rPr>
      </w:pPr>
    </w:p>
    <w:p w14:paraId="6F70BAA7" w14:textId="77777777" w:rsidR="00A94499" w:rsidRPr="00E14DD8" w:rsidRDefault="00A94499" w:rsidP="00A94499">
      <w:pPr>
        <w:rPr>
          <w:szCs w:val="20"/>
        </w:rPr>
      </w:pPr>
    </w:p>
    <w:p w14:paraId="52B58A09" w14:textId="77777777" w:rsidR="00A94499" w:rsidRPr="00E14DD8" w:rsidRDefault="00A94499" w:rsidP="00A94499">
      <w:pPr>
        <w:rPr>
          <w:szCs w:val="20"/>
        </w:rPr>
      </w:pPr>
    </w:p>
    <w:p w14:paraId="197D4E5E" w14:textId="77777777" w:rsidR="00A94499" w:rsidRPr="00E14DD8" w:rsidRDefault="00A94499" w:rsidP="00A94499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A94499" w:rsidRPr="0044187A" w14:paraId="27D7D40F" w14:textId="77777777" w:rsidTr="00A869A4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734307B" w14:textId="77777777" w:rsidR="00A94499" w:rsidRPr="0044187A" w:rsidRDefault="00A94499" w:rsidP="00A869A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834D1B3" w14:textId="77777777" w:rsidR="00A94499" w:rsidRDefault="00A94499" w:rsidP="00A869A4">
            <w:pPr>
              <w:pStyle w:val="Formatvorlage2"/>
            </w:pPr>
            <w:r>
              <w:t>SIEGENIA GRUPPE</w:t>
            </w:r>
          </w:p>
          <w:p w14:paraId="0D5D92FA" w14:textId="77777777" w:rsidR="00A94499" w:rsidRDefault="00A94499" w:rsidP="00A869A4">
            <w:pPr>
              <w:pStyle w:val="Formatvorlage2"/>
            </w:pPr>
            <w:r>
              <w:t>Marketing-Kommunikation</w:t>
            </w:r>
          </w:p>
          <w:p w14:paraId="59DC3738" w14:textId="77777777" w:rsidR="00A94499" w:rsidRDefault="00A94499" w:rsidP="00A869A4">
            <w:pPr>
              <w:pStyle w:val="Formatvorlage2"/>
            </w:pPr>
            <w:r>
              <w:t>Industriestraße 1-3</w:t>
            </w:r>
          </w:p>
          <w:p w14:paraId="703F343C" w14:textId="77777777" w:rsidR="00A94499" w:rsidRDefault="00A94499" w:rsidP="00A869A4">
            <w:pPr>
              <w:pStyle w:val="Formatvorlage2"/>
            </w:pPr>
            <w:r>
              <w:t>D - 57234 Wilnsdorf</w:t>
            </w:r>
          </w:p>
          <w:p w14:paraId="43C3DA48" w14:textId="77777777" w:rsidR="00A94499" w:rsidRDefault="00A94499" w:rsidP="00A869A4">
            <w:pPr>
              <w:pStyle w:val="Formatvorlage2"/>
            </w:pPr>
            <w:r>
              <w:t>Tel.: +49 271 3931-412</w:t>
            </w:r>
          </w:p>
          <w:p w14:paraId="4B99D8FE" w14:textId="77777777" w:rsidR="00A94499" w:rsidRDefault="00A94499" w:rsidP="00A869A4">
            <w:pPr>
              <w:pStyle w:val="Formatvorlage2"/>
            </w:pPr>
            <w:r>
              <w:t>Fax: +49 271 3931-77412</w:t>
            </w:r>
          </w:p>
          <w:p w14:paraId="68266422" w14:textId="77777777" w:rsidR="00A94499" w:rsidRPr="00392D5F" w:rsidRDefault="00A94499" w:rsidP="00A869A4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23DC60B8" w14:textId="77777777" w:rsidR="00A94499" w:rsidRDefault="00A94499" w:rsidP="00A869A4">
            <w:pPr>
              <w:pStyle w:val="Formatvorlage2"/>
            </w:pPr>
            <w:r>
              <w:t>www.siegenia.com</w:t>
            </w:r>
          </w:p>
          <w:p w14:paraId="587729B1" w14:textId="77777777" w:rsidR="00A94499" w:rsidRPr="0044187A" w:rsidRDefault="00A94499" w:rsidP="00A869A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E8743A4" w14:textId="77777777" w:rsidR="00A94499" w:rsidRPr="0044187A" w:rsidRDefault="00A94499" w:rsidP="00A869A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63ACA56" w14:textId="77777777" w:rsidR="00A94499" w:rsidRDefault="00A94499" w:rsidP="00A869A4">
            <w:pPr>
              <w:pStyle w:val="Formatvorlage2"/>
            </w:pPr>
            <w:r>
              <w:t>Kemper Kommunikation</w:t>
            </w:r>
          </w:p>
          <w:p w14:paraId="2871247A" w14:textId="77777777" w:rsidR="00A94499" w:rsidRPr="00C33A1F" w:rsidRDefault="00A94499" w:rsidP="00A869A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179130FE" w14:textId="77777777" w:rsidR="00A94499" w:rsidRPr="00C33A1F" w:rsidRDefault="00A94499" w:rsidP="00A869A4">
            <w:pPr>
              <w:pStyle w:val="Formatvorlage2"/>
            </w:pPr>
            <w:r>
              <w:t>Am Milchbornbach 10</w:t>
            </w:r>
          </w:p>
          <w:p w14:paraId="38113D7E" w14:textId="77777777" w:rsidR="00A94499" w:rsidRPr="00C33A1F" w:rsidRDefault="00A94499" w:rsidP="00A869A4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870CD9D" w14:textId="77777777" w:rsidR="00A94499" w:rsidRPr="00C55524" w:rsidRDefault="00A94499" w:rsidP="00A869A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E-Mail: info@kemper-kommunikation.de</w:t>
            </w:r>
          </w:p>
          <w:p w14:paraId="6A8CB468" w14:textId="77777777" w:rsidR="00A94499" w:rsidRDefault="00A94499" w:rsidP="00A869A4">
            <w:pPr>
              <w:pStyle w:val="Formatvorlage2"/>
            </w:pPr>
            <w:r w:rsidRPr="004333E8">
              <w:t>www.kemper-kommunikation.de</w:t>
            </w:r>
          </w:p>
          <w:p w14:paraId="32F1F8B6" w14:textId="77777777" w:rsidR="00A94499" w:rsidRPr="003F183E" w:rsidRDefault="00A94499" w:rsidP="00A869A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7DF2C6C" w14:textId="77777777" w:rsidR="00A94499" w:rsidRPr="0044187A" w:rsidRDefault="00A94499" w:rsidP="00A869A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7B7D798" w14:textId="7D04B8F8" w:rsidR="00A94499" w:rsidRPr="00C33A1F" w:rsidRDefault="00A94499" w:rsidP="00A869A4">
            <w:pPr>
              <w:pStyle w:val="Formatvorlage2"/>
            </w:pPr>
            <w:r w:rsidRPr="00C33A1F">
              <w:t xml:space="preserve">Seite: </w:t>
            </w:r>
            <w:r>
              <w:t>1</w:t>
            </w:r>
          </w:p>
          <w:p w14:paraId="02D6AA14" w14:textId="4BF5BFF1" w:rsidR="00A94499" w:rsidRPr="00C33A1F" w:rsidRDefault="00A94499" w:rsidP="00A869A4">
            <w:pPr>
              <w:pStyle w:val="Formatvorlage2"/>
            </w:pPr>
            <w:r>
              <w:t>Wörter: 2</w:t>
            </w:r>
            <w:r>
              <w:t>46</w:t>
            </w:r>
          </w:p>
          <w:p w14:paraId="00477C2A" w14:textId="7F16B6B0" w:rsidR="00A94499" w:rsidRPr="00C33A1F" w:rsidRDefault="00A94499" w:rsidP="00A869A4">
            <w:pPr>
              <w:pStyle w:val="Formatvorlage2"/>
            </w:pPr>
            <w:r w:rsidRPr="00C33A1F">
              <w:t xml:space="preserve">Zeichen: </w:t>
            </w:r>
            <w:r>
              <w:t>2</w:t>
            </w:r>
            <w:r>
              <w:t xml:space="preserve"> 067</w:t>
            </w:r>
            <w:r w:rsidRPr="00C33A1F">
              <w:br/>
              <w:t>(mit Leerzeichen)</w:t>
            </w:r>
          </w:p>
          <w:p w14:paraId="517301E5" w14:textId="77777777" w:rsidR="00A94499" w:rsidRDefault="00A94499" w:rsidP="00A869A4">
            <w:pPr>
              <w:pStyle w:val="Formatvorlage2"/>
            </w:pPr>
          </w:p>
          <w:p w14:paraId="441C863A" w14:textId="005336AD" w:rsidR="00A94499" w:rsidRPr="00C33A1F" w:rsidRDefault="00A94499" w:rsidP="00A869A4">
            <w:pPr>
              <w:pStyle w:val="Formatvorlage2"/>
            </w:pPr>
            <w:r>
              <w:t>erstellt am: 1</w:t>
            </w:r>
            <w:r>
              <w:t>2</w:t>
            </w:r>
            <w:r>
              <w:t>.0</w:t>
            </w:r>
            <w:r>
              <w:t>5</w:t>
            </w:r>
            <w:r>
              <w:t>.2020</w:t>
            </w:r>
          </w:p>
          <w:p w14:paraId="15563910" w14:textId="77777777" w:rsidR="00A94499" w:rsidRPr="0044187A" w:rsidRDefault="00A94499" w:rsidP="00A869A4">
            <w:pPr>
              <w:pStyle w:val="Formatvorlage2"/>
              <w:rPr>
                <w:szCs w:val="20"/>
              </w:rPr>
            </w:pPr>
          </w:p>
        </w:tc>
      </w:tr>
      <w:tr w:rsidR="00A94499" w:rsidRPr="0044187A" w14:paraId="77F6008E" w14:textId="77777777" w:rsidTr="00A869A4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EF1499" w14:textId="77777777" w:rsidR="00A94499" w:rsidRPr="003F183E" w:rsidRDefault="00A94499" w:rsidP="00A869A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38032A9" w14:textId="77777777" w:rsidR="00A94499" w:rsidRPr="0038499F" w:rsidRDefault="00A94499" w:rsidP="00A94499">
      <w:pPr>
        <w:rPr>
          <w:szCs w:val="20"/>
        </w:rPr>
      </w:pPr>
    </w:p>
    <w:p w14:paraId="373C4AAE" w14:textId="77777777" w:rsidR="00A94499" w:rsidRPr="0038499F" w:rsidRDefault="00A94499" w:rsidP="00F005F7">
      <w:pPr>
        <w:rPr>
          <w:szCs w:val="20"/>
        </w:rPr>
      </w:pPr>
    </w:p>
    <w:sectPr w:rsidR="00A94499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F9653" w14:textId="77777777" w:rsidR="00620C33" w:rsidRDefault="00620C33">
      <w:r>
        <w:separator/>
      </w:r>
    </w:p>
  </w:endnote>
  <w:endnote w:type="continuationSeparator" w:id="0">
    <w:p w14:paraId="2D0440A9" w14:textId="77777777" w:rsidR="00620C33" w:rsidRDefault="0062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83668" w14:textId="77777777" w:rsidR="004F72D4" w:rsidRDefault="004F72D4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02607" w14:textId="77777777" w:rsidR="00620C33" w:rsidRDefault="00620C33">
      <w:r>
        <w:separator/>
      </w:r>
    </w:p>
  </w:footnote>
  <w:footnote w:type="continuationSeparator" w:id="0">
    <w:p w14:paraId="4243A0D2" w14:textId="77777777" w:rsidR="00620C33" w:rsidRDefault="00620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E334F" w14:textId="77777777" w:rsidR="004F72D4" w:rsidRDefault="004F72D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69CA6C7" wp14:editId="02B7047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40694"/>
    <w:multiLevelType w:val="hybridMultilevel"/>
    <w:tmpl w:val="018A75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A0578"/>
    <w:multiLevelType w:val="hybridMultilevel"/>
    <w:tmpl w:val="FC1EA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27496"/>
    <w:multiLevelType w:val="hybridMultilevel"/>
    <w:tmpl w:val="3FB69A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91DC4"/>
    <w:multiLevelType w:val="hybridMultilevel"/>
    <w:tmpl w:val="5F8264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866"/>
    <w:rsid w:val="000024D9"/>
    <w:rsid w:val="00003256"/>
    <w:rsid w:val="0001449A"/>
    <w:rsid w:val="0001520C"/>
    <w:rsid w:val="00026907"/>
    <w:rsid w:val="00040EBF"/>
    <w:rsid w:val="00060EA8"/>
    <w:rsid w:val="00064165"/>
    <w:rsid w:val="000675C7"/>
    <w:rsid w:val="000813C0"/>
    <w:rsid w:val="00090045"/>
    <w:rsid w:val="00095303"/>
    <w:rsid w:val="000A1DF0"/>
    <w:rsid w:val="000A5CA3"/>
    <w:rsid w:val="000B1672"/>
    <w:rsid w:val="000D0C02"/>
    <w:rsid w:val="000D2A27"/>
    <w:rsid w:val="000D4874"/>
    <w:rsid w:val="000E424C"/>
    <w:rsid w:val="000E68EA"/>
    <w:rsid w:val="000F2936"/>
    <w:rsid w:val="000F565C"/>
    <w:rsid w:val="000F67C4"/>
    <w:rsid w:val="001025BB"/>
    <w:rsid w:val="0010792E"/>
    <w:rsid w:val="001122C6"/>
    <w:rsid w:val="001128F1"/>
    <w:rsid w:val="00122F20"/>
    <w:rsid w:val="00122FEC"/>
    <w:rsid w:val="001331F7"/>
    <w:rsid w:val="0013521A"/>
    <w:rsid w:val="00137BD1"/>
    <w:rsid w:val="00145B48"/>
    <w:rsid w:val="001529E6"/>
    <w:rsid w:val="00156B0C"/>
    <w:rsid w:val="00166476"/>
    <w:rsid w:val="00166FB7"/>
    <w:rsid w:val="00171C51"/>
    <w:rsid w:val="00180FA8"/>
    <w:rsid w:val="00186655"/>
    <w:rsid w:val="001A7A13"/>
    <w:rsid w:val="001B7003"/>
    <w:rsid w:val="001C39FF"/>
    <w:rsid w:val="001D26E4"/>
    <w:rsid w:val="001E0780"/>
    <w:rsid w:val="001E1DA6"/>
    <w:rsid w:val="001F0844"/>
    <w:rsid w:val="001F3432"/>
    <w:rsid w:val="002046D3"/>
    <w:rsid w:val="00237A45"/>
    <w:rsid w:val="00253494"/>
    <w:rsid w:val="00254A9B"/>
    <w:rsid w:val="00255FE8"/>
    <w:rsid w:val="00256D83"/>
    <w:rsid w:val="00256F0E"/>
    <w:rsid w:val="00272508"/>
    <w:rsid w:val="002769DE"/>
    <w:rsid w:val="002819C3"/>
    <w:rsid w:val="002A0939"/>
    <w:rsid w:val="002A0C9A"/>
    <w:rsid w:val="002A202C"/>
    <w:rsid w:val="002A7F37"/>
    <w:rsid w:val="002B55C4"/>
    <w:rsid w:val="002C00E2"/>
    <w:rsid w:val="002C36FE"/>
    <w:rsid w:val="002C5A66"/>
    <w:rsid w:val="002C6D41"/>
    <w:rsid w:val="002E2235"/>
    <w:rsid w:val="002E48B5"/>
    <w:rsid w:val="002E59D6"/>
    <w:rsid w:val="002F18BB"/>
    <w:rsid w:val="002F466F"/>
    <w:rsid w:val="0031150D"/>
    <w:rsid w:val="003136F5"/>
    <w:rsid w:val="00316A2C"/>
    <w:rsid w:val="00324F84"/>
    <w:rsid w:val="00326F7E"/>
    <w:rsid w:val="00350ACA"/>
    <w:rsid w:val="003514C3"/>
    <w:rsid w:val="00357C43"/>
    <w:rsid w:val="00364DEF"/>
    <w:rsid w:val="003742C7"/>
    <w:rsid w:val="00375A48"/>
    <w:rsid w:val="0038244F"/>
    <w:rsid w:val="0038276B"/>
    <w:rsid w:val="0038499F"/>
    <w:rsid w:val="003914C5"/>
    <w:rsid w:val="00392D5F"/>
    <w:rsid w:val="003A1BA5"/>
    <w:rsid w:val="003A5FA4"/>
    <w:rsid w:val="003D61A2"/>
    <w:rsid w:val="003E0D26"/>
    <w:rsid w:val="003E378F"/>
    <w:rsid w:val="003E3DDE"/>
    <w:rsid w:val="004009F9"/>
    <w:rsid w:val="004176D4"/>
    <w:rsid w:val="00420F79"/>
    <w:rsid w:val="004333E8"/>
    <w:rsid w:val="0044187A"/>
    <w:rsid w:val="00446899"/>
    <w:rsid w:val="00447689"/>
    <w:rsid w:val="0046235C"/>
    <w:rsid w:val="004629AD"/>
    <w:rsid w:val="0046715D"/>
    <w:rsid w:val="004806AF"/>
    <w:rsid w:val="004823DC"/>
    <w:rsid w:val="00486744"/>
    <w:rsid w:val="00486878"/>
    <w:rsid w:val="004B62AB"/>
    <w:rsid w:val="004C4FDA"/>
    <w:rsid w:val="004C503A"/>
    <w:rsid w:val="004C7E59"/>
    <w:rsid w:val="004D7CC5"/>
    <w:rsid w:val="004E057A"/>
    <w:rsid w:val="004E2322"/>
    <w:rsid w:val="004E2BD7"/>
    <w:rsid w:val="004E3AF9"/>
    <w:rsid w:val="004F72D4"/>
    <w:rsid w:val="00510191"/>
    <w:rsid w:val="005254BE"/>
    <w:rsid w:val="00552DC0"/>
    <w:rsid w:val="0055550C"/>
    <w:rsid w:val="00563E60"/>
    <w:rsid w:val="00592833"/>
    <w:rsid w:val="005A181A"/>
    <w:rsid w:val="005A214B"/>
    <w:rsid w:val="005A3974"/>
    <w:rsid w:val="005A5DC6"/>
    <w:rsid w:val="005A6A38"/>
    <w:rsid w:val="005A7C57"/>
    <w:rsid w:val="005D0F98"/>
    <w:rsid w:val="005E06F2"/>
    <w:rsid w:val="005E1468"/>
    <w:rsid w:val="005E3E61"/>
    <w:rsid w:val="005F2A75"/>
    <w:rsid w:val="005F3D5F"/>
    <w:rsid w:val="005F7B2E"/>
    <w:rsid w:val="00600271"/>
    <w:rsid w:val="006016B0"/>
    <w:rsid w:val="0061051B"/>
    <w:rsid w:val="0061253D"/>
    <w:rsid w:val="00617358"/>
    <w:rsid w:val="00617D76"/>
    <w:rsid w:val="00620C33"/>
    <w:rsid w:val="006279BD"/>
    <w:rsid w:val="00630405"/>
    <w:rsid w:val="00634A59"/>
    <w:rsid w:val="006446D6"/>
    <w:rsid w:val="00647B55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3648"/>
    <w:rsid w:val="00764AAC"/>
    <w:rsid w:val="007871C1"/>
    <w:rsid w:val="0079193B"/>
    <w:rsid w:val="00794A4F"/>
    <w:rsid w:val="007A5EB4"/>
    <w:rsid w:val="007A6E1C"/>
    <w:rsid w:val="007C50D1"/>
    <w:rsid w:val="007C5C24"/>
    <w:rsid w:val="007D07B7"/>
    <w:rsid w:val="007E0C5D"/>
    <w:rsid w:val="007E2B7F"/>
    <w:rsid w:val="007F3F54"/>
    <w:rsid w:val="007F43E0"/>
    <w:rsid w:val="00801D78"/>
    <w:rsid w:val="008078CF"/>
    <w:rsid w:val="00811B7A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5866"/>
    <w:rsid w:val="00871847"/>
    <w:rsid w:val="00871911"/>
    <w:rsid w:val="0088698F"/>
    <w:rsid w:val="00894ADF"/>
    <w:rsid w:val="008A6F1F"/>
    <w:rsid w:val="008B6480"/>
    <w:rsid w:val="008C3491"/>
    <w:rsid w:val="008C5079"/>
    <w:rsid w:val="008C6981"/>
    <w:rsid w:val="008D2B30"/>
    <w:rsid w:val="008D3232"/>
    <w:rsid w:val="008D7633"/>
    <w:rsid w:val="00907DAB"/>
    <w:rsid w:val="00910883"/>
    <w:rsid w:val="0092580A"/>
    <w:rsid w:val="0093490C"/>
    <w:rsid w:val="0093664F"/>
    <w:rsid w:val="00943EB0"/>
    <w:rsid w:val="00945CA5"/>
    <w:rsid w:val="009553BC"/>
    <w:rsid w:val="009557EA"/>
    <w:rsid w:val="009566F0"/>
    <w:rsid w:val="009573DC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19D7"/>
    <w:rsid w:val="009E28F9"/>
    <w:rsid w:val="009E35E8"/>
    <w:rsid w:val="009E7597"/>
    <w:rsid w:val="00A12A8B"/>
    <w:rsid w:val="00A14556"/>
    <w:rsid w:val="00A15AB6"/>
    <w:rsid w:val="00A17D84"/>
    <w:rsid w:val="00A22DF2"/>
    <w:rsid w:val="00A23065"/>
    <w:rsid w:val="00A2339E"/>
    <w:rsid w:val="00A24651"/>
    <w:rsid w:val="00A25EB9"/>
    <w:rsid w:val="00A32395"/>
    <w:rsid w:val="00A32F0A"/>
    <w:rsid w:val="00A335CC"/>
    <w:rsid w:val="00A40AB4"/>
    <w:rsid w:val="00A64B65"/>
    <w:rsid w:val="00A6502B"/>
    <w:rsid w:val="00A661F8"/>
    <w:rsid w:val="00A6672B"/>
    <w:rsid w:val="00A82224"/>
    <w:rsid w:val="00A87496"/>
    <w:rsid w:val="00A927D0"/>
    <w:rsid w:val="00A94499"/>
    <w:rsid w:val="00A9705C"/>
    <w:rsid w:val="00A97B0A"/>
    <w:rsid w:val="00AA224C"/>
    <w:rsid w:val="00AA2458"/>
    <w:rsid w:val="00AA6262"/>
    <w:rsid w:val="00AB1EC7"/>
    <w:rsid w:val="00AC6ABA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1E14"/>
    <w:rsid w:val="00B84773"/>
    <w:rsid w:val="00B908A8"/>
    <w:rsid w:val="00B92EF0"/>
    <w:rsid w:val="00B93961"/>
    <w:rsid w:val="00BA5B2A"/>
    <w:rsid w:val="00BC3745"/>
    <w:rsid w:val="00BD0DB7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2260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247"/>
    <w:rsid w:val="00D55DC3"/>
    <w:rsid w:val="00D57457"/>
    <w:rsid w:val="00D64E60"/>
    <w:rsid w:val="00D64F60"/>
    <w:rsid w:val="00D65148"/>
    <w:rsid w:val="00DA2153"/>
    <w:rsid w:val="00DA2662"/>
    <w:rsid w:val="00DB23FB"/>
    <w:rsid w:val="00DB44DA"/>
    <w:rsid w:val="00DB4ACB"/>
    <w:rsid w:val="00DC032C"/>
    <w:rsid w:val="00DC1F2A"/>
    <w:rsid w:val="00DC7EE0"/>
    <w:rsid w:val="00DE3025"/>
    <w:rsid w:val="00DF1C10"/>
    <w:rsid w:val="00DF1EE2"/>
    <w:rsid w:val="00E03F6F"/>
    <w:rsid w:val="00E04C83"/>
    <w:rsid w:val="00E1059D"/>
    <w:rsid w:val="00E14DD8"/>
    <w:rsid w:val="00E155F0"/>
    <w:rsid w:val="00E17E89"/>
    <w:rsid w:val="00E20D4D"/>
    <w:rsid w:val="00E2358B"/>
    <w:rsid w:val="00E34020"/>
    <w:rsid w:val="00E3479A"/>
    <w:rsid w:val="00E44FDA"/>
    <w:rsid w:val="00E6313B"/>
    <w:rsid w:val="00E66783"/>
    <w:rsid w:val="00E76C0B"/>
    <w:rsid w:val="00E76D9B"/>
    <w:rsid w:val="00E77789"/>
    <w:rsid w:val="00E80515"/>
    <w:rsid w:val="00E954AC"/>
    <w:rsid w:val="00E95619"/>
    <w:rsid w:val="00EA2954"/>
    <w:rsid w:val="00EB511E"/>
    <w:rsid w:val="00EB632F"/>
    <w:rsid w:val="00EC1396"/>
    <w:rsid w:val="00ED0655"/>
    <w:rsid w:val="00EE123F"/>
    <w:rsid w:val="00EF15B4"/>
    <w:rsid w:val="00EF2F06"/>
    <w:rsid w:val="00F005F7"/>
    <w:rsid w:val="00F0149D"/>
    <w:rsid w:val="00F05D3F"/>
    <w:rsid w:val="00F10660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5CBD"/>
    <w:rsid w:val="00F82E34"/>
    <w:rsid w:val="00F84C8D"/>
    <w:rsid w:val="00F85287"/>
    <w:rsid w:val="00FA07A1"/>
    <w:rsid w:val="00FA3E25"/>
    <w:rsid w:val="00FA4FAA"/>
    <w:rsid w:val="00FB550F"/>
    <w:rsid w:val="00FB5A18"/>
    <w:rsid w:val="00FD07B9"/>
    <w:rsid w:val="00FD182E"/>
    <w:rsid w:val="00FE1822"/>
    <w:rsid w:val="00FE1B59"/>
    <w:rsid w:val="00FE1C52"/>
    <w:rsid w:val="00FE226B"/>
    <w:rsid w:val="00FE3AB9"/>
    <w:rsid w:val="00FF051D"/>
    <w:rsid w:val="00F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97D207C"/>
  <w15:docId w15:val="{632D651C-39F3-41E1-ACA7-2E3F0659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A94499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5idKGqw9q9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9390A-EB11-4682-A228-38B949AD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428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3120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2020-05-12T08:10:00Z</dcterms:created>
  <dcterms:modified xsi:type="dcterms:W3CDTF">2020-05-12T12:16:00Z</dcterms:modified>
</cp:coreProperties>
</file>