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3A19C" w14:textId="7AEDE041" w:rsidR="005E1468" w:rsidRDefault="001A6F60" w:rsidP="005E1468">
      <w:pPr>
        <w:pStyle w:val="berschrift2"/>
      </w:pPr>
      <w:r>
        <w:t xml:space="preserve">SIEGENIA und heroal im leistungsstarken Doppel </w:t>
      </w:r>
    </w:p>
    <w:p w14:paraId="241B9904" w14:textId="6BAE35F3" w:rsidR="00A82224" w:rsidRDefault="001A6F60" w:rsidP="00A82224">
      <w:pPr>
        <w:pStyle w:val="berschrift1"/>
      </w:pPr>
      <w:r>
        <w:rPr>
          <w:szCs w:val="20"/>
        </w:rPr>
        <w:t xml:space="preserve">Hochwertige Lösungen </w:t>
      </w:r>
      <w:r w:rsidR="001679CF">
        <w:rPr>
          <w:szCs w:val="20"/>
        </w:rPr>
        <w:t xml:space="preserve">im Dortmunder </w:t>
      </w:r>
      <w:r w:rsidR="009B6FCC">
        <w:rPr>
          <w:szCs w:val="20"/>
        </w:rPr>
        <w:t>PhoenixWERK</w:t>
      </w:r>
      <w:r w:rsidR="00FC4CE1">
        <w:t xml:space="preserve"> </w:t>
      </w:r>
    </w:p>
    <w:p w14:paraId="3ECE82D5" w14:textId="14B077A5" w:rsidR="00DC5FE7" w:rsidRDefault="00DC5FE7" w:rsidP="005E1468"/>
    <w:p w14:paraId="73F15894" w14:textId="77A8018A" w:rsidR="00FC4CE1" w:rsidRDefault="00E04C4A" w:rsidP="005E1468">
      <w:r>
        <w:t>Z</w:t>
      </w:r>
      <w:r w:rsidR="008C7841">
        <w:t xml:space="preserve">wischen </w:t>
      </w:r>
      <w:r w:rsidR="001679CF">
        <w:t xml:space="preserve">Natur und historischer Industriekultur </w:t>
      </w:r>
      <w:r>
        <w:t xml:space="preserve">entsteht derzeit in Dortmund </w:t>
      </w:r>
      <w:r w:rsidR="001679CF">
        <w:t xml:space="preserve">ein innovativer Arbeitsraum, dessen Backstein-Fassade die Tradition des </w:t>
      </w:r>
      <w:r w:rsidR="008C7841">
        <w:t>ehemaligen Hüttens</w:t>
      </w:r>
      <w:r w:rsidR="001679CF">
        <w:t>tandorts aufgreift</w:t>
      </w:r>
      <w:r>
        <w:t>: das PhoenixWERK</w:t>
      </w:r>
      <w:r w:rsidR="008C7841">
        <w:t xml:space="preserve">. </w:t>
      </w:r>
      <w:r w:rsidR="007B0519">
        <w:t xml:space="preserve">Die </w:t>
      </w:r>
      <w:r w:rsidR="00FC7C09">
        <w:t>exklusive</w:t>
      </w:r>
      <w:r w:rsidR="008C7841">
        <w:t xml:space="preserve"> </w:t>
      </w:r>
      <w:r w:rsidR="007B0519">
        <w:t xml:space="preserve">Umsetzung </w:t>
      </w:r>
      <w:r w:rsidR="008C7841">
        <w:t>legt Wert auf</w:t>
      </w:r>
      <w:r w:rsidR="00B379C2">
        <w:t xml:space="preserve"> modernste Technik</w:t>
      </w:r>
      <w:r w:rsidR="008C7841">
        <w:t xml:space="preserve">, </w:t>
      </w:r>
      <w:r w:rsidR="007B0519">
        <w:t>ausgewählte</w:t>
      </w:r>
      <w:r w:rsidR="00B379C2">
        <w:t xml:space="preserve"> Materialien </w:t>
      </w:r>
      <w:r w:rsidR="008C7841">
        <w:t xml:space="preserve">und </w:t>
      </w:r>
      <w:r w:rsidR="00B379C2">
        <w:t>eine nachhaltige Bauweise</w:t>
      </w:r>
      <w:r w:rsidR="007B0519">
        <w:t>.</w:t>
      </w:r>
      <w:r w:rsidR="0073341B">
        <w:t xml:space="preserve"> </w:t>
      </w:r>
      <w:r w:rsidR="00FC7C09">
        <w:t xml:space="preserve">Hierzu </w:t>
      </w:r>
      <w:r w:rsidR="0073341B">
        <w:t>entschied</w:t>
      </w:r>
      <w:r w:rsidR="00FC7C09">
        <w:t xml:space="preserve">en </w:t>
      </w:r>
      <w:r w:rsidR="0073341B">
        <w:t xml:space="preserve">sich </w:t>
      </w:r>
      <w:r w:rsidR="00FC7C09">
        <w:t xml:space="preserve">die Projektleiter bei </w:t>
      </w:r>
      <w:r w:rsidR="0073341B" w:rsidRPr="004079FE">
        <w:t>SHA Scheffler Helbich Architekten</w:t>
      </w:r>
      <w:r w:rsidR="00FC7C09">
        <w:t xml:space="preserve"> u. a. für hochwertige Lösungen von heroal und SIEGENIA. </w:t>
      </w:r>
    </w:p>
    <w:p w14:paraId="538413E0" w14:textId="77777777" w:rsidR="00FC7C09" w:rsidRDefault="00FC7C09" w:rsidP="008348CB"/>
    <w:p w14:paraId="28ABF6C1" w14:textId="294B2D88" w:rsidR="008348CB" w:rsidRDefault="002775EE" w:rsidP="008348CB">
      <w:pPr>
        <w:rPr>
          <w:rFonts w:cs="Arial"/>
          <w:szCs w:val="20"/>
        </w:rPr>
      </w:pPr>
      <w:r>
        <w:t xml:space="preserve">Schon während der </w:t>
      </w:r>
      <w:r w:rsidR="008348CB">
        <w:t>Ausschreibung</w:t>
      </w:r>
      <w:r>
        <w:t xml:space="preserve">sphase stellte </w:t>
      </w:r>
      <w:r w:rsidR="00FC7C09">
        <w:t>das Aluminium-Systemhaus</w:t>
      </w:r>
      <w:r w:rsidR="00984781">
        <w:t xml:space="preserve"> </w:t>
      </w:r>
      <w:r>
        <w:t>seine hohe Serviceorientierung</w:t>
      </w:r>
      <w:r w:rsidR="00FC7C09">
        <w:t xml:space="preserve"> durch die Vermittlung eines Metallbauers und die Beratung</w:t>
      </w:r>
      <w:r>
        <w:t xml:space="preserve"> </w:t>
      </w:r>
      <w:r w:rsidR="00984781">
        <w:t>bei der Systemauswahl</w:t>
      </w:r>
      <w:r w:rsidR="00FA01B7" w:rsidRPr="00FA01B7">
        <w:t xml:space="preserve"> </w:t>
      </w:r>
      <w:r w:rsidR="00FA01B7">
        <w:t>unter Beweis</w:t>
      </w:r>
      <w:r w:rsidR="00984781">
        <w:t xml:space="preserve">. </w:t>
      </w:r>
      <w:r w:rsidR="00C13CBE">
        <w:t>Für die Auftragsvergabe war dies ebenso mitentscheidend wie die</w:t>
      </w:r>
      <w:r w:rsidR="00FC7C09">
        <w:t xml:space="preserve"> Systemlösungen</w:t>
      </w:r>
      <w:r w:rsidR="00DD7CB0">
        <w:t xml:space="preserve"> selbst</w:t>
      </w:r>
      <w:r w:rsidR="00C13CBE">
        <w:t xml:space="preserve">. </w:t>
      </w:r>
      <w:r w:rsidR="00853E4A">
        <w:rPr>
          <w:rFonts w:cs="Arial"/>
          <w:szCs w:val="20"/>
        </w:rPr>
        <w:t xml:space="preserve">Insgesamt erhielt heroal einen Auftrag über die Lieferung von rund 550 qm des Fassadensystems </w:t>
      </w:r>
      <w:r w:rsidR="00AE79FC">
        <w:rPr>
          <w:rFonts w:cs="Arial"/>
          <w:szCs w:val="20"/>
        </w:rPr>
        <w:t xml:space="preserve">heroal </w:t>
      </w:r>
      <w:r w:rsidR="00853E4A">
        <w:rPr>
          <w:rFonts w:cs="Arial"/>
          <w:szCs w:val="20"/>
        </w:rPr>
        <w:t xml:space="preserve">C 50 HI, 14 Türsysteme, 3 Hebe-Schiebe-Systeme sowie 172 Fensterelemente. </w:t>
      </w:r>
    </w:p>
    <w:p w14:paraId="63E5FCE8" w14:textId="5DCFCADE" w:rsidR="00853E4A" w:rsidRDefault="00853E4A" w:rsidP="008348CB">
      <w:pPr>
        <w:rPr>
          <w:rFonts w:cs="Arial"/>
          <w:szCs w:val="20"/>
        </w:rPr>
      </w:pPr>
    </w:p>
    <w:p w14:paraId="07A69745" w14:textId="2C2F37FB" w:rsidR="00853E4A" w:rsidRDefault="00853E4A" w:rsidP="008348CB">
      <w:pPr>
        <w:rPr>
          <w:rFonts w:cs="Arial"/>
          <w:szCs w:val="20"/>
        </w:rPr>
      </w:pPr>
      <w:r>
        <w:rPr>
          <w:rFonts w:cs="Arial"/>
          <w:szCs w:val="20"/>
        </w:rPr>
        <w:t xml:space="preserve">Dem hochwertigen Design des Objekts entsprechend, spielten bei den Aluminiumfenstern nicht nur die Energieeffizienz der Systemlösung </w:t>
      </w:r>
      <w:r w:rsidR="00311705">
        <w:rPr>
          <w:rFonts w:cs="Arial"/>
          <w:szCs w:val="20"/>
        </w:rPr>
        <w:t xml:space="preserve">heroal </w:t>
      </w:r>
      <w:r>
        <w:rPr>
          <w:rFonts w:cs="Arial"/>
          <w:szCs w:val="20"/>
        </w:rPr>
        <w:t>W</w:t>
      </w:r>
      <w:r w:rsidR="00311705">
        <w:rPr>
          <w:rFonts w:cs="Arial"/>
          <w:szCs w:val="20"/>
        </w:rPr>
        <w:t xml:space="preserve"> </w:t>
      </w:r>
      <w:r>
        <w:rPr>
          <w:rFonts w:cs="Arial"/>
          <w:szCs w:val="20"/>
        </w:rPr>
        <w:t>72 eine wesentliche Rolle, sondern auch die Beschlagtechnik</w:t>
      </w:r>
      <w:r w:rsidR="002262EE">
        <w:rPr>
          <w:rFonts w:cs="Arial"/>
          <w:szCs w:val="20"/>
        </w:rPr>
        <w:t>. Hier konnte heroal mit dem verdeckt liegenden Beschlag ALU axxent</w:t>
      </w:r>
      <w:r w:rsidR="00E8789F">
        <w:rPr>
          <w:rFonts w:cs="Arial"/>
          <w:szCs w:val="20"/>
        </w:rPr>
        <w:t xml:space="preserve"> </w:t>
      </w:r>
      <w:r w:rsidR="002262EE">
        <w:rPr>
          <w:rFonts w:cs="Arial"/>
          <w:szCs w:val="20"/>
        </w:rPr>
        <w:t xml:space="preserve">PLUS von SIEGENIA punkten: </w:t>
      </w:r>
      <w:r w:rsidR="002262EE">
        <w:t>Mit seiner verdeckt liegenden Optik erfüllt d</w:t>
      </w:r>
      <w:r w:rsidR="00391987">
        <w:t>ies</w:t>
      </w:r>
      <w:r w:rsidR="002262EE">
        <w:t xml:space="preserve">er </w:t>
      </w:r>
      <w:r w:rsidR="00391987">
        <w:t>wertige</w:t>
      </w:r>
      <w:r w:rsidR="002262EE">
        <w:t xml:space="preserve"> Beschlag höchste Ansprüche an Ästhetik, Design und die klare Linienführung moderner Architektur.</w:t>
      </w:r>
      <w:r w:rsidR="007B563C">
        <w:t xml:space="preserve"> Dabei verbindet </w:t>
      </w:r>
      <w:r w:rsidR="002775EE">
        <w:t>die Lösung</w:t>
      </w:r>
      <w:r w:rsidR="007B563C">
        <w:t xml:space="preserve"> für Fenster und Fenstertüren aus Aluminium die Reduzierung auf das Wesentliche mit weiteren Vorteilen. Diese reichen von der durchgängigen Fertigung aus Edelstahl über eine hohe Tragkraft ohne Zusatzbauteile bis zur hohen farblichen Gestaltungsfreiheit und der einfachen, effizienten Montage. </w:t>
      </w:r>
    </w:p>
    <w:p w14:paraId="3A4850E1" w14:textId="567C7B35" w:rsidR="00853E4A" w:rsidRDefault="00810175" w:rsidP="002775EE">
      <w:pPr>
        <w:pStyle w:val="berschrift4"/>
      </w:pPr>
      <w:r>
        <w:t>Bewährte Partnerschaft</w:t>
      </w:r>
    </w:p>
    <w:p w14:paraId="60FB8094" w14:textId="7EF09716" w:rsidR="0038675F" w:rsidRDefault="00E772D4" w:rsidP="008348CB">
      <w:pPr>
        <w:rPr>
          <w:rFonts w:cs="Arial"/>
          <w:color w:val="000000"/>
        </w:rPr>
      </w:pPr>
      <w:r>
        <w:rPr>
          <w:rFonts w:cs="Arial"/>
          <w:szCs w:val="20"/>
        </w:rPr>
        <w:t>S</w:t>
      </w:r>
      <w:r w:rsidR="0038675F">
        <w:rPr>
          <w:rFonts w:cs="Arial"/>
          <w:szCs w:val="20"/>
        </w:rPr>
        <w:t xml:space="preserve">eit mehr als 30 Jahren arbeitet das Systemhaus </w:t>
      </w:r>
      <w:r w:rsidR="00FA01B7">
        <w:rPr>
          <w:rFonts w:cs="Arial"/>
          <w:szCs w:val="20"/>
        </w:rPr>
        <w:t xml:space="preserve">erfolgreich </w:t>
      </w:r>
      <w:r w:rsidR="0038675F">
        <w:rPr>
          <w:rFonts w:cs="Arial"/>
          <w:szCs w:val="20"/>
        </w:rPr>
        <w:t>mit SIEGENIA zusammen</w:t>
      </w:r>
      <w:r w:rsidR="00FA01B7">
        <w:rPr>
          <w:rFonts w:cs="Arial"/>
          <w:szCs w:val="20"/>
        </w:rPr>
        <w:t>. D</w:t>
      </w:r>
      <w:r w:rsidR="00E91BA0">
        <w:rPr>
          <w:rFonts w:cs="Arial"/>
          <w:szCs w:val="20"/>
        </w:rPr>
        <w:t xml:space="preserve">as stimmige Beschlagkonzept, den Einsatz hochwertiger Materialien </w:t>
      </w:r>
      <w:r w:rsidR="009A7C64">
        <w:rPr>
          <w:rFonts w:cs="Arial"/>
          <w:szCs w:val="20"/>
        </w:rPr>
        <w:t>sowie</w:t>
      </w:r>
      <w:r w:rsidR="00E91BA0">
        <w:rPr>
          <w:rFonts w:cs="Arial"/>
          <w:szCs w:val="20"/>
        </w:rPr>
        <w:t xml:space="preserve"> die hohe Stabilität und Langlebigkeit </w:t>
      </w:r>
      <w:r w:rsidR="00FA01B7">
        <w:rPr>
          <w:rFonts w:cs="Arial"/>
          <w:szCs w:val="20"/>
        </w:rPr>
        <w:t xml:space="preserve">weiß heroal zu </w:t>
      </w:r>
      <w:r w:rsidR="00E91BA0">
        <w:rPr>
          <w:rFonts w:cs="Arial"/>
          <w:szCs w:val="20"/>
        </w:rPr>
        <w:t>schätzen</w:t>
      </w:r>
      <w:r w:rsidR="00E91BA0">
        <w:rPr>
          <w:rFonts w:cs="Arial"/>
          <w:color w:val="000000"/>
        </w:rPr>
        <w:t xml:space="preserve">. </w:t>
      </w:r>
      <w:r w:rsidR="00FA01B7">
        <w:rPr>
          <w:rFonts w:cs="Arial"/>
          <w:color w:val="000000"/>
        </w:rPr>
        <w:t>Ebenfalls sehr zufrieden ist das Unternehmen m</w:t>
      </w:r>
      <w:r w:rsidR="008C7841">
        <w:rPr>
          <w:rFonts w:cs="Arial"/>
          <w:color w:val="000000"/>
        </w:rPr>
        <w:t>it der hohen Termintreue und</w:t>
      </w:r>
      <w:r w:rsidR="00E91BA0">
        <w:rPr>
          <w:rFonts w:cs="Arial"/>
          <w:color w:val="000000"/>
        </w:rPr>
        <w:t xml:space="preserve"> Fertigungsqualität</w:t>
      </w:r>
      <w:r w:rsidR="008C7841">
        <w:rPr>
          <w:rFonts w:cs="Arial"/>
          <w:color w:val="000000"/>
        </w:rPr>
        <w:t xml:space="preserve"> sowie der</w:t>
      </w:r>
      <w:r w:rsidR="00AB39C4">
        <w:rPr>
          <w:rFonts w:cs="Arial"/>
          <w:color w:val="000000"/>
        </w:rPr>
        <w:t xml:space="preserve"> </w:t>
      </w:r>
      <w:r w:rsidR="00326D36">
        <w:rPr>
          <w:rFonts w:cs="Arial"/>
          <w:color w:val="000000"/>
        </w:rPr>
        <w:t>B</w:t>
      </w:r>
      <w:r w:rsidR="00AB39C4">
        <w:rPr>
          <w:rFonts w:cs="Arial"/>
          <w:color w:val="000000"/>
        </w:rPr>
        <w:t xml:space="preserve">ereitschaft </w:t>
      </w:r>
      <w:r w:rsidR="00326D36">
        <w:rPr>
          <w:rFonts w:cs="Arial"/>
          <w:color w:val="000000"/>
        </w:rPr>
        <w:t xml:space="preserve">zur </w:t>
      </w:r>
      <w:r w:rsidR="00AB39C4">
        <w:rPr>
          <w:rFonts w:cs="Arial"/>
          <w:color w:val="000000"/>
        </w:rPr>
        <w:t>Realisierung von Sonderanforderungen</w:t>
      </w:r>
      <w:r w:rsidR="00326D36">
        <w:rPr>
          <w:rFonts w:cs="Arial"/>
          <w:color w:val="000000"/>
        </w:rPr>
        <w:t xml:space="preserve">. </w:t>
      </w:r>
    </w:p>
    <w:p w14:paraId="4F4BC825" w14:textId="77777777" w:rsidR="00FC7C09" w:rsidRDefault="00FC7C09" w:rsidP="008348CB">
      <w:pPr>
        <w:rPr>
          <w:rFonts w:cs="Arial"/>
          <w:color w:val="000000"/>
        </w:rPr>
      </w:pPr>
    </w:p>
    <w:p w14:paraId="388954B6" w14:textId="3D43180F" w:rsidR="008A6175" w:rsidRDefault="00991CB2" w:rsidP="008F636C">
      <w:r>
        <w:lastRenderedPageBreak/>
        <w:t xml:space="preserve">Zu den </w:t>
      </w:r>
      <w:r w:rsidR="00046A0B">
        <w:t>Vorzüge</w:t>
      </w:r>
      <w:r>
        <w:t xml:space="preserve">n, die die Partner von heroal </w:t>
      </w:r>
      <w:r w:rsidR="00046A0B">
        <w:t>unmittelbar zu spüren</w:t>
      </w:r>
      <w:r>
        <w:t xml:space="preserve"> bekommen, zählt u. a</w:t>
      </w:r>
      <w:r w:rsidR="00CC5C1C">
        <w:t>.</w:t>
      </w:r>
      <w:r>
        <w:t xml:space="preserve"> ein </w:t>
      </w:r>
      <w:r w:rsidR="00E46B0B">
        <w:t>vielseitiges Verpackungskonzept</w:t>
      </w:r>
      <w:r>
        <w:t xml:space="preserve">, das </w:t>
      </w:r>
      <w:r w:rsidR="00E46B0B">
        <w:t>Lagerhaltungskosten</w:t>
      </w:r>
      <w:r>
        <w:t xml:space="preserve"> reduzier</w:t>
      </w:r>
      <w:r w:rsidR="00C242D5">
        <w:t>t</w:t>
      </w:r>
      <w:r w:rsidR="00E46B0B">
        <w:t>:</w:t>
      </w:r>
      <w:r w:rsidR="00313D22">
        <w:t xml:space="preserve"> Drei unterschiedliche Verpackungsgrößen sorgen für die gewünschte Flexibilität. </w:t>
      </w:r>
      <w:r w:rsidR="003F41A1">
        <w:t xml:space="preserve">Ideal für </w:t>
      </w:r>
      <w:r w:rsidR="00C242D5">
        <w:t xml:space="preserve">das </w:t>
      </w:r>
      <w:r w:rsidR="003F41A1">
        <w:t xml:space="preserve">Großprojekt </w:t>
      </w:r>
      <w:r w:rsidR="009B6FCC" w:rsidRPr="008A6175">
        <w:t>PhoenixWERK</w:t>
      </w:r>
      <w:r w:rsidR="003F41A1">
        <w:t xml:space="preserve"> </w:t>
      </w:r>
      <w:r w:rsidR="00C242D5">
        <w:t xml:space="preserve">waren die </w:t>
      </w:r>
      <w:r w:rsidR="00B7239A">
        <w:t>sortenreine</w:t>
      </w:r>
      <w:r w:rsidR="00C242D5">
        <w:t>n</w:t>
      </w:r>
      <w:r w:rsidR="00B7239A">
        <w:t xml:space="preserve"> </w:t>
      </w:r>
      <w:r w:rsidR="003F41A1">
        <w:t xml:space="preserve">Großverpackungseinheiten. </w:t>
      </w:r>
      <w:r w:rsidR="00B7239A">
        <w:t>Sie erlauben Metallbauer</w:t>
      </w:r>
      <w:r w:rsidR="00763101">
        <w:t>n</w:t>
      </w:r>
      <w:r w:rsidR="003A7F48" w:rsidRPr="008F636C">
        <w:t xml:space="preserve"> mit </w:t>
      </w:r>
      <w:r w:rsidR="008A6175" w:rsidRPr="008A6175">
        <w:t>separater Flügel- und Rahmenmontage die Bestellung</w:t>
      </w:r>
      <w:r w:rsidR="008A6175">
        <w:t xml:space="preserve"> der benötigten Komponenten maßgeschneidert </w:t>
      </w:r>
      <w:r w:rsidR="004B118A">
        <w:t>nach</w:t>
      </w:r>
      <w:r w:rsidR="008A6175" w:rsidRPr="008A6175">
        <w:t xml:space="preserve"> Fertigungslinie</w:t>
      </w:r>
      <w:r w:rsidR="004B118A">
        <w:t>n</w:t>
      </w:r>
      <w:r w:rsidR="003A7F48" w:rsidRPr="008F636C">
        <w:t>.</w:t>
      </w:r>
    </w:p>
    <w:p w14:paraId="05AEF64B" w14:textId="355E0D89" w:rsidR="003F41A1" w:rsidRPr="00862CEE" w:rsidRDefault="005C1744" w:rsidP="00763101">
      <w:pPr>
        <w:pStyle w:val="berschrift4"/>
      </w:pPr>
      <w:r>
        <w:t>Reibungslose Abläufe vor Ort</w:t>
      </w:r>
    </w:p>
    <w:p w14:paraId="40E065C5" w14:textId="69D33B67" w:rsidR="002103D5" w:rsidRDefault="00CC5C1C" w:rsidP="00763101">
      <w:r>
        <w:t>Schon bald</w:t>
      </w:r>
      <w:r w:rsidR="00DD41BD">
        <w:t xml:space="preserve"> </w:t>
      </w:r>
      <w:r w:rsidR="00763101">
        <w:t xml:space="preserve">soll </w:t>
      </w:r>
      <w:r w:rsidR="008C7841">
        <w:t xml:space="preserve">das </w:t>
      </w:r>
      <w:r w:rsidR="008C7841" w:rsidRPr="009B6FCC">
        <w:rPr>
          <w:rFonts w:cs="Arial"/>
          <w:color w:val="000000"/>
        </w:rPr>
        <w:t>PhoenixWERK</w:t>
      </w:r>
      <w:r w:rsidR="00E772D4">
        <w:t xml:space="preserve"> bezugsfertig </w:t>
      </w:r>
      <w:r w:rsidR="00763101">
        <w:t>sein. Dass die Realisierung so reibungslos läuft, verdankt das Projekt nicht nur den hochwertigen Lösungen und dem engagierten Einsatz der Fachkräfte vor Ort</w:t>
      </w:r>
      <w:r w:rsidR="00FC7C09">
        <w:t>, sondern a</w:t>
      </w:r>
      <w:r w:rsidR="00763101">
        <w:t xml:space="preserve">uch </w:t>
      </w:r>
      <w:r w:rsidR="00FC7C09">
        <w:t xml:space="preserve">der </w:t>
      </w:r>
      <w:r w:rsidR="002103D5" w:rsidRPr="00862CEE">
        <w:rPr>
          <w:rFonts w:cs="Arial"/>
          <w:szCs w:val="20"/>
        </w:rPr>
        <w:t>enge</w:t>
      </w:r>
      <w:r w:rsidR="00FC7C09">
        <w:rPr>
          <w:rFonts w:cs="Arial"/>
          <w:szCs w:val="20"/>
        </w:rPr>
        <w:t>n</w:t>
      </w:r>
      <w:r w:rsidR="002103D5" w:rsidRPr="00862CEE">
        <w:rPr>
          <w:rFonts w:cs="Arial"/>
          <w:szCs w:val="20"/>
        </w:rPr>
        <w:t xml:space="preserve"> Abstimmung zwischen </w:t>
      </w:r>
      <w:r w:rsidR="00FC7C09">
        <w:rPr>
          <w:rFonts w:cs="Arial"/>
          <w:szCs w:val="20"/>
        </w:rPr>
        <w:t>den Beteiligten</w:t>
      </w:r>
      <w:r w:rsidR="00763101">
        <w:rPr>
          <w:rFonts w:cs="Arial"/>
          <w:szCs w:val="20"/>
        </w:rPr>
        <w:t xml:space="preserve">. </w:t>
      </w:r>
    </w:p>
    <w:p w14:paraId="2A639732" w14:textId="77777777" w:rsidR="00CB411D" w:rsidRDefault="00CB411D" w:rsidP="00CB411D"/>
    <w:p w14:paraId="33A7B16F" w14:textId="40F7C11B" w:rsidR="00FD5AA6" w:rsidRPr="00E8789F" w:rsidRDefault="00FD5AA6" w:rsidP="00E8789F">
      <w:pPr>
        <w:pStyle w:val="berschrift4"/>
      </w:pPr>
      <w:r w:rsidRPr="00E8789F">
        <w:rPr>
          <w:rFonts w:cs="Arial"/>
          <w:color w:val="000000"/>
        </w:rPr>
        <w:t xml:space="preserve"> </w:t>
      </w:r>
    </w:p>
    <w:p w14:paraId="31616B90" w14:textId="2C117408" w:rsidR="00702FCB" w:rsidRDefault="00702FCB" w:rsidP="005E1468">
      <w:pPr>
        <w:rPr>
          <w:szCs w:val="20"/>
        </w:rPr>
      </w:pPr>
    </w:p>
    <w:p w14:paraId="2884B2E3" w14:textId="50B5298C" w:rsidR="00D52CEB" w:rsidRDefault="00CC5C1C" w:rsidP="0005111F">
      <w:pPr>
        <w:pStyle w:val="berschrift4"/>
      </w:pPr>
      <w:r>
        <w:t>B</w:t>
      </w:r>
      <w:r w:rsidR="005E1468">
        <w:t>ildunterschri</w:t>
      </w:r>
      <w:r w:rsidR="00D52CEB">
        <w:t>ften</w:t>
      </w:r>
    </w:p>
    <w:p w14:paraId="19143791" w14:textId="7AA6290F" w:rsidR="005E1468" w:rsidRPr="0005111F" w:rsidRDefault="005E1468" w:rsidP="00D52CEB">
      <w:pPr>
        <w:pStyle w:val="berschrift3"/>
      </w:pPr>
      <w:r w:rsidRPr="00D129AE">
        <w:t xml:space="preserve">Motiv I: </w:t>
      </w:r>
      <w:r w:rsidR="004079FE">
        <w:t>0</w:t>
      </w:r>
      <w:r w:rsidR="00D6223C">
        <w:t>1</w:t>
      </w:r>
      <w:r w:rsidRPr="00D129AE">
        <w:t>_</w:t>
      </w:r>
      <w:r w:rsidR="004079FE">
        <w:t>PH</w:t>
      </w:r>
      <w:r w:rsidR="00D52CEB">
        <w:t>OE</w:t>
      </w:r>
      <w:r w:rsidR="004079FE">
        <w:t>NIXWERK_</w:t>
      </w:r>
      <w:r w:rsidR="00D6223C">
        <w:t>Sued-Ost</w:t>
      </w:r>
      <w:r w:rsidRPr="00D129AE">
        <w:t xml:space="preserve">.jpg </w:t>
      </w:r>
      <w:r w:rsidR="004079FE">
        <w:br/>
        <w:t xml:space="preserve">Bildquelle: </w:t>
      </w:r>
      <w:r w:rsidR="004079FE" w:rsidRPr="004079FE">
        <w:t>SHA Scheffler Helbich Architekten /v-cube</w:t>
      </w:r>
    </w:p>
    <w:p w14:paraId="0CAF5A35" w14:textId="0AA6C498" w:rsidR="00D6223C" w:rsidRPr="00D129AE" w:rsidRDefault="00D6223C" w:rsidP="005E1468">
      <w:r>
        <w:t>In einem ehemaligen Zechengelände entsteht derzeit das Dortmunder P</w:t>
      </w:r>
      <w:r w:rsidR="00D52CEB">
        <w:t>hoenix</w:t>
      </w:r>
      <w:r>
        <w:t xml:space="preserve">WERK, ein Büroensemble mit </w:t>
      </w:r>
      <w:r w:rsidR="00DD7CB0">
        <w:t>gestalterischem</w:t>
      </w:r>
      <w:r>
        <w:t xml:space="preserve"> Bezug zum historischen Umfeld.</w:t>
      </w:r>
    </w:p>
    <w:p w14:paraId="3B558867" w14:textId="45E2D93D" w:rsidR="005E1468" w:rsidRDefault="005E1468" w:rsidP="005E1468"/>
    <w:p w14:paraId="5B5EAB7C" w14:textId="7F0E226E" w:rsidR="005E1468" w:rsidRPr="00D52CEB" w:rsidRDefault="005E1468" w:rsidP="005E1468">
      <w:pPr>
        <w:rPr>
          <w:bCs/>
          <w:i/>
          <w:lang w:val="en-GB"/>
        </w:rPr>
      </w:pPr>
      <w:r w:rsidRPr="00D52CEB">
        <w:rPr>
          <w:bCs/>
          <w:i/>
          <w:lang w:val="en-GB"/>
        </w:rPr>
        <w:t xml:space="preserve">Motiv II: </w:t>
      </w:r>
      <w:r w:rsidR="004079FE" w:rsidRPr="00D52CEB">
        <w:rPr>
          <w:bCs/>
          <w:i/>
          <w:lang w:val="en-GB"/>
        </w:rPr>
        <w:t>0</w:t>
      </w:r>
      <w:r w:rsidR="00D6223C" w:rsidRPr="00D52CEB">
        <w:rPr>
          <w:bCs/>
          <w:i/>
          <w:lang w:val="en-GB"/>
        </w:rPr>
        <w:t>3</w:t>
      </w:r>
      <w:r w:rsidR="004079FE" w:rsidRPr="00D52CEB">
        <w:rPr>
          <w:bCs/>
          <w:i/>
          <w:lang w:val="en-GB"/>
        </w:rPr>
        <w:t>_PH</w:t>
      </w:r>
      <w:r w:rsidR="00D52CEB" w:rsidRPr="00D52CEB">
        <w:rPr>
          <w:bCs/>
          <w:i/>
          <w:lang w:val="en-GB"/>
        </w:rPr>
        <w:t>OE</w:t>
      </w:r>
      <w:r w:rsidR="004079FE" w:rsidRPr="00D52CEB">
        <w:rPr>
          <w:bCs/>
          <w:i/>
          <w:lang w:val="en-GB"/>
        </w:rPr>
        <w:t>NIXWERK_</w:t>
      </w:r>
      <w:r w:rsidR="00D6223C" w:rsidRPr="00D52CEB">
        <w:rPr>
          <w:bCs/>
          <w:i/>
          <w:lang w:val="en-GB"/>
        </w:rPr>
        <w:t>Sued-West</w:t>
      </w:r>
      <w:r w:rsidRPr="00D52CEB">
        <w:rPr>
          <w:bCs/>
          <w:i/>
          <w:lang w:val="en-GB"/>
        </w:rPr>
        <w:t xml:space="preserve">.jpg </w:t>
      </w:r>
    </w:p>
    <w:p w14:paraId="0885F012" w14:textId="77777777" w:rsidR="004079FE" w:rsidRPr="00D129AE" w:rsidRDefault="004079FE" w:rsidP="004079FE">
      <w:pPr>
        <w:rPr>
          <w:bCs/>
          <w:i/>
        </w:rPr>
      </w:pPr>
      <w:r>
        <w:rPr>
          <w:bCs/>
          <w:i/>
        </w:rPr>
        <w:t xml:space="preserve">Bildquelle: </w:t>
      </w:r>
      <w:r w:rsidRPr="004079FE">
        <w:rPr>
          <w:bCs/>
          <w:i/>
        </w:rPr>
        <w:t>SHA Scheffler Helbich Architekten /v-cube</w:t>
      </w:r>
    </w:p>
    <w:p w14:paraId="59E5AC9B" w14:textId="474C8C08" w:rsidR="005E1468" w:rsidRPr="00D129AE" w:rsidRDefault="00D6223C" w:rsidP="005E1468">
      <w:r>
        <w:rPr>
          <w:rFonts w:cs="Arial"/>
          <w:szCs w:val="20"/>
        </w:rPr>
        <w:t>Dem hochwertigen Design entsprechend, kommen im P</w:t>
      </w:r>
      <w:r w:rsidR="00D52CEB">
        <w:rPr>
          <w:rFonts w:cs="Arial"/>
          <w:szCs w:val="20"/>
        </w:rPr>
        <w:t>hoenix</w:t>
      </w:r>
      <w:r>
        <w:rPr>
          <w:rFonts w:cs="Arial"/>
          <w:szCs w:val="20"/>
        </w:rPr>
        <w:t xml:space="preserve">WERK Aluminiumfenster </w:t>
      </w:r>
      <w:r w:rsidR="00363D11">
        <w:rPr>
          <w:rFonts w:cs="Arial"/>
          <w:szCs w:val="20"/>
        </w:rPr>
        <w:t xml:space="preserve">von </w:t>
      </w:r>
      <w:r>
        <w:rPr>
          <w:rFonts w:cs="Arial"/>
          <w:szCs w:val="20"/>
        </w:rPr>
        <w:t xml:space="preserve">heroal </w:t>
      </w:r>
      <w:r w:rsidR="00EA1094">
        <w:rPr>
          <w:rFonts w:cs="Arial"/>
          <w:szCs w:val="20"/>
        </w:rPr>
        <w:t xml:space="preserve">mit Beschlagtechnik von SIEGENIA </w:t>
      </w:r>
      <w:r>
        <w:rPr>
          <w:rFonts w:cs="Arial"/>
          <w:szCs w:val="20"/>
        </w:rPr>
        <w:t xml:space="preserve">zum Einsatz. </w:t>
      </w:r>
    </w:p>
    <w:p w14:paraId="5B1B9A1D" w14:textId="77777777" w:rsidR="005E1468" w:rsidRDefault="005E1468" w:rsidP="005E1468"/>
    <w:p w14:paraId="305E5E3E" w14:textId="7A54AD39" w:rsidR="00D92B2B" w:rsidRPr="00D129AE" w:rsidRDefault="00D92B2B" w:rsidP="00D92B2B">
      <w:pPr>
        <w:rPr>
          <w:bCs/>
          <w:i/>
        </w:rPr>
      </w:pPr>
      <w:r w:rsidRPr="00D129AE">
        <w:rPr>
          <w:bCs/>
          <w:i/>
        </w:rPr>
        <w:t xml:space="preserve">Motiv </w:t>
      </w:r>
      <w:r w:rsidR="00B1138A">
        <w:rPr>
          <w:bCs/>
          <w:i/>
        </w:rPr>
        <w:t>I</w:t>
      </w:r>
      <w:r w:rsidR="00DD7CB0">
        <w:rPr>
          <w:bCs/>
          <w:i/>
        </w:rPr>
        <w:t>II</w:t>
      </w:r>
      <w:r w:rsidRPr="00D129AE">
        <w:rPr>
          <w:bCs/>
          <w:i/>
        </w:rPr>
        <w:t xml:space="preserve">: </w:t>
      </w:r>
      <w:r>
        <w:rPr>
          <w:bCs/>
          <w:i/>
        </w:rPr>
        <w:t>heroal</w:t>
      </w:r>
      <w:r w:rsidRPr="00D129AE">
        <w:rPr>
          <w:bCs/>
          <w:i/>
        </w:rPr>
        <w:t>_</w:t>
      </w:r>
      <w:r>
        <w:rPr>
          <w:bCs/>
          <w:i/>
        </w:rPr>
        <w:t>W</w:t>
      </w:r>
      <w:r w:rsidR="00B1138A">
        <w:rPr>
          <w:bCs/>
          <w:i/>
        </w:rPr>
        <w:t>F 100 i innen</w:t>
      </w:r>
      <w:r w:rsidRPr="00D129AE">
        <w:rPr>
          <w:bCs/>
          <w:i/>
        </w:rPr>
        <w:t xml:space="preserve">.jpg </w:t>
      </w:r>
    </w:p>
    <w:p w14:paraId="2F5250BC" w14:textId="0780F85F" w:rsidR="00D92B2B" w:rsidRPr="004079FE" w:rsidRDefault="00D92B2B" w:rsidP="00D92B2B">
      <w:pPr>
        <w:rPr>
          <w:bCs/>
          <w:i/>
        </w:rPr>
      </w:pPr>
      <w:r w:rsidRPr="004079FE">
        <w:rPr>
          <w:bCs/>
          <w:i/>
        </w:rPr>
        <w:t xml:space="preserve">Bildquelle: </w:t>
      </w:r>
      <w:r>
        <w:rPr>
          <w:bCs/>
          <w:i/>
        </w:rPr>
        <w:t>heroal</w:t>
      </w:r>
    </w:p>
    <w:p w14:paraId="425B944A" w14:textId="5736B478" w:rsidR="00D92B2B" w:rsidRDefault="00EA1094" w:rsidP="00D92B2B">
      <w:pPr>
        <w:rPr>
          <w:rFonts w:cs="Arial"/>
          <w:szCs w:val="20"/>
        </w:rPr>
      </w:pPr>
      <w:r>
        <w:rPr>
          <w:rFonts w:cs="Arial"/>
          <w:szCs w:val="20"/>
        </w:rPr>
        <w:t xml:space="preserve">Im Fenstersystem WF 100 i von heroal unterstützt der verdeckt liegende Beschlag ALU axxent PLUS von SIEGENIA die klare Linienführung </w:t>
      </w:r>
      <w:r w:rsidR="00363D11">
        <w:rPr>
          <w:rFonts w:cs="Arial"/>
          <w:szCs w:val="20"/>
        </w:rPr>
        <w:t>der modernen Architektur</w:t>
      </w:r>
      <w:r>
        <w:rPr>
          <w:rFonts w:cs="Arial"/>
          <w:szCs w:val="20"/>
        </w:rPr>
        <w:t>.</w:t>
      </w:r>
    </w:p>
    <w:p w14:paraId="207AB30D" w14:textId="77777777" w:rsidR="00EA1094" w:rsidRDefault="00EA1094" w:rsidP="00D92B2B"/>
    <w:p w14:paraId="1AFE2159" w14:textId="0310A281" w:rsidR="004079FE" w:rsidRPr="00D129AE" w:rsidRDefault="004079FE" w:rsidP="004079FE">
      <w:pPr>
        <w:rPr>
          <w:bCs/>
          <w:i/>
        </w:rPr>
      </w:pPr>
      <w:r w:rsidRPr="00D129AE">
        <w:rPr>
          <w:bCs/>
          <w:i/>
        </w:rPr>
        <w:t xml:space="preserve">Motiv </w:t>
      </w:r>
      <w:r w:rsidR="00DD7CB0">
        <w:rPr>
          <w:bCs/>
          <w:i/>
        </w:rPr>
        <w:t>I</w:t>
      </w:r>
      <w:r w:rsidR="00D64B2A">
        <w:rPr>
          <w:bCs/>
          <w:i/>
        </w:rPr>
        <w:t>V</w:t>
      </w:r>
      <w:r w:rsidRPr="00D129AE">
        <w:rPr>
          <w:bCs/>
          <w:i/>
        </w:rPr>
        <w:t>: SI</w:t>
      </w:r>
      <w:r>
        <w:rPr>
          <w:bCs/>
          <w:i/>
        </w:rPr>
        <w:t>E</w:t>
      </w:r>
      <w:r w:rsidRPr="00D129AE">
        <w:rPr>
          <w:bCs/>
          <w:i/>
        </w:rPr>
        <w:t>_</w:t>
      </w:r>
      <w:r w:rsidR="00D64B2A">
        <w:rPr>
          <w:bCs/>
          <w:i/>
        </w:rPr>
        <w:t>ALU axxent PLUS_Fensterelement</w:t>
      </w:r>
      <w:r w:rsidRPr="00D129AE">
        <w:rPr>
          <w:bCs/>
          <w:i/>
        </w:rPr>
        <w:t xml:space="preserve">.jpg </w:t>
      </w:r>
    </w:p>
    <w:p w14:paraId="3AB20C1F" w14:textId="77777777" w:rsidR="004079FE" w:rsidRPr="004079FE" w:rsidRDefault="004079FE" w:rsidP="004079FE">
      <w:pPr>
        <w:rPr>
          <w:bCs/>
          <w:i/>
        </w:rPr>
      </w:pPr>
      <w:r w:rsidRPr="004079FE">
        <w:rPr>
          <w:bCs/>
          <w:i/>
        </w:rPr>
        <w:t>Bildquelle: SIEGENIA</w:t>
      </w:r>
    </w:p>
    <w:p w14:paraId="4CF42247" w14:textId="6AD022E1" w:rsidR="008D7633" w:rsidRDefault="00D64B2A" w:rsidP="008D7633">
      <w:r>
        <w:t>Wertiger Gesamteindruck im P</w:t>
      </w:r>
      <w:r w:rsidR="00D52CEB">
        <w:t>hoenix</w:t>
      </w:r>
      <w:r>
        <w:t xml:space="preserve">WERK: Die verdeckt liegende Optik des ALU axxent PLUS erfüllt höchste Ansprüche an Ästhetik und Design.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74FF044" w14:textId="77777777" w:rsidTr="0044187A">
        <w:tc>
          <w:tcPr>
            <w:tcW w:w="3348" w:type="dxa"/>
            <w:tcBorders>
              <w:top w:val="nil"/>
              <w:left w:val="nil"/>
              <w:bottom w:val="nil"/>
              <w:right w:val="nil"/>
            </w:tcBorders>
          </w:tcPr>
          <w:p w14:paraId="5B79DF6F" w14:textId="77777777" w:rsidR="008D7633" w:rsidRPr="0044187A" w:rsidRDefault="008D7633" w:rsidP="007A5EB4">
            <w:pPr>
              <w:pStyle w:val="Formatvorlage2"/>
              <w:rPr>
                <w:u w:val="single"/>
              </w:rPr>
            </w:pPr>
            <w:r w:rsidRPr="0044187A">
              <w:rPr>
                <w:u w:val="single"/>
              </w:rPr>
              <w:lastRenderedPageBreak/>
              <w:t>Herausgeber</w:t>
            </w:r>
          </w:p>
          <w:p w14:paraId="6D7D8275" w14:textId="77777777" w:rsidR="008D7633" w:rsidRDefault="008D7633" w:rsidP="007A5EB4">
            <w:pPr>
              <w:pStyle w:val="Formatvorlage2"/>
            </w:pPr>
            <w:r>
              <w:t xml:space="preserve">SIEGENIA </w:t>
            </w:r>
            <w:r w:rsidR="00486878">
              <w:t>GRUPPE</w:t>
            </w:r>
          </w:p>
          <w:p w14:paraId="0302BA3E" w14:textId="77777777" w:rsidR="008D7633" w:rsidRDefault="008D7633" w:rsidP="007A5EB4">
            <w:pPr>
              <w:pStyle w:val="Formatvorlage2"/>
            </w:pPr>
            <w:r>
              <w:t>Marketing-Kommunikation</w:t>
            </w:r>
          </w:p>
          <w:p w14:paraId="1AAF9A31" w14:textId="77777777" w:rsidR="008D7633" w:rsidRDefault="008D7633" w:rsidP="007A5EB4">
            <w:pPr>
              <w:pStyle w:val="Formatvorlage2"/>
            </w:pPr>
            <w:r>
              <w:t>Industriestraße 1</w:t>
            </w:r>
            <w:r w:rsidR="000D0C02">
              <w:t>-</w:t>
            </w:r>
            <w:r>
              <w:t>3</w:t>
            </w:r>
          </w:p>
          <w:p w14:paraId="5DBB1016" w14:textId="77777777" w:rsidR="008D7633" w:rsidRDefault="008D7633" w:rsidP="007A5EB4">
            <w:pPr>
              <w:pStyle w:val="Formatvorlage2"/>
            </w:pPr>
            <w:r>
              <w:t>D - 57234 Wilnsdorf</w:t>
            </w:r>
          </w:p>
          <w:p w14:paraId="6C64F501" w14:textId="77777777" w:rsidR="008D7633" w:rsidRDefault="00FD182E" w:rsidP="007A5EB4">
            <w:pPr>
              <w:pStyle w:val="Formatvorlage2"/>
            </w:pPr>
            <w:r>
              <w:t xml:space="preserve">Tel.: </w:t>
            </w:r>
            <w:r w:rsidR="008D7633">
              <w:t>+49 271</w:t>
            </w:r>
            <w:r w:rsidR="0088698F">
              <w:t xml:space="preserve"> </w:t>
            </w:r>
            <w:r>
              <w:t>39</w:t>
            </w:r>
            <w:r w:rsidR="008D7633">
              <w:t>31-412</w:t>
            </w:r>
          </w:p>
          <w:p w14:paraId="78181F78" w14:textId="77777777" w:rsidR="008D7633" w:rsidRDefault="008D7633" w:rsidP="007A5EB4">
            <w:pPr>
              <w:pStyle w:val="Formatvorlage2"/>
            </w:pPr>
            <w:r>
              <w:t>Fax: +49 271</w:t>
            </w:r>
            <w:r w:rsidR="0088698F">
              <w:t xml:space="preserve"> </w:t>
            </w:r>
            <w:r>
              <w:t>3931-77412</w:t>
            </w:r>
          </w:p>
          <w:p w14:paraId="507C4564"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4A7EDE7A" w14:textId="77777777" w:rsidR="002E59D6" w:rsidRDefault="00510191" w:rsidP="007A5EB4">
            <w:pPr>
              <w:pStyle w:val="Formatvorlage2"/>
            </w:pPr>
            <w:r>
              <w:t>www.siegenia</w:t>
            </w:r>
            <w:r w:rsidR="008D7633">
              <w:t>.</w:t>
            </w:r>
            <w:r>
              <w:t>com</w:t>
            </w:r>
          </w:p>
          <w:p w14:paraId="0029BD4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C4FD151" w14:textId="77777777" w:rsidR="008D7633" w:rsidRPr="0044187A" w:rsidRDefault="008D7633" w:rsidP="007A5EB4">
            <w:pPr>
              <w:pStyle w:val="Formatvorlage2"/>
              <w:rPr>
                <w:u w:val="single"/>
              </w:rPr>
            </w:pPr>
            <w:r w:rsidRPr="0044187A">
              <w:rPr>
                <w:u w:val="single"/>
              </w:rPr>
              <w:t>Redaktion / Ansprechpartner</w:t>
            </w:r>
          </w:p>
          <w:p w14:paraId="7D1DFFEB" w14:textId="77777777" w:rsidR="008D7633" w:rsidRDefault="008D7633" w:rsidP="007A5EB4">
            <w:pPr>
              <w:pStyle w:val="Formatvorlage2"/>
            </w:pPr>
            <w:r>
              <w:t>Kemper Kommunikation</w:t>
            </w:r>
          </w:p>
          <w:p w14:paraId="02EFCD64" w14:textId="77777777" w:rsidR="008D7633" w:rsidRPr="00C33A1F" w:rsidRDefault="008D7633" w:rsidP="007A5EB4">
            <w:pPr>
              <w:pStyle w:val="Formatvorlage2"/>
            </w:pPr>
            <w:r>
              <w:t xml:space="preserve">Kirsten </w:t>
            </w:r>
            <w:r w:rsidRPr="00C33A1F">
              <w:t xml:space="preserve">Kemper </w:t>
            </w:r>
          </w:p>
          <w:p w14:paraId="44A721E9" w14:textId="087BF5E9" w:rsidR="008D7633" w:rsidRPr="00C33A1F" w:rsidRDefault="00CC5C1C" w:rsidP="007A5EB4">
            <w:pPr>
              <w:pStyle w:val="Formatvorlage2"/>
            </w:pPr>
            <w:r>
              <w:t>Am Milchbornbach</w:t>
            </w:r>
            <w:r w:rsidR="008D7633" w:rsidRPr="00C33A1F">
              <w:t xml:space="preserve"> </w:t>
            </w:r>
            <w:r>
              <w:t>10</w:t>
            </w:r>
          </w:p>
          <w:p w14:paraId="7C97B5AD" w14:textId="6C7FE0D3" w:rsidR="008D7633" w:rsidRPr="00C33A1F" w:rsidRDefault="008D7633" w:rsidP="007A5EB4">
            <w:pPr>
              <w:pStyle w:val="Formatvorlage2"/>
            </w:pPr>
            <w:r>
              <w:t xml:space="preserve">D - </w:t>
            </w:r>
            <w:r w:rsidRPr="00C33A1F">
              <w:t>51</w:t>
            </w:r>
            <w:r w:rsidR="00CC5C1C">
              <w:t>429</w:t>
            </w:r>
            <w:r w:rsidRPr="00C33A1F">
              <w:t xml:space="preserve"> </w:t>
            </w:r>
            <w:r w:rsidR="00CC5C1C">
              <w:t>Bergisch Gladbach</w:t>
            </w:r>
            <w:r w:rsidRPr="00C33A1F">
              <w:t xml:space="preserve"> </w:t>
            </w:r>
            <w:r w:rsidRPr="00C33A1F">
              <w:br/>
              <w:t xml:space="preserve">Tel.: </w:t>
            </w:r>
            <w:r>
              <w:t xml:space="preserve">+49 </w:t>
            </w:r>
            <w:r w:rsidRPr="00C33A1F">
              <w:t>22</w:t>
            </w:r>
            <w:r w:rsidR="00CC5C1C">
              <w:t>04 9644808</w:t>
            </w:r>
          </w:p>
          <w:p w14:paraId="63219D44" w14:textId="77777777" w:rsidR="008D7633" w:rsidRPr="00CC5C1C" w:rsidRDefault="0088698F" w:rsidP="007A5EB4">
            <w:pPr>
              <w:pStyle w:val="Formatvorlage2"/>
            </w:pPr>
            <w:r w:rsidRPr="00CC5C1C">
              <w:t>E</w:t>
            </w:r>
            <w:r w:rsidR="008D7633" w:rsidRPr="00CC5C1C">
              <w:t>-Mail: info@kemper-kommunikation.de</w:t>
            </w:r>
          </w:p>
          <w:p w14:paraId="1B9B1771" w14:textId="77777777" w:rsidR="008D7633" w:rsidRDefault="00716BDB" w:rsidP="007A5EB4">
            <w:pPr>
              <w:pStyle w:val="Formatvorlage2"/>
            </w:pPr>
            <w:r w:rsidRPr="004333E8">
              <w:t>www.kemper-kommunikation.de</w:t>
            </w:r>
          </w:p>
          <w:p w14:paraId="27DF0672" w14:textId="77777777" w:rsidR="00716BDB" w:rsidRPr="003F183E" w:rsidRDefault="00716BDB" w:rsidP="007A5EB4">
            <w:pPr>
              <w:pStyle w:val="Formatvorlage2"/>
            </w:pPr>
          </w:p>
        </w:tc>
        <w:tc>
          <w:tcPr>
            <w:tcW w:w="1800" w:type="dxa"/>
            <w:tcBorders>
              <w:top w:val="nil"/>
              <w:left w:val="nil"/>
              <w:bottom w:val="nil"/>
              <w:right w:val="nil"/>
            </w:tcBorders>
          </w:tcPr>
          <w:p w14:paraId="32070654" w14:textId="77777777" w:rsidR="008D7633" w:rsidRPr="0044187A" w:rsidRDefault="008D7633" w:rsidP="007A5EB4">
            <w:pPr>
              <w:pStyle w:val="Formatvorlage2"/>
              <w:rPr>
                <w:u w:val="single"/>
              </w:rPr>
            </w:pPr>
            <w:r w:rsidRPr="0044187A">
              <w:rPr>
                <w:u w:val="single"/>
              </w:rPr>
              <w:t>Text - Info</w:t>
            </w:r>
          </w:p>
          <w:p w14:paraId="528A7FDC" w14:textId="027A9D80" w:rsidR="008D7633" w:rsidRPr="00C33A1F" w:rsidRDefault="008D7633" w:rsidP="007A5EB4">
            <w:pPr>
              <w:pStyle w:val="Formatvorlage2"/>
            </w:pPr>
            <w:r w:rsidRPr="00C33A1F">
              <w:t xml:space="preserve">Seiten: </w:t>
            </w:r>
            <w:r w:rsidR="00DD7CB0">
              <w:t>2</w:t>
            </w:r>
          </w:p>
          <w:p w14:paraId="2657EF5E" w14:textId="7967F24A" w:rsidR="008D7633" w:rsidRPr="00C33A1F" w:rsidRDefault="008D7633" w:rsidP="007A5EB4">
            <w:pPr>
              <w:pStyle w:val="Formatvorlage2"/>
            </w:pPr>
            <w:r>
              <w:t xml:space="preserve">Wörter: </w:t>
            </w:r>
            <w:r w:rsidR="00CC5C1C">
              <w:t>361</w:t>
            </w:r>
          </w:p>
          <w:p w14:paraId="1686B7D3" w14:textId="6FB013A8" w:rsidR="008D7633" w:rsidRPr="00C33A1F" w:rsidRDefault="008D7633" w:rsidP="007A5EB4">
            <w:pPr>
              <w:pStyle w:val="Formatvorlage2"/>
            </w:pPr>
            <w:r w:rsidRPr="00C33A1F">
              <w:t xml:space="preserve">Zeichen: </w:t>
            </w:r>
            <w:r w:rsidR="00DD7CB0">
              <w:t>2</w:t>
            </w:r>
            <w:r w:rsidR="004A7E27">
              <w:t xml:space="preserve"> </w:t>
            </w:r>
            <w:r w:rsidR="00DD7CB0">
              <w:t>8</w:t>
            </w:r>
            <w:r w:rsidR="00CC5C1C">
              <w:t>47</w:t>
            </w:r>
            <w:bookmarkStart w:id="0" w:name="_GoBack"/>
            <w:bookmarkEnd w:id="0"/>
            <w:r w:rsidRPr="00C33A1F">
              <w:br/>
              <w:t>(mit Leerzeichen)</w:t>
            </w:r>
          </w:p>
          <w:p w14:paraId="4946E8DA" w14:textId="77777777" w:rsidR="008D7633" w:rsidRDefault="008D7633" w:rsidP="007A5EB4">
            <w:pPr>
              <w:pStyle w:val="Formatvorlage2"/>
            </w:pPr>
          </w:p>
          <w:p w14:paraId="405FCCCF" w14:textId="3BA4D318" w:rsidR="008D7633" w:rsidRPr="00C33A1F" w:rsidRDefault="008D7633" w:rsidP="007A5EB4">
            <w:pPr>
              <w:pStyle w:val="Formatvorlage2"/>
            </w:pPr>
            <w:r w:rsidRPr="00FE5F93">
              <w:t xml:space="preserve">erstellt am: </w:t>
            </w:r>
            <w:r w:rsidR="00CC5C1C">
              <w:t>09</w:t>
            </w:r>
            <w:r w:rsidRPr="00FE5F93">
              <w:t>.</w:t>
            </w:r>
            <w:r w:rsidR="00CC5C1C">
              <w:t>0</w:t>
            </w:r>
            <w:r w:rsidR="004F6570" w:rsidRPr="00FE5F93">
              <w:t>1</w:t>
            </w:r>
            <w:r w:rsidRPr="00FE5F93">
              <w:t>.20</w:t>
            </w:r>
            <w:r w:rsidR="00CC5C1C">
              <w:t>20</w:t>
            </w:r>
          </w:p>
          <w:p w14:paraId="36410455" w14:textId="77777777" w:rsidR="008D7633" w:rsidRPr="0044187A" w:rsidRDefault="008D7633" w:rsidP="007A5EB4">
            <w:pPr>
              <w:pStyle w:val="Formatvorlage2"/>
              <w:rPr>
                <w:szCs w:val="20"/>
              </w:rPr>
            </w:pPr>
          </w:p>
        </w:tc>
      </w:tr>
      <w:tr w:rsidR="008D7633" w:rsidRPr="0044187A" w14:paraId="23C6CC04" w14:textId="77777777" w:rsidTr="0044187A">
        <w:tc>
          <w:tcPr>
            <w:tcW w:w="8208" w:type="dxa"/>
            <w:gridSpan w:val="3"/>
            <w:tcBorders>
              <w:top w:val="nil"/>
              <w:left w:val="nil"/>
              <w:bottom w:val="nil"/>
              <w:right w:val="nil"/>
            </w:tcBorders>
          </w:tcPr>
          <w:p w14:paraId="50C1542B" w14:textId="77777777" w:rsidR="008D7633" w:rsidRPr="003F183E" w:rsidRDefault="008D7633" w:rsidP="007A5EB4">
            <w:pPr>
              <w:pStyle w:val="Formatvorlage2"/>
            </w:pPr>
            <w:r w:rsidRPr="003F183E">
              <w:t>Bei Veröffentlichung von Bild- oder Textmaterial bitten wir um Zusendung eines Belegexemplars.</w:t>
            </w:r>
          </w:p>
        </w:tc>
      </w:tr>
    </w:tbl>
    <w:p w14:paraId="1C8D797E" w14:textId="77777777" w:rsidR="00AD7B27" w:rsidRPr="0038499F" w:rsidRDefault="00AD7B27" w:rsidP="008D7633">
      <w:pPr>
        <w:rPr>
          <w:szCs w:val="20"/>
        </w:rPr>
      </w:pPr>
    </w:p>
    <w:sectPr w:rsidR="00AD7B27" w:rsidRPr="0038499F" w:rsidSect="00B65D77">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A273C" w14:textId="77777777" w:rsidR="00B52A4B" w:rsidRDefault="00B52A4B">
      <w:r>
        <w:separator/>
      </w:r>
    </w:p>
  </w:endnote>
  <w:endnote w:type="continuationSeparator" w:id="0">
    <w:p w14:paraId="04BFC0E9" w14:textId="77777777" w:rsidR="00B52A4B" w:rsidRDefault="00B5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ira Sans UltraLight">
    <w:altName w:val="Calibri"/>
    <w:panose1 w:val="00000000000000000000"/>
    <w:charset w:val="00"/>
    <w:family w:val="swiss"/>
    <w:notTrueType/>
    <w:pitch w:val="default"/>
    <w:sig w:usb0="00000003" w:usb1="00000000" w:usb2="00000000" w:usb3="00000000" w:csb0="00000001" w:csb1="00000000"/>
  </w:font>
  <w:font w:name="Fira Sans Extra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A59E4" w14:textId="77777777" w:rsidR="009A7C64" w:rsidRDefault="009A7C64"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3FC4E" w14:textId="77777777" w:rsidR="00B52A4B" w:rsidRDefault="00B52A4B">
      <w:r>
        <w:separator/>
      </w:r>
    </w:p>
  </w:footnote>
  <w:footnote w:type="continuationSeparator" w:id="0">
    <w:p w14:paraId="61D5296F" w14:textId="77777777" w:rsidR="00B52A4B" w:rsidRDefault="00B5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8495E" w14:textId="77777777" w:rsidR="009A7C64" w:rsidRDefault="009A7C64">
    <w:pPr>
      <w:pStyle w:val="Kopfzeile"/>
    </w:pPr>
    <w:r>
      <w:rPr>
        <w:noProof/>
      </w:rPr>
      <w:drawing>
        <wp:anchor distT="0" distB="0" distL="114300" distR="114300" simplePos="0" relativeHeight="251657728" behindDoc="1" locked="0" layoutInCell="1" allowOverlap="1" wp14:anchorId="077D5424" wp14:editId="6E119968">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7515"/>
    <w:multiLevelType w:val="hybridMultilevel"/>
    <w:tmpl w:val="E0BE6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050A06"/>
    <w:multiLevelType w:val="hybridMultilevel"/>
    <w:tmpl w:val="8116A0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A66121F"/>
    <w:multiLevelType w:val="hybridMultilevel"/>
    <w:tmpl w:val="E91EDA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6B7B37"/>
    <w:multiLevelType w:val="hybridMultilevel"/>
    <w:tmpl w:val="948E82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28FD1C78"/>
    <w:multiLevelType w:val="hybridMultilevel"/>
    <w:tmpl w:val="608AE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483219"/>
    <w:multiLevelType w:val="hybridMultilevel"/>
    <w:tmpl w:val="3BBCE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5B1B72"/>
    <w:multiLevelType w:val="hybridMultilevel"/>
    <w:tmpl w:val="98B0089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E058BB"/>
    <w:multiLevelType w:val="multilevel"/>
    <w:tmpl w:val="A82A05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9AE73A0"/>
    <w:multiLevelType w:val="hybridMultilevel"/>
    <w:tmpl w:val="1D9AF6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B974C68"/>
    <w:multiLevelType w:val="hybridMultilevel"/>
    <w:tmpl w:val="08B68E9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5797510"/>
    <w:multiLevelType w:val="hybridMultilevel"/>
    <w:tmpl w:val="82240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7"/>
  </w:num>
  <w:num w:numId="5">
    <w:abstractNumId w:val="0"/>
  </w:num>
  <w:num w:numId="6">
    <w:abstractNumId w:val="8"/>
  </w:num>
  <w:num w:numId="7">
    <w:abstractNumId w:val="12"/>
  </w:num>
  <w:num w:numId="8">
    <w:abstractNumId w:val="10"/>
  </w:num>
  <w:num w:numId="9">
    <w:abstractNumId w:val="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 w:numId="13">
    <w:abstractNumId w:val="13"/>
  </w:num>
  <w:num w:numId="14">
    <w:abstractNumId w:val="1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CA2"/>
    <w:rsid w:val="0000246D"/>
    <w:rsid w:val="000024D9"/>
    <w:rsid w:val="00003256"/>
    <w:rsid w:val="0001449A"/>
    <w:rsid w:val="0001520C"/>
    <w:rsid w:val="00026907"/>
    <w:rsid w:val="00040EBF"/>
    <w:rsid w:val="00046A0B"/>
    <w:rsid w:val="0005111F"/>
    <w:rsid w:val="00064165"/>
    <w:rsid w:val="000675C7"/>
    <w:rsid w:val="00072C6C"/>
    <w:rsid w:val="00090045"/>
    <w:rsid w:val="00095303"/>
    <w:rsid w:val="000A1DF0"/>
    <w:rsid w:val="000A5CA3"/>
    <w:rsid w:val="000B300A"/>
    <w:rsid w:val="000C397F"/>
    <w:rsid w:val="000C5995"/>
    <w:rsid w:val="000D0C02"/>
    <w:rsid w:val="000D2A27"/>
    <w:rsid w:val="000D4874"/>
    <w:rsid w:val="000E424C"/>
    <w:rsid w:val="000F2936"/>
    <w:rsid w:val="000F565C"/>
    <w:rsid w:val="000F67C4"/>
    <w:rsid w:val="001025BB"/>
    <w:rsid w:val="0010792E"/>
    <w:rsid w:val="001128F1"/>
    <w:rsid w:val="00122F20"/>
    <w:rsid w:val="0013684E"/>
    <w:rsid w:val="00137BD1"/>
    <w:rsid w:val="00145B48"/>
    <w:rsid w:val="00147D97"/>
    <w:rsid w:val="001529E6"/>
    <w:rsid w:val="00156B0C"/>
    <w:rsid w:val="00166476"/>
    <w:rsid w:val="00166FB7"/>
    <w:rsid w:val="001679CF"/>
    <w:rsid w:val="00171C51"/>
    <w:rsid w:val="001A6F60"/>
    <w:rsid w:val="001B7003"/>
    <w:rsid w:val="001C39FF"/>
    <w:rsid w:val="001D26E4"/>
    <w:rsid w:val="001E0780"/>
    <w:rsid w:val="001E1DA6"/>
    <w:rsid w:val="001F3432"/>
    <w:rsid w:val="002046D3"/>
    <w:rsid w:val="002103D5"/>
    <w:rsid w:val="002262EE"/>
    <w:rsid w:val="00253494"/>
    <w:rsid w:val="00254A9B"/>
    <w:rsid w:val="00255FE8"/>
    <w:rsid w:val="00272508"/>
    <w:rsid w:val="002769DE"/>
    <w:rsid w:val="002775EE"/>
    <w:rsid w:val="002819C3"/>
    <w:rsid w:val="002A202C"/>
    <w:rsid w:val="002A7F37"/>
    <w:rsid w:val="002B1F95"/>
    <w:rsid w:val="002C00E2"/>
    <w:rsid w:val="002C36FE"/>
    <w:rsid w:val="002C5A66"/>
    <w:rsid w:val="002C6D41"/>
    <w:rsid w:val="002E48B5"/>
    <w:rsid w:val="002E59D6"/>
    <w:rsid w:val="002F18BB"/>
    <w:rsid w:val="002F466F"/>
    <w:rsid w:val="003028C6"/>
    <w:rsid w:val="003105C4"/>
    <w:rsid w:val="0031150D"/>
    <w:rsid w:val="00311705"/>
    <w:rsid w:val="003136F5"/>
    <w:rsid w:val="00313D22"/>
    <w:rsid w:val="00324F84"/>
    <w:rsid w:val="00326D36"/>
    <w:rsid w:val="00326F7E"/>
    <w:rsid w:val="00347D73"/>
    <w:rsid w:val="00350ACA"/>
    <w:rsid w:val="003514C3"/>
    <w:rsid w:val="00352B86"/>
    <w:rsid w:val="00357C43"/>
    <w:rsid w:val="00363D11"/>
    <w:rsid w:val="003645DE"/>
    <w:rsid w:val="00364DEF"/>
    <w:rsid w:val="00375A48"/>
    <w:rsid w:val="0038244F"/>
    <w:rsid w:val="0038276B"/>
    <w:rsid w:val="0038499F"/>
    <w:rsid w:val="0038675F"/>
    <w:rsid w:val="003914C5"/>
    <w:rsid w:val="00391987"/>
    <w:rsid w:val="00392D5F"/>
    <w:rsid w:val="003A1BA5"/>
    <w:rsid w:val="003A7F48"/>
    <w:rsid w:val="003C2DA0"/>
    <w:rsid w:val="003C5748"/>
    <w:rsid w:val="003D61A2"/>
    <w:rsid w:val="003E0D26"/>
    <w:rsid w:val="003E378F"/>
    <w:rsid w:val="003F41A1"/>
    <w:rsid w:val="004058B1"/>
    <w:rsid w:val="004079FE"/>
    <w:rsid w:val="00416CCD"/>
    <w:rsid w:val="004176D4"/>
    <w:rsid w:val="00420F79"/>
    <w:rsid w:val="004333E8"/>
    <w:rsid w:val="0044187A"/>
    <w:rsid w:val="004428C5"/>
    <w:rsid w:val="00446899"/>
    <w:rsid w:val="00447689"/>
    <w:rsid w:val="0046235C"/>
    <w:rsid w:val="004629AD"/>
    <w:rsid w:val="004806AF"/>
    <w:rsid w:val="00486878"/>
    <w:rsid w:val="004A0785"/>
    <w:rsid w:val="004A300D"/>
    <w:rsid w:val="004A7E27"/>
    <w:rsid w:val="004B118A"/>
    <w:rsid w:val="004B62AB"/>
    <w:rsid w:val="004B6DAE"/>
    <w:rsid w:val="004C4FDA"/>
    <w:rsid w:val="004C503A"/>
    <w:rsid w:val="004D09BF"/>
    <w:rsid w:val="004E057A"/>
    <w:rsid w:val="004E2322"/>
    <w:rsid w:val="004E2BD7"/>
    <w:rsid w:val="004E3AF9"/>
    <w:rsid w:val="004F6570"/>
    <w:rsid w:val="00504D50"/>
    <w:rsid w:val="00510191"/>
    <w:rsid w:val="00523A31"/>
    <w:rsid w:val="005254BE"/>
    <w:rsid w:val="00532725"/>
    <w:rsid w:val="00544BA3"/>
    <w:rsid w:val="00550C00"/>
    <w:rsid w:val="00552DC0"/>
    <w:rsid w:val="0055550C"/>
    <w:rsid w:val="00563E60"/>
    <w:rsid w:val="0058724F"/>
    <w:rsid w:val="00592833"/>
    <w:rsid w:val="005A214B"/>
    <w:rsid w:val="005A3974"/>
    <w:rsid w:val="005A5DC6"/>
    <w:rsid w:val="005A6A38"/>
    <w:rsid w:val="005A7C57"/>
    <w:rsid w:val="005C1744"/>
    <w:rsid w:val="005C4331"/>
    <w:rsid w:val="005E06F2"/>
    <w:rsid w:val="005E077C"/>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45C3B"/>
    <w:rsid w:val="00656A7F"/>
    <w:rsid w:val="00656FEE"/>
    <w:rsid w:val="00667448"/>
    <w:rsid w:val="006866DF"/>
    <w:rsid w:val="00692205"/>
    <w:rsid w:val="006944D9"/>
    <w:rsid w:val="0069655B"/>
    <w:rsid w:val="006A2FD7"/>
    <w:rsid w:val="006A7184"/>
    <w:rsid w:val="006B6CD1"/>
    <w:rsid w:val="006B7979"/>
    <w:rsid w:val="006C044C"/>
    <w:rsid w:val="006C6D45"/>
    <w:rsid w:val="006D1A43"/>
    <w:rsid w:val="006E5CC8"/>
    <w:rsid w:val="00701954"/>
    <w:rsid w:val="00702FCB"/>
    <w:rsid w:val="00703943"/>
    <w:rsid w:val="007046C4"/>
    <w:rsid w:val="007148FF"/>
    <w:rsid w:val="00716BDB"/>
    <w:rsid w:val="00717456"/>
    <w:rsid w:val="007202A0"/>
    <w:rsid w:val="00726A91"/>
    <w:rsid w:val="0073024C"/>
    <w:rsid w:val="00730E66"/>
    <w:rsid w:val="007313A2"/>
    <w:rsid w:val="0073341B"/>
    <w:rsid w:val="00737DE1"/>
    <w:rsid w:val="00751517"/>
    <w:rsid w:val="00757DDE"/>
    <w:rsid w:val="00761213"/>
    <w:rsid w:val="00763101"/>
    <w:rsid w:val="00764AAC"/>
    <w:rsid w:val="0077514F"/>
    <w:rsid w:val="007871C1"/>
    <w:rsid w:val="0079193B"/>
    <w:rsid w:val="00794A4F"/>
    <w:rsid w:val="007A5EB4"/>
    <w:rsid w:val="007A6475"/>
    <w:rsid w:val="007A6E1C"/>
    <w:rsid w:val="007B0519"/>
    <w:rsid w:val="007B563C"/>
    <w:rsid w:val="007C1F0D"/>
    <w:rsid w:val="007C50D1"/>
    <w:rsid w:val="007C5C24"/>
    <w:rsid w:val="007D4678"/>
    <w:rsid w:val="007D7E9A"/>
    <w:rsid w:val="007E2B7F"/>
    <w:rsid w:val="007F3F54"/>
    <w:rsid w:val="007F43E0"/>
    <w:rsid w:val="00801D78"/>
    <w:rsid w:val="008078CF"/>
    <w:rsid w:val="00810175"/>
    <w:rsid w:val="008171AF"/>
    <w:rsid w:val="0083465B"/>
    <w:rsid w:val="008348CB"/>
    <w:rsid w:val="00835351"/>
    <w:rsid w:val="008366E0"/>
    <w:rsid w:val="008429DC"/>
    <w:rsid w:val="0085079E"/>
    <w:rsid w:val="00852D9D"/>
    <w:rsid w:val="00853823"/>
    <w:rsid w:val="00853E4A"/>
    <w:rsid w:val="00857800"/>
    <w:rsid w:val="00862CEE"/>
    <w:rsid w:val="008637EA"/>
    <w:rsid w:val="0086386E"/>
    <w:rsid w:val="00871847"/>
    <w:rsid w:val="00875525"/>
    <w:rsid w:val="008762D0"/>
    <w:rsid w:val="0088698F"/>
    <w:rsid w:val="00894ADF"/>
    <w:rsid w:val="008A6175"/>
    <w:rsid w:val="008A6F1F"/>
    <w:rsid w:val="008C09AB"/>
    <w:rsid w:val="008C3491"/>
    <w:rsid w:val="008C5079"/>
    <w:rsid w:val="008C7841"/>
    <w:rsid w:val="008D2B30"/>
    <w:rsid w:val="008D3232"/>
    <w:rsid w:val="008D7633"/>
    <w:rsid w:val="008F636C"/>
    <w:rsid w:val="00906EEC"/>
    <w:rsid w:val="00910883"/>
    <w:rsid w:val="0092580A"/>
    <w:rsid w:val="0093490C"/>
    <w:rsid w:val="00934CD7"/>
    <w:rsid w:val="0093664F"/>
    <w:rsid w:val="00940211"/>
    <w:rsid w:val="00943EB0"/>
    <w:rsid w:val="009456AF"/>
    <w:rsid w:val="00945CA5"/>
    <w:rsid w:val="009553BC"/>
    <w:rsid w:val="009557EA"/>
    <w:rsid w:val="009619EA"/>
    <w:rsid w:val="00963959"/>
    <w:rsid w:val="00963D60"/>
    <w:rsid w:val="0096600A"/>
    <w:rsid w:val="00984781"/>
    <w:rsid w:val="00991CB2"/>
    <w:rsid w:val="009A7C64"/>
    <w:rsid w:val="009B067B"/>
    <w:rsid w:val="009B0AFA"/>
    <w:rsid w:val="009B4822"/>
    <w:rsid w:val="009B5300"/>
    <w:rsid w:val="009B5DE9"/>
    <w:rsid w:val="009B6FCC"/>
    <w:rsid w:val="009C46E2"/>
    <w:rsid w:val="009D0CC8"/>
    <w:rsid w:val="009D6C04"/>
    <w:rsid w:val="009E28F9"/>
    <w:rsid w:val="009E7597"/>
    <w:rsid w:val="009F08F9"/>
    <w:rsid w:val="00A02ECE"/>
    <w:rsid w:val="00A12A8B"/>
    <w:rsid w:val="00A14556"/>
    <w:rsid w:val="00A175B9"/>
    <w:rsid w:val="00A17D84"/>
    <w:rsid w:val="00A22DF2"/>
    <w:rsid w:val="00A23065"/>
    <w:rsid w:val="00A2339E"/>
    <w:rsid w:val="00A24651"/>
    <w:rsid w:val="00A25EB9"/>
    <w:rsid w:val="00A26B4D"/>
    <w:rsid w:val="00A32395"/>
    <w:rsid w:val="00A40AB4"/>
    <w:rsid w:val="00A40DAA"/>
    <w:rsid w:val="00A6370F"/>
    <w:rsid w:val="00A64B65"/>
    <w:rsid w:val="00A6502B"/>
    <w:rsid w:val="00A661F8"/>
    <w:rsid w:val="00A6672B"/>
    <w:rsid w:val="00A71A5B"/>
    <w:rsid w:val="00A82224"/>
    <w:rsid w:val="00A87496"/>
    <w:rsid w:val="00A927D0"/>
    <w:rsid w:val="00A9705C"/>
    <w:rsid w:val="00A97B0A"/>
    <w:rsid w:val="00AA224C"/>
    <w:rsid w:val="00AA6262"/>
    <w:rsid w:val="00AB1EC7"/>
    <w:rsid w:val="00AB39C4"/>
    <w:rsid w:val="00AB40AF"/>
    <w:rsid w:val="00AD4128"/>
    <w:rsid w:val="00AD7705"/>
    <w:rsid w:val="00AD7B27"/>
    <w:rsid w:val="00AE06DB"/>
    <w:rsid w:val="00AE6F3F"/>
    <w:rsid w:val="00AE79FC"/>
    <w:rsid w:val="00AF622A"/>
    <w:rsid w:val="00B057B0"/>
    <w:rsid w:val="00B1138A"/>
    <w:rsid w:val="00B11AB7"/>
    <w:rsid w:val="00B239B4"/>
    <w:rsid w:val="00B3687B"/>
    <w:rsid w:val="00B379C2"/>
    <w:rsid w:val="00B41B50"/>
    <w:rsid w:val="00B47777"/>
    <w:rsid w:val="00B47ADF"/>
    <w:rsid w:val="00B52A4B"/>
    <w:rsid w:val="00B55070"/>
    <w:rsid w:val="00B560EC"/>
    <w:rsid w:val="00B57638"/>
    <w:rsid w:val="00B62CA2"/>
    <w:rsid w:val="00B62ECB"/>
    <w:rsid w:val="00B63C95"/>
    <w:rsid w:val="00B63E35"/>
    <w:rsid w:val="00B65D77"/>
    <w:rsid w:val="00B7239A"/>
    <w:rsid w:val="00B84773"/>
    <w:rsid w:val="00B90885"/>
    <w:rsid w:val="00B908A8"/>
    <w:rsid w:val="00B92EF0"/>
    <w:rsid w:val="00B93961"/>
    <w:rsid w:val="00BA5B2A"/>
    <w:rsid w:val="00BD76B1"/>
    <w:rsid w:val="00BE2811"/>
    <w:rsid w:val="00BE30CF"/>
    <w:rsid w:val="00BE61B2"/>
    <w:rsid w:val="00BE62B4"/>
    <w:rsid w:val="00BE69F6"/>
    <w:rsid w:val="00BF6132"/>
    <w:rsid w:val="00C0228D"/>
    <w:rsid w:val="00C02C5D"/>
    <w:rsid w:val="00C06411"/>
    <w:rsid w:val="00C13CBE"/>
    <w:rsid w:val="00C14A00"/>
    <w:rsid w:val="00C242D5"/>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B18E0"/>
    <w:rsid w:val="00CB411D"/>
    <w:rsid w:val="00CC5C1C"/>
    <w:rsid w:val="00CE16F1"/>
    <w:rsid w:val="00CE3A58"/>
    <w:rsid w:val="00CE5038"/>
    <w:rsid w:val="00CE536F"/>
    <w:rsid w:val="00CE5448"/>
    <w:rsid w:val="00CE5488"/>
    <w:rsid w:val="00CE63E0"/>
    <w:rsid w:val="00CF6534"/>
    <w:rsid w:val="00CF72EF"/>
    <w:rsid w:val="00CF7462"/>
    <w:rsid w:val="00D04FE4"/>
    <w:rsid w:val="00D14CF9"/>
    <w:rsid w:val="00D313A4"/>
    <w:rsid w:val="00D32108"/>
    <w:rsid w:val="00D4504E"/>
    <w:rsid w:val="00D45693"/>
    <w:rsid w:val="00D47D4E"/>
    <w:rsid w:val="00D52CEB"/>
    <w:rsid w:val="00D55DC3"/>
    <w:rsid w:val="00D57457"/>
    <w:rsid w:val="00D6223C"/>
    <w:rsid w:val="00D64B2A"/>
    <w:rsid w:val="00D64F60"/>
    <w:rsid w:val="00D92B2B"/>
    <w:rsid w:val="00DA2153"/>
    <w:rsid w:val="00DA2662"/>
    <w:rsid w:val="00DA5049"/>
    <w:rsid w:val="00DB21DF"/>
    <w:rsid w:val="00DB44DA"/>
    <w:rsid w:val="00DB4ACB"/>
    <w:rsid w:val="00DB5CB7"/>
    <w:rsid w:val="00DC032C"/>
    <w:rsid w:val="00DC1F2A"/>
    <w:rsid w:val="00DC2828"/>
    <w:rsid w:val="00DC5FE7"/>
    <w:rsid w:val="00DD41BD"/>
    <w:rsid w:val="00DD6D47"/>
    <w:rsid w:val="00DD7CB0"/>
    <w:rsid w:val="00DE3025"/>
    <w:rsid w:val="00DF1C10"/>
    <w:rsid w:val="00DF1EE2"/>
    <w:rsid w:val="00E03F6F"/>
    <w:rsid w:val="00E04C4A"/>
    <w:rsid w:val="00E04C83"/>
    <w:rsid w:val="00E14DD8"/>
    <w:rsid w:val="00E155F0"/>
    <w:rsid w:val="00E17E89"/>
    <w:rsid w:val="00E20D4D"/>
    <w:rsid w:val="00E2358B"/>
    <w:rsid w:val="00E30532"/>
    <w:rsid w:val="00E34020"/>
    <w:rsid w:val="00E3479A"/>
    <w:rsid w:val="00E377EF"/>
    <w:rsid w:val="00E44553"/>
    <w:rsid w:val="00E46B0B"/>
    <w:rsid w:val="00E6313B"/>
    <w:rsid w:val="00E66783"/>
    <w:rsid w:val="00E76C0B"/>
    <w:rsid w:val="00E76D9B"/>
    <w:rsid w:val="00E772D4"/>
    <w:rsid w:val="00E77789"/>
    <w:rsid w:val="00E80515"/>
    <w:rsid w:val="00E8789F"/>
    <w:rsid w:val="00E904B1"/>
    <w:rsid w:val="00E91BA0"/>
    <w:rsid w:val="00E954AC"/>
    <w:rsid w:val="00EA1094"/>
    <w:rsid w:val="00EA2954"/>
    <w:rsid w:val="00EB511E"/>
    <w:rsid w:val="00EB632F"/>
    <w:rsid w:val="00EC1396"/>
    <w:rsid w:val="00EC6B6B"/>
    <w:rsid w:val="00EE123F"/>
    <w:rsid w:val="00EF042F"/>
    <w:rsid w:val="00EF15B4"/>
    <w:rsid w:val="00EF2F06"/>
    <w:rsid w:val="00F0149D"/>
    <w:rsid w:val="00F05D3F"/>
    <w:rsid w:val="00F10E71"/>
    <w:rsid w:val="00F142BE"/>
    <w:rsid w:val="00F222EB"/>
    <w:rsid w:val="00F25601"/>
    <w:rsid w:val="00F344B8"/>
    <w:rsid w:val="00F34818"/>
    <w:rsid w:val="00F35B86"/>
    <w:rsid w:val="00F36D32"/>
    <w:rsid w:val="00F41966"/>
    <w:rsid w:val="00F445E5"/>
    <w:rsid w:val="00F45D74"/>
    <w:rsid w:val="00F516C4"/>
    <w:rsid w:val="00F6067C"/>
    <w:rsid w:val="00F61445"/>
    <w:rsid w:val="00F71E39"/>
    <w:rsid w:val="00F73478"/>
    <w:rsid w:val="00F82E34"/>
    <w:rsid w:val="00F84C8D"/>
    <w:rsid w:val="00F85658"/>
    <w:rsid w:val="00FA01B7"/>
    <w:rsid w:val="00FA07A1"/>
    <w:rsid w:val="00FA3E25"/>
    <w:rsid w:val="00FA448E"/>
    <w:rsid w:val="00FA6CEA"/>
    <w:rsid w:val="00FB5A18"/>
    <w:rsid w:val="00FC4CE1"/>
    <w:rsid w:val="00FC4D67"/>
    <w:rsid w:val="00FC7C09"/>
    <w:rsid w:val="00FD07B9"/>
    <w:rsid w:val="00FD182E"/>
    <w:rsid w:val="00FD5AA6"/>
    <w:rsid w:val="00FE1822"/>
    <w:rsid w:val="00FE1C52"/>
    <w:rsid w:val="00FE226B"/>
    <w:rsid w:val="00FE3AB9"/>
    <w:rsid w:val="00FE5F93"/>
    <w:rsid w:val="00FF051D"/>
    <w:rsid w:val="00FF58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1EEF5"/>
  <w15:docId w15:val="{C976B161-4E52-4191-AF45-85928EC1E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702FCB"/>
    <w:pPr>
      <w:autoSpaceDE w:val="0"/>
      <w:autoSpaceDN w:val="0"/>
      <w:adjustRightInd w:val="0"/>
    </w:pPr>
    <w:rPr>
      <w:rFonts w:ascii="Arial" w:hAnsi="Arial" w:cs="Arial"/>
      <w:color w:val="000000"/>
      <w:sz w:val="24"/>
      <w:szCs w:val="24"/>
    </w:rPr>
  </w:style>
  <w:style w:type="paragraph" w:customStyle="1" w:styleId="Pa5">
    <w:name w:val="Pa5"/>
    <w:basedOn w:val="Default"/>
    <w:next w:val="Default"/>
    <w:uiPriority w:val="99"/>
    <w:rsid w:val="00FA448E"/>
    <w:pPr>
      <w:spacing w:line="241" w:lineRule="atLeast"/>
    </w:pPr>
    <w:rPr>
      <w:rFonts w:ascii="Fira Sans UltraLight" w:hAnsi="Fira Sans UltraLight" w:cs="Times New Roman"/>
      <w:color w:val="auto"/>
    </w:rPr>
  </w:style>
  <w:style w:type="character" w:customStyle="1" w:styleId="A4">
    <w:name w:val="A4"/>
    <w:uiPriority w:val="99"/>
    <w:rsid w:val="00FA448E"/>
    <w:rPr>
      <w:rFonts w:cs="Fira Sans UltraLight"/>
      <w:color w:val="000000"/>
      <w:sz w:val="44"/>
      <w:szCs w:val="44"/>
    </w:rPr>
  </w:style>
  <w:style w:type="character" w:customStyle="1" w:styleId="A0">
    <w:name w:val="A0"/>
    <w:uiPriority w:val="99"/>
    <w:rsid w:val="00FA448E"/>
    <w:rPr>
      <w:rFonts w:ascii="Fira Sans ExtraLight" w:hAnsi="Fira Sans ExtraLight" w:cs="Fira Sans ExtraLight"/>
      <w:color w:val="000000"/>
      <w:sz w:val="17"/>
      <w:szCs w:val="17"/>
    </w:rPr>
  </w:style>
  <w:style w:type="paragraph" w:customStyle="1" w:styleId="intro">
    <w:name w:val="intro"/>
    <w:basedOn w:val="Standard"/>
    <w:rsid w:val="00F36D32"/>
    <w:pPr>
      <w:spacing w:before="100" w:beforeAutospacing="1" w:after="100" w:afterAutospacing="1" w:line="240" w:lineRule="auto"/>
    </w:pPr>
    <w:rPr>
      <w:rFonts w:ascii="Times New Roman" w:hAnsi="Times New Roman"/>
      <w:sz w:val="24"/>
      <w:szCs w:val="24"/>
    </w:rPr>
  </w:style>
  <w:style w:type="paragraph" w:customStyle="1" w:styleId="bu">
    <w:name w:val="bu"/>
    <w:basedOn w:val="Standard"/>
    <w:rsid w:val="00F36D32"/>
    <w:pPr>
      <w:spacing w:before="100" w:beforeAutospacing="1" w:after="100" w:afterAutospacing="1" w:line="240" w:lineRule="auto"/>
    </w:pPr>
    <w:rPr>
      <w:rFonts w:ascii="Times New Roman" w:hAnsi="Times New Roman"/>
      <w:sz w:val="24"/>
      <w:szCs w:val="24"/>
    </w:rPr>
  </w:style>
  <w:style w:type="paragraph" w:styleId="StandardWeb">
    <w:name w:val="Normal (Web)"/>
    <w:basedOn w:val="Standard"/>
    <w:uiPriority w:val="99"/>
    <w:unhideWhenUsed/>
    <w:rsid w:val="00F36D32"/>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Absatz-Standardschriftart"/>
    <w:uiPriority w:val="99"/>
    <w:semiHidden/>
    <w:unhideWhenUsed/>
    <w:rsid w:val="00F36D32"/>
    <w:rPr>
      <w:color w:val="605E5C"/>
      <w:shd w:val="clear" w:color="auto" w:fill="E1DFDD"/>
    </w:rPr>
  </w:style>
  <w:style w:type="character" w:styleId="SchwacherVerweis">
    <w:name w:val="Subtle Reference"/>
    <w:uiPriority w:val="31"/>
    <w:qFormat/>
    <w:rsid w:val="004428C5"/>
    <w:rPr>
      <w:rFonts w:ascii="Arial" w:hAnsi="Arial"/>
      <w:smallCaps/>
      <w:color w:val="auto"/>
      <w:sz w:val="20"/>
      <w:u w:val="single"/>
    </w:rPr>
  </w:style>
  <w:style w:type="character" w:customStyle="1" w:styleId="berschrift2Zchn">
    <w:name w:val="Überschrift 2 Zchn"/>
    <w:basedOn w:val="Absatz-Standardschriftart"/>
    <w:link w:val="berschrift2"/>
    <w:rsid w:val="00BE61B2"/>
    <w:rPr>
      <w:rFonts w:ascii="Arial" w:hAnsi="Arial" w:cs="Arial"/>
      <w:b/>
      <w:bCs/>
      <w:iCs/>
      <w:sz w:val="36"/>
      <w:szCs w:val="28"/>
    </w:rPr>
  </w:style>
  <w:style w:type="character" w:customStyle="1" w:styleId="berschrift4Zchn">
    <w:name w:val="Überschrift 4 Zchn"/>
    <w:basedOn w:val="Absatz-Standardschriftart"/>
    <w:link w:val="berschrift4"/>
    <w:rsid w:val="00BE61B2"/>
    <w:rPr>
      <w:rFonts w:ascii="Arial" w:hAnsi="Arial"/>
      <w:b/>
      <w:bCs/>
      <w:sz w:val="24"/>
      <w:szCs w:val="28"/>
    </w:rPr>
  </w:style>
  <w:style w:type="paragraph" w:styleId="berarbeitung">
    <w:name w:val="Revision"/>
    <w:hidden/>
    <w:uiPriority w:val="99"/>
    <w:semiHidden/>
    <w:rsid w:val="00550C00"/>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96733">
      <w:bodyDiv w:val="1"/>
      <w:marLeft w:val="0"/>
      <w:marRight w:val="0"/>
      <w:marTop w:val="0"/>
      <w:marBottom w:val="0"/>
      <w:divBdr>
        <w:top w:val="none" w:sz="0" w:space="0" w:color="auto"/>
        <w:left w:val="none" w:sz="0" w:space="0" w:color="auto"/>
        <w:bottom w:val="none" w:sz="0" w:space="0" w:color="auto"/>
        <w:right w:val="none" w:sz="0" w:space="0" w:color="auto"/>
      </w:divBdr>
    </w:div>
    <w:div w:id="384914320">
      <w:bodyDiv w:val="1"/>
      <w:marLeft w:val="0"/>
      <w:marRight w:val="0"/>
      <w:marTop w:val="0"/>
      <w:marBottom w:val="0"/>
      <w:divBdr>
        <w:top w:val="none" w:sz="0" w:space="0" w:color="auto"/>
        <w:left w:val="none" w:sz="0" w:space="0" w:color="auto"/>
        <w:bottom w:val="none" w:sz="0" w:space="0" w:color="auto"/>
        <w:right w:val="none" w:sz="0" w:space="0" w:color="auto"/>
      </w:divBdr>
    </w:div>
    <w:div w:id="39597379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41795507">
      <w:bodyDiv w:val="1"/>
      <w:marLeft w:val="0"/>
      <w:marRight w:val="0"/>
      <w:marTop w:val="0"/>
      <w:marBottom w:val="0"/>
      <w:divBdr>
        <w:top w:val="none" w:sz="0" w:space="0" w:color="auto"/>
        <w:left w:val="none" w:sz="0" w:space="0" w:color="auto"/>
        <w:bottom w:val="none" w:sz="0" w:space="0" w:color="auto"/>
        <w:right w:val="none" w:sz="0" w:space="0" w:color="auto"/>
      </w:divBdr>
    </w:div>
    <w:div w:id="711997202">
      <w:bodyDiv w:val="1"/>
      <w:marLeft w:val="0"/>
      <w:marRight w:val="0"/>
      <w:marTop w:val="0"/>
      <w:marBottom w:val="0"/>
      <w:divBdr>
        <w:top w:val="none" w:sz="0" w:space="0" w:color="auto"/>
        <w:left w:val="none" w:sz="0" w:space="0" w:color="auto"/>
        <w:bottom w:val="none" w:sz="0" w:space="0" w:color="auto"/>
        <w:right w:val="none" w:sz="0" w:space="0" w:color="auto"/>
      </w:divBdr>
      <w:divsChild>
        <w:div w:id="1715497305">
          <w:marLeft w:val="0"/>
          <w:marRight w:val="0"/>
          <w:marTop w:val="0"/>
          <w:marBottom w:val="0"/>
          <w:divBdr>
            <w:top w:val="none" w:sz="0" w:space="0" w:color="auto"/>
            <w:left w:val="none" w:sz="0" w:space="0" w:color="auto"/>
            <w:bottom w:val="none" w:sz="0" w:space="0" w:color="auto"/>
            <w:right w:val="none" w:sz="0" w:space="0" w:color="auto"/>
          </w:divBdr>
          <w:divsChild>
            <w:div w:id="20559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25327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89120326">
      <w:bodyDiv w:val="1"/>
      <w:marLeft w:val="0"/>
      <w:marRight w:val="0"/>
      <w:marTop w:val="0"/>
      <w:marBottom w:val="0"/>
      <w:divBdr>
        <w:top w:val="none" w:sz="0" w:space="0" w:color="auto"/>
        <w:left w:val="none" w:sz="0" w:space="0" w:color="auto"/>
        <w:bottom w:val="none" w:sz="0" w:space="0" w:color="auto"/>
        <w:right w:val="none" w:sz="0" w:space="0" w:color="auto"/>
      </w:divBdr>
    </w:div>
    <w:div w:id="1359042204">
      <w:bodyDiv w:val="1"/>
      <w:marLeft w:val="0"/>
      <w:marRight w:val="0"/>
      <w:marTop w:val="0"/>
      <w:marBottom w:val="0"/>
      <w:divBdr>
        <w:top w:val="none" w:sz="0" w:space="0" w:color="auto"/>
        <w:left w:val="none" w:sz="0" w:space="0" w:color="auto"/>
        <w:bottom w:val="none" w:sz="0" w:space="0" w:color="auto"/>
        <w:right w:val="none" w:sz="0" w:space="0" w:color="auto"/>
      </w:divBdr>
    </w:div>
    <w:div w:id="162739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F9F16-894C-4F68-8AB2-437470BA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609</Words>
  <Characters>3842</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4443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2020-01-09T12:29:00Z</dcterms:created>
  <dcterms:modified xsi:type="dcterms:W3CDTF">2020-01-09T12:37:00Z</dcterms:modified>
</cp:coreProperties>
</file>