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69126A" w14:textId="77777777" w:rsidR="009553CF" w:rsidRDefault="009553CF" w:rsidP="009553CF">
      <w:pPr>
        <w:pStyle w:val="berschrift2"/>
      </w:pPr>
      <w:r>
        <w:t>Smarte Lüfter für ein gesundes Zuhause</w:t>
      </w:r>
    </w:p>
    <w:p w14:paraId="0AF45509" w14:textId="77777777" w:rsidR="009553CF" w:rsidRPr="00886590" w:rsidRDefault="009553CF" w:rsidP="009553CF">
      <w:pPr>
        <w:pStyle w:val="berschrift1"/>
      </w:pPr>
      <w:r>
        <w:t xml:space="preserve">Wandlüfter von SIEGENIA: </w:t>
      </w:r>
      <w:r w:rsidRPr="00354E3A">
        <w:t>Lebensqualität. Mit jedem Atemzug.</w:t>
      </w:r>
    </w:p>
    <w:p w14:paraId="5A6EFCA8" w14:textId="77777777" w:rsidR="009553CF" w:rsidRDefault="009553CF" w:rsidP="009553CF">
      <w:pPr>
        <w:rPr>
          <w:rFonts w:ascii="Helvetica" w:hAnsi="Helvetica"/>
          <w:color w:val="333333"/>
          <w:spacing w:val="3"/>
        </w:rPr>
      </w:pPr>
    </w:p>
    <w:p w14:paraId="6EDF9052" w14:textId="77777777" w:rsidR="009553CF" w:rsidRPr="004248C3" w:rsidRDefault="009553CF" w:rsidP="009553CF">
      <w:pPr>
        <w:rPr>
          <w:rFonts w:ascii="Helvetica" w:hAnsi="Helvetica"/>
          <w:color w:val="333333"/>
          <w:spacing w:val="3"/>
        </w:rPr>
      </w:pPr>
      <w:r>
        <w:rPr>
          <w:rFonts w:ascii="Helvetica" w:hAnsi="Helvetica"/>
          <w:color w:val="333333"/>
          <w:spacing w:val="3"/>
        </w:rPr>
        <w:t xml:space="preserve">Den Großteil unseres Lebens verbringen wir in geschlossenen Räumen. Umso wichtiger ist es, durch kontrolliertes Lüften dauerhaft für eine hohe Luftqualität zu sorgen. </w:t>
      </w:r>
      <w:r w:rsidRPr="004248C3">
        <w:rPr>
          <w:rFonts w:ascii="Helvetica" w:hAnsi="Helvetica"/>
          <w:color w:val="333333"/>
          <w:spacing w:val="3"/>
        </w:rPr>
        <w:t xml:space="preserve">Natürlich auch im Winter, wenn es drinnen kuschlig warm und draußen eisig kalt ist und man mehr Zeit zu Hause verbringt. </w:t>
      </w:r>
      <w:r>
        <w:rPr>
          <w:rFonts w:ascii="Helvetica" w:hAnsi="Helvetica"/>
          <w:color w:val="333333"/>
          <w:spacing w:val="3"/>
        </w:rPr>
        <w:t>Wenn es darum geht,</w:t>
      </w:r>
      <w:r w:rsidRPr="004248C3">
        <w:rPr>
          <w:rFonts w:ascii="Helvetica" w:hAnsi="Helvetica"/>
          <w:color w:val="333333"/>
          <w:spacing w:val="3"/>
        </w:rPr>
        <w:t xml:space="preserve"> genügend gesunde Frischluft ins Haus zu holen, ohne mit der Heizwärme auch </w:t>
      </w:r>
      <w:r>
        <w:rPr>
          <w:rFonts w:ascii="Helvetica" w:hAnsi="Helvetica"/>
          <w:color w:val="333333"/>
          <w:spacing w:val="3"/>
        </w:rPr>
        <w:t xml:space="preserve">das eigene </w:t>
      </w:r>
      <w:r w:rsidRPr="004248C3">
        <w:rPr>
          <w:rFonts w:ascii="Helvetica" w:hAnsi="Helvetica"/>
          <w:color w:val="333333"/>
          <w:spacing w:val="3"/>
        </w:rPr>
        <w:t>Geld zum Fenster hinaus</w:t>
      </w:r>
      <w:r>
        <w:rPr>
          <w:rFonts w:ascii="Helvetica" w:hAnsi="Helvetica"/>
          <w:color w:val="333333"/>
          <w:spacing w:val="3"/>
        </w:rPr>
        <w:t>zubefördern</w:t>
      </w:r>
      <w:r w:rsidRPr="004248C3">
        <w:rPr>
          <w:rFonts w:ascii="Helvetica" w:hAnsi="Helvetica"/>
          <w:color w:val="333333"/>
          <w:spacing w:val="3"/>
        </w:rPr>
        <w:t xml:space="preserve">, </w:t>
      </w:r>
      <w:r>
        <w:rPr>
          <w:rFonts w:ascii="Helvetica" w:hAnsi="Helvetica"/>
          <w:color w:val="333333"/>
          <w:spacing w:val="3"/>
        </w:rPr>
        <w:t xml:space="preserve">ist </w:t>
      </w:r>
      <w:r w:rsidRPr="004248C3">
        <w:rPr>
          <w:rFonts w:ascii="Helvetica" w:hAnsi="Helvetica"/>
          <w:color w:val="333333"/>
          <w:spacing w:val="3"/>
        </w:rPr>
        <w:t>moderne Lüftungstechnik</w:t>
      </w:r>
      <w:r>
        <w:rPr>
          <w:rFonts w:ascii="Helvetica" w:hAnsi="Helvetica"/>
          <w:color w:val="333333"/>
          <w:spacing w:val="3"/>
        </w:rPr>
        <w:t xml:space="preserve"> ein unverzichtbarer Helfer</w:t>
      </w:r>
      <w:r w:rsidRPr="004248C3">
        <w:rPr>
          <w:rFonts w:ascii="Helvetica" w:hAnsi="Helvetica"/>
          <w:color w:val="333333"/>
          <w:spacing w:val="3"/>
        </w:rPr>
        <w:t xml:space="preserve">. </w:t>
      </w:r>
    </w:p>
    <w:p w14:paraId="11B08B15" w14:textId="77777777" w:rsidR="009553CF" w:rsidRDefault="009553CF" w:rsidP="009553CF">
      <w:pPr>
        <w:pStyle w:val="berschrift4"/>
        <w:rPr>
          <w:shd w:val="clear" w:color="auto" w:fill="FFFFFF"/>
        </w:rPr>
      </w:pPr>
      <w:r>
        <w:rPr>
          <w:shd w:val="clear" w:color="auto" w:fill="FFFFFF"/>
        </w:rPr>
        <w:t>Frische Luft mit Zusatznutzen</w:t>
      </w:r>
    </w:p>
    <w:p w14:paraId="3CD470AF" w14:textId="77777777" w:rsidR="009553CF" w:rsidRDefault="009553CF" w:rsidP="009553CF">
      <w:pPr>
        <w:rPr>
          <w:rFonts w:ascii="Helvetica" w:hAnsi="Helvetica" w:cs="Helvetica"/>
          <w:color w:val="333333"/>
          <w:spacing w:val="3"/>
          <w:shd w:val="clear" w:color="auto" w:fill="FFFFFF"/>
        </w:rPr>
      </w:pPr>
      <w:r>
        <w:rPr>
          <w:rFonts w:ascii="Helvetica" w:hAnsi="Helvetica" w:cs="Helvetica"/>
          <w:color w:val="333333"/>
          <w:spacing w:val="3"/>
          <w:shd w:val="clear" w:color="auto" w:fill="FFFFFF"/>
        </w:rPr>
        <w:t xml:space="preserve">Der Wandlüfter AEROVITAL </w:t>
      </w:r>
      <w:proofErr w:type="spellStart"/>
      <w:r>
        <w:rPr>
          <w:rFonts w:ascii="Helvetica" w:hAnsi="Helvetica" w:cs="Helvetica"/>
          <w:color w:val="333333"/>
          <w:spacing w:val="3"/>
          <w:shd w:val="clear" w:color="auto" w:fill="FFFFFF"/>
        </w:rPr>
        <w:t>ambience</w:t>
      </w:r>
      <w:proofErr w:type="spellEnd"/>
      <w:r>
        <w:rPr>
          <w:rFonts w:ascii="Helvetica" w:hAnsi="Helvetica" w:cs="Helvetica"/>
          <w:color w:val="333333"/>
          <w:spacing w:val="3"/>
          <w:shd w:val="clear" w:color="auto" w:fill="FFFFFF"/>
        </w:rPr>
        <w:t xml:space="preserve"> von SIEGENIA sorgt für die kontrollierte, gefilterte Frischluftzufuhr und leitet gleichzeitig die schlechte Luft aus dem Raum ab. Dabei nutzt er </w:t>
      </w:r>
      <w:r w:rsidRPr="005D3298">
        <w:rPr>
          <w:rFonts w:ascii="Helvetica" w:hAnsi="Helvetica" w:cs="Helvetica"/>
          <w:color w:val="333333"/>
          <w:spacing w:val="3"/>
          <w:shd w:val="clear" w:color="auto" w:fill="FFFFFF"/>
        </w:rPr>
        <w:t>die Energie der verbrauchten Abluft</w:t>
      </w:r>
      <w:r>
        <w:rPr>
          <w:rFonts w:ascii="Helvetica" w:hAnsi="Helvetica" w:cs="Helvetica"/>
          <w:color w:val="333333"/>
          <w:spacing w:val="3"/>
          <w:shd w:val="clear" w:color="auto" w:fill="FFFFFF"/>
        </w:rPr>
        <w:t>, um die einströmende Luft bei kalten Außentemperaturen angenehm vorzuwärmen. Der Sauerstoffgehalt bleibt hoch – die Energiekosten sinken. Ein Tausch, der sich lohnt!</w:t>
      </w:r>
    </w:p>
    <w:p w14:paraId="3CF3AB10" w14:textId="77777777" w:rsidR="009553CF" w:rsidRPr="00A2116A" w:rsidRDefault="009553CF" w:rsidP="009553CF">
      <w:pPr>
        <w:spacing w:before="100" w:beforeAutospacing="1" w:after="100" w:afterAutospacing="1"/>
        <w:rPr>
          <w:rFonts w:ascii="Helvetica" w:hAnsi="Helvetica" w:cs="Helvetica"/>
          <w:color w:val="333333"/>
          <w:spacing w:val="3"/>
          <w:shd w:val="clear" w:color="auto" w:fill="FFFFFF"/>
        </w:rPr>
      </w:pPr>
      <w:r>
        <w:t>Clever sind auch die integrierten Sensoren, die die einströmende Frischluftmenge in Abhängigkeit von der Luftqualität regeln und so verhindern, dass der Raum im Winter unnötig stark auskühlt und damit wertvolle Heizenergie ungewollt verpufft. Für einen hohen Wohlfühlfaktor sorgt hier die durchdachte Luftführung des integrierten Keramikwärmetauschers.</w:t>
      </w:r>
      <w:r w:rsidRPr="006D752B">
        <w:t xml:space="preserve"> </w:t>
      </w:r>
      <w:r>
        <w:t>Er beugt der Austrocknung der Raumluft im Winter</w:t>
      </w:r>
      <w:r w:rsidRPr="002439E5">
        <w:t xml:space="preserve"> </w:t>
      </w:r>
      <w:r>
        <w:t xml:space="preserve">vor. Ist diese zu trocken, belastet das die Atemwege. </w:t>
      </w:r>
      <w:r w:rsidRPr="00EB1472">
        <w:t xml:space="preserve">Ist die Raumluft </w:t>
      </w:r>
      <w:r>
        <w:t xml:space="preserve">hingegen </w:t>
      </w:r>
      <w:r w:rsidRPr="00EB1472">
        <w:t xml:space="preserve">zu feucht, kann sich Schimmelpilz bilden. </w:t>
      </w:r>
      <w:r>
        <w:t xml:space="preserve">Auch dies regelt der AEROVITAL </w:t>
      </w:r>
      <w:proofErr w:type="spellStart"/>
      <w:r>
        <w:t>ambience</w:t>
      </w:r>
      <w:proofErr w:type="spellEnd"/>
      <w:r>
        <w:t xml:space="preserve"> ganz einfach und selbsttätig</w:t>
      </w:r>
      <w:r w:rsidRPr="00EB1472">
        <w:t xml:space="preserve">, indem </w:t>
      </w:r>
      <w:r>
        <w:t>er</w:t>
      </w:r>
      <w:r w:rsidRPr="00EB1472">
        <w:t xml:space="preserve"> den Lüftungsbetrieb darauf abstim</w:t>
      </w:r>
      <w:r>
        <w:t>mt</w:t>
      </w:r>
      <w:r w:rsidRPr="00EB1472">
        <w:t xml:space="preserve">. Dazu </w:t>
      </w:r>
      <w:r>
        <w:t>messen seine</w:t>
      </w:r>
      <w:r w:rsidRPr="00EB1472">
        <w:t xml:space="preserve"> Sensoren </w:t>
      </w:r>
      <w:r>
        <w:t xml:space="preserve">sowohl </w:t>
      </w:r>
      <w:r w:rsidRPr="00EB1472">
        <w:t>die Luftfeuchtigkeit der Raumluft</w:t>
      </w:r>
      <w:r w:rsidRPr="00034285">
        <w:t xml:space="preserve"> als auch die </w:t>
      </w:r>
      <w:r w:rsidRPr="00EB1472">
        <w:t>der Außenluft</w:t>
      </w:r>
      <w:r>
        <w:t xml:space="preserve"> und ermitteln </w:t>
      </w:r>
      <w:r w:rsidRPr="00EB1472">
        <w:t xml:space="preserve">so </w:t>
      </w:r>
      <w:r>
        <w:t xml:space="preserve">den </w:t>
      </w:r>
      <w:r w:rsidRPr="00EB1472">
        <w:t>optimale</w:t>
      </w:r>
      <w:r>
        <w:t>n</w:t>
      </w:r>
      <w:r w:rsidRPr="00EB1472">
        <w:t xml:space="preserve"> Zeitpunkt zum Lüften. </w:t>
      </w:r>
    </w:p>
    <w:p w14:paraId="6AF65535" w14:textId="77777777" w:rsidR="009553CF" w:rsidRDefault="009553CF" w:rsidP="009553CF">
      <w:pPr>
        <w:pStyle w:val="berschrift4"/>
      </w:pPr>
      <w:r>
        <w:t>Schadstoffe in der Raumluft, nein danke!</w:t>
      </w:r>
    </w:p>
    <w:p w14:paraId="072FCEA3" w14:textId="77777777" w:rsidR="009553CF" w:rsidRDefault="009553CF" w:rsidP="009553CF">
      <w:r>
        <w:t xml:space="preserve">Dicke Luft durch einen zu hohen Schadstoffgehalt? Das muss nicht sein. </w:t>
      </w:r>
      <w:r w:rsidRPr="00EB1472">
        <w:t xml:space="preserve">Für dauerhaft hohe Luftqualität </w:t>
      </w:r>
      <w:r>
        <w:t xml:space="preserve">erkennt </w:t>
      </w:r>
      <w:r w:rsidRPr="00EB1472">
        <w:t xml:space="preserve">die Lüftungsautomatik </w:t>
      </w:r>
      <w:r>
        <w:t xml:space="preserve">des AEROVITAL </w:t>
      </w:r>
      <w:proofErr w:type="spellStart"/>
      <w:r>
        <w:t>ambience</w:t>
      </w:r>
      <w:proofErr w:type="spellEnd"/>
      <w:r>
        <w:t xml:space="preserve"> smart darüber hinaus eventuelle </w:t>
      </w:r>
      <w:r w:rsidRPr="00EB1472">
        <w:t>Belastungen</w:t>
      </w:r>
      <w:r>
        <w:t>, noch</w:t>
      </w:r>
      <w:r w:rsidRPr="00EB1472">
        <w:t xml:space="preserve"> </w:t>
      </w:r>
      <w:r w:rsidRPr="004248C3">
        <w:t>bevor man diese spürt</w:t>
      </w:r>
      <w:r w:rsidRPr="00EB1472">
        <w:t>.</w:t>
      </w:r>
      <w:r>
        <w:t xml:space="preserve"> </w:t>
      </w:r>
      <w:r w:rsidRPr="004248C3">
        <w:t xml:space="preserve">Mit dem </w:t>
      </w:r>
      <w:r>
        <w:t xml:space="preserve">optionalen </w:t>
      </w:r>
      <w:proofErr w:type="spellStart"/>
      <w:r>
        <w:t>NOx</w:t>
      </w:r>
      <w:proofErr w:type="spellEnd"/>
      <w:r>
        <w:t xml:space="preserve">-Filter, der Schad- und Reizstoffe wie Autoabgase zuverlässig aus der eindringenden Luft entfernt, sorgt er für ein jederzeit gesundes Wohnraumklima. </w:t>
      </w:r>
      <w:r w:rsidRPr="005D3298">
        <w:t xml:space="preserve">Auch Pollen haben dank eines speziellen Filters beim AEROVITAL </w:t>
      </w:r>
      <w:proofErr w:type="spellStart"/>
      <w:r w:rsidRPr="005D3298">
        <w:t>ambience</w:t>
      </w:r>
      <w:proofErr w:type="spellEnd"/>
      <w:r w:rsidRPr="005D3298">
        <w:t xml:space="preserve"> keine Chance.</w:t>
      </w:r>
      <w:r>
        <w:t xml:space="preserve"> Gerade im Frühjahr können Allergiker folglich aufatmen.  </w:t>
      </w:r>
    </w:p>
    <w:p w14:paraId="50170AC5" w14:textId="77777777" w:rsidR="009553CF" w:rsidRDefault="009553CF" w:rsidP="009553CF"/>
    <w:p w14:paraId="1F051351" w14:textId="77777777" w:rsidR="009553CF" w:rsidRDefault="009553CF" w:rsidP="009553CF">
      <w:r>
        <w:t>Stärken zeigt der High-End-Lüfter nicht zuletzt in puncto Nutzungskomfort und Design. So lässt er sich in der smart-Variante über ein WLAN-Modul zügig in die SIEGENIA Comfort App einbinden und erlaubt die flexible Bedienung und Überwachung nicht nur vom heimischen Sofa</w:t>
      </w:r>
      <w:r w:rsidRPr="00FC1EDF">
        <w:t xml:space="preserve"> </w:t>
      </w:r>
      <w:r>
        <w:t xml:space="preserve">aus, sondern auch von unterwegs. </w:t>
      </w:r>
      <w:r w:rsidRPr="00EF5BA2">
        <w:t xml:space="preserve">Mit </w:t>
      </w:r>
      <w:r>
        <w:t>s</w:t>
      </w:r>
      <w:r w:rsidRPr="00EF5BA2">
        <w:t xml:space="preserve">einem modernen Design und der Möglichkeit, den Lüfter </w:t>
      </w:r>
      <w:r>
        <w:t>teilweise</w:t>
      </w:r>
      <w:r w:rsidRPr="00EF5BA2">
        <w:t xml:space="preserve"> in die Wand einzulassen, fügt er sich </w:t>
      </w:r>
      <w:r>
        <w:t>zudem optisch</w:t>
      </w:r>
      <w:r w:rsidRPr="00EF5BA2">
        <w:t xml:space="preserve"> elegant in nahezu jedes Raumkonzept ein</w:t>
      </w:r>
      <w:r>
        <w:t>.</w:t>
      </w:r>
      <w:r w:rsidRPr="00EF5BA2">
        <w:t xml:space="preserve"> </w:t>
      </w:r>
      <w:r>
        <w:t xml:space="preserve">Dabei gilt: Ob Neubau oder Modernisierung – durch die einfache </w:t>
      </w:r>
      <w:r w:rsidRPr="00EF5BA2">
        <w:t xml:space="preserve">Montage </w:t>
      </w:r>
      <w:r>
        <w:t>ist der clevere Wandlüfter in beiden Fällen eine gute Wahl</w:t>
      </w:r>
      <w:r w:rsidRPr="00EF5BA2">
        <w:t>.</w:t>
      </w:r>
    </w:p>
    <w:p w14:paraId="20C2C58C" w14:textId="77777777" w:rsidR="009553CF" w:rsidRDefault="009553CF" w:rsidP="009553CF">
      <w:pPr>
        <w:pStyle w:val="berschrift4"/>
      </w:pPr>
      <w:r>
        <w:t>Bedarfsgerechte Lüftung, die mehr kann</w:t>
      </w:r>
    </w:p>
    <w:p w14:paraId="6B214B65" w14:textId="77777777" w:rsidR="009553CF" w:rsidRDefault="009553CF" w:rsidP="009553CF">
      <w:r>
        <w:t>Wandlüfter von SIEGENIA bieten leistungsstarke und flexible Lösungen für moderne Lüftungskonzepte, die den verschiedensten Ansprüchen Rechnung tragen. Von d</w:t>
      </w:r>
      <w:r w:rsidRPr="002B2816">
        <w:rPr>
          <w:szCs w:val="28"/>
        </w:rPr>
        <w:t>er hohen Schalldämmung über eine energiesparende Wärmerückgewinnung und einen integrierten Feuchteschutz bis hin zu hochwirksamer Filtertechnik</w:t>
      </w:r>
      <w:r>
        <w:rPr>
          <w:szCs w:val="28"/>
        </w:rPr>
        <w:t xml:space="preserve"> zum Schutz</w:t>
      </w:r>
      <w:r w:rsidRPr="002B2816">
        <w:rPr>
          <w:szCs w:val="28"/>
        </w:rPr>
        <w:t xml:space="preserve"> vor Pollen und Feinstaub</w:t>
      </w:r>
      <w:r>
        <w:rPr>
          <w:szCs w:val="28"/>
        </w:rPr>
        <w:t>,</w:t>
      </w:r>
      <w:r w:rsidRPr="002B2816">
        <w:rPr>
          <w:szCs w:val="28"/>
        </w:rPr>
        <w:t xml:space="preserve"> vom </w:t>
      </w:r>
      <w:r>
        <w:t>kompakten Schalldämmlüfter bis zum vernetzten System: Hier findet sich für jeden Bedarf eine passende Lösung</w:t>
      </w:r>
      <w:r w:rsidRPr="002B2816">
        <w:rPr>
          <w:szCs w:val="28"/>
        </w:rPr>
        <w:t>. </w:t>
      </w:r>
    </w:p>
    <w:p w14:paraId="77566317" w14:textId="77777777" w:rsidR="009553CF" w:rsidRDefault="009553CF" w:rsidP="009553CF">
      <w:pPr>
        <w:pStyle w:val="berschrift4"/>
      </w:pPr>
      <w:r w:rsidRPr="002B2816">
        <w:t>Vergünstigt</w:t>
      </w:r>
      <w:r>
        <w:t xml:space="preserve"> in der </w:t>
      </w:r>
      <w:proofErr w:type="spellStart"/>
      <w:r>
        <w:t>Cyber</w:t>
      </w:r>
      <w:proofErr w:type="spellEnd"/>
      <w:r>
        <w:t xml:space="preserve"> Week</w:t>
      </w:r>
    </w:p>
    <w:p w14:paraId="22B51391" w14:textId="48245DDE" w:rsidR="005E1468" w:rsidRPr="00B55070" w:rsidRDefault="009553CF" w:rsidP="009553CF">
      <w:r>
        <w:t xml:space="preserve">Im Onlineshop von SIEGENIA erhalten Interessenten vom 23.-30.11. anlässlich der </w:t>
      </w:r>
      <w:proofErr w:type="spellStart"/>
      <w:r>
        <w:t>Cyber</w:t>
      </w:r>
      <w:proofErr w:type="spellEnd"/>
      <w:r>
        <w:t xml:space="preserve"> Week </w:t>
      </w:r>
      <w:r w:rsidRPr="004248C3">
        <w:t xml:space="preserve">20 </w:t>
      </w:r>
      <w:r>
        <w:t xml:space="preserve">% Rabatt auf den AEROVITAL </w:t>
      </w:r>
      <w:proofErr w:type="spellStart"/>
      <w:r>
        <w:t>ambience</w:t>
      </w:r>
      <w:proofErr w:type="spellEnd"/>
      <w:r>
        <w:t xml:space="preserve"> und alle </w:t>
      </w:r>
      <w:r w:rsidRPr="004248C3">
        <w:t xml:space="preserve">weiteren Wandlüfter sowie Zubehör. Dazu gibt man </w:t>
      </w:r>
      <w:r w:rsidRPr="005D3298">
        <w:t xml:space="preserve">unter </w:t>
      </w:r>
      <w:hyperlink r:id="rId7" w:history="1">
        <w:r w:rsidRPr="005D3298">
          <w:rPr>
            <w:u w:val="single"/>
          </w:rPr>
          <w:t>shop.siegenia.com</w:t>
        </w:r>
      </w:hyperlink>
      <w:r w:rsidRPr="005D3298">
        <w:t xml:space="preserve"> einfach den Rabattcode</w:t>
      </w:r>
      <w:r w:rsidRPr="004248C3">
        <w:t xml:space="preserve"> „UPGRADE-AERO“ ein.</w:t>
      </w:r>
    </w:p>
    <w:p w14:paraId="17BC54A1" w14:textId="77777777" w:rsidR="00A82224" w:rsidRPr="00B55070" w:rsidRDefault="00A82224" w:rsidP="005E1468"/>
    <w:p w14:paraId="2F076BBF" w14:textId="77777777" w:rsidR="00F6067C" w:rsidRPr="00B55070" w:rsidRDefault="00F6067C" w:rsidP="00F6067C">
      <w:pPr>
        <w:rPr>
          <w:szCs w:val="20"/>
        </w:rPr>
      </w:pPr>
    </w:p>
    <w:p w14:paraId="4ABD4E43" w14:textId="77777777" w:rsidR="00F6067C" w:rsidRPr="00B55070" w:rsidRDefault="00F6067C" w:rsidP="00F6067C">
      <w:pPr>
        <w:rPr>
          <w:szCs w:val="20"/>
        </w:rPr>
      </w:pPr>
    </w:p>
    <w:p w14:paraId="5B702BF1" w14:textId="77777777" w:rsidR="005E1468" w:rsidRPr="00B55070" w:rsidRDefault="005E1468" w:rsidP="005E1468"/>
    <w:p w14:paraId="7952A0F4" w14:textId="326173ED" w:rsidR="005F3D5F" w:rsidRDefault="005F3D5F" w:rsidP="005E1468"/>
    <w:p w14:paraId="5FA91786" w14:textId="47675255" w:rsidR="009553CF" w:rsidRDefault="009553CF" w:rsidP="005E1468"/>
    <w:p w14:paraId="61CE5ADF" w14:textId="77777777" w:rsidR="009553CF" w:rsidRDefault="009553CF" w:rsidP="005E1468"/>
    <w:p w14:paraId="71F599C3" w14:textId="77777777" w:rsidR="005E1468" w:rsidRDefault="005E1468" w:rsidP="005A7C57">
      <w:pPr>
        <w:pStyle w:val="berschrift4"/>
      </w:pPr>
      <w:r>
        <w:t>Bildunterschriften</w:t>
      </w:r>
    </w:p>
    <w:p w14:paraId="7618C80B" w14:textId="77777777" w:rsidR="002A7F37" w:rsidRDefault="002A7F37" w:rsidP="002A7F37">
      <w:r>
        <w:t>Bildquelle: SIEGENIA</w:t>
      </w:r>
    </w:p>
    <w:p w14:paraId="2FBF5817" w14:textId="77777777" w:rsidR="002A7F37" w:rsidRPr="002A7F37" w:rsidRDefault="002A7F37" w:rsidP="002A7F37"/>
    <w:p w14:paraId="7FCA7534" w14:textId="77777777" w:rsidR="009553CF" w:rsidRPr="00D129AE" w:rsidRDefault="009553CF" w:rsidP="009553CF">
      <w:pPr>
        <w:rPr>
          <w:bCs/>
          <w:i/>
        </w:rPr>
      </w:pPr>
      <w:r w:rsidRPr="00D129AE">
        <w:rPr>
          <w:bCs/>
          <w:i/>
        </w:rPr>
        <w:t>Motiv I: SI</w:t>
      </w:r>
      <w:r>
        <w:rPr>
          <w:bCs/>
          <w:i/>
        </w:rPr>
        <w:t>E</w:t>
      </w:r>
      <w:r w:rsidRPr="00D129AE">
        <w:rPr>
          <w:bCs/>
          <w:i/>
        </w:rPr>
        <w:t>_</w:t>
      </w:r>
      <w:r>
        <w:rPr>
          <w:bCs/>
          <w:i/>
        </w:rPr>
        <w:t>AERO_AEROVITAL ambience_Ausschlafen_Ausschnitt</w:t>
      </w:r>
      <w:r w:rsidRPr="00D129AE">
        <w:rPr>
          <w:bCs/>
          <w:i/>
        </w:rPr>
        <w:t xml:space="preserve">.jpg </w:t>
      </w:r>
    </w:p>
    <w:p w14:paraId="4323135B" w14:textId="3D459B3E" w:rsidR="005E1468" w:rsidRPr="00D129AE" w:rsidRDefault="009553CF" w:rsidP="009553CF">
      <w:r>
        <w:rPr>
          <w:rFonts w:ascii="Helvetica" w:hAnsi="Helvetica" w:cs="Helvetica"/>
          <w:color w:val="333333"/>
          <w:spacing w:val="3"/>
          <w:shd w:val="clear" w:color="auto" w:fill="FFFFFF"/>
        </w:rPr>
        <w:t xml:space="preserve">Ein Tausch, der sich lohnt: Der Wandlüfter AEROVITAL </w:t>
      </w:r>
      <w:proofErr w:type="spellStart"/>
      <w:r>
        <w:rPr>
          <w:rFonts w:ascii="Helvetica" w:hAnsi="Helvetica" w:cs="Helvetica"/>
          <w:color w:val="333333"/>
          <w:spacing w:val="3"/>
          <w:shd w:val="clear" w:color="auto" w:fill="FFFFFF"/>
        </w:rPr>
        <w:t>ambience</w:t>
      </w:r>
      <w:proofErr w:type="spellEnd"/>
      <w:r>
        <w:rPr>
          <w:rFonts w:ascii="Helvetica" w:hAnsi="Helvetica" w:cs="Helvetica"/>
          <w:color w:val="333333"/>
          <w:spacing w:val="3"/>
          <w:shd w:val="clear" w:color="auto" w:fill="FFFFFF"/>
        </w:rPr>
        <w:t xml:space="preserve"> von SIEGENIA sorgt für die kontrollierte, gefilterte Frischluftzufuhr und verbindet dies mit einer Vielzahl an wichtigen Zusatzfunktionen</w:t>
      </w:r>
      <w:r>
        <w:rPr>
          <w:rFonts w:ascii="Helvetica" w:hAnsi="Helvetica" w:cs="Helvetica"/>
          <w:color w:val="333333"/>
          <w:spacing w:val="3"/>
          <w:shd w:val="clear" w:color="auto" w:fill="FFFFFF"/>
        </w:rPr>
        <w:t>.</w:t>
      </w:r>
    </w:p>
    <w:p w14:paraId="33AA5F41" w14:textId="77777777" w:rsidR="005E1468" w:rsidRDefault="005E1468" w:rsidP="005E1468"/>
    <w:p w14:paraId="36408170" w14:textId="77777777" w:rsidR="009553CF" w:rsidRPr="00D129AE" w:rsidRDefault="009553CF" w:rsidP="009553CF">
      <w:pPr>
        <w:rPr>
          <w:bCs/>
          <w:i/>
        </w:rPr>
      </w:pPr>
      <w:r w:rsidRPr="00D129AE">
        <w:rPr>
          <w:bCs/>
          <w:i/>
        </w:rPr>
        <w:t>Motiv II: SI</w:t>
      </w:r>
      <w:r>
        <w:rPr>
          <w:bCs/>
          <w:i/>
        </w:rPr>
        <w:t>E</w:t>
      </w:r>
      <w:r w:rsidRPr="00D129AE">
        <w:rPr>
          <w:bCs/>
          <w:i/>
        </w:rPr>
        <w:t>_</w:t>
      </w:r>
      <w:r>
        <w:rPr>
          <w:bCs/>
          <w:i/>
        </w:rPr>
        <w:t xml:space="preserve">AERO_AEROVITAL </w:t>
      </w:r>
      <w:proofErr w:type="spellStart"/>
      <w:r>
        <w:rPr>
          <w:bCs/>
          <w:i/>
        </w:rPr>
        <w:t>ambience_versenkter</w:t>
      </w:r>
      <w:proofErr w:type="spellEnd"/>
      <w:r>
        <w:rPr>
          <w:bCs/>
          <w:i/>
        </w:rPr>
        <w:t xml:space="preserve"> Einbau</w:t>
      </w:r>
      <w:r w:rsidRPr="00D129AE">
        <w:rPr>
          <w:bCs/>
          <w:i/>
        </w:rPr>
        <w:t xml:space="preserve">.jpg </w:t>
      </w:r>
    </w:p>
    <w:p w14:paraId="03EA253E" w14:textId="63B27FD3" w:rsidR="005E1468" w:rsidRPr="00D129AE" w:rsidRDefault="009553CF" w:rsidP="009553CF">
      <w:r>
        <w:t xml:space="preserve">Mit seinen integrierten Sensoren, die die einströmende Frischluftmenge bedarfsgerecht regeln, sorgt der AEROVITAL </w:t>
      </w:r>
      <w:proofErr w:type="spellStart"/>
      <w:r>
        <w:t>ambience</w:t>
      </w:r>
      <w:proofErr w:type="spellEnd"/>
      <w:r>
        <w:t xml:space="preserve"> für ein gesundes Wohnraumklima und hohe Energieeffizienz.</w:t>
      </w:r>
    </w:p>
    <w:p w14:paraId="48A37285" w14:textId="77777777" w:rsidR="005E1468" w:rsidRDefault="005E1468" w:rsidP="005E1468"/>
    <w:p w14:paraId="416D3E98" w14:textId="77777777" w:rsidR="008D7633" w:rsidRPr="00ED6392" w:rsidRDefault="008D7633" w:rsidP="008D7633"/>
    <w:p w14:paraId="170724BD" w14:textId="77777777" w:rsidR="008D7633" w:rsidRDefault="008D7633" w:rsidP="008D7633">
      <w:pPr>
        <w:rPr>
          <w:szCs w:val="20"/>
        </w:rPr>
      </w:pPr>
    </w:p>
    <w:p w14:paraId="08192022" w14:textId="167AF380" w:rsidR="008D7633" w:rsidRDefault="008D7633" w:rsidP="008D7633">
      <w:pPr>
        <w:rPr>
          <w:szCs w:val="20"/>
        </w:rPr>
      </w:pPr>
    </w:p>
    <w:p w14:paraId="05DC223C" w14:textId="29B61101" w:rsidR="009553CF" w:rsidRDefault="009553CF" w:rsidP="008D7633">
      <w:pPr>
        <w:rPr>
          <w:szCs w:val="20"/>
        </w:rPr>
      </w:pPr>
    </w:p>
    <w:p w14:paraId="48B7263C" w14:textId="5C349AC2" w:rsidR="009553CF" w:rsidRDefault="009553CF" w:rsidP="008D7633">
      <w:pPr>
        <w:rPr>
          <w:szCs w:val="20"/>
        </w:rPr>
      </w:pPr>
    </w:p>
    <w:p w14:paraId="6921E4D5" w14:textId="01381CD4" w:rsidR="009553CF" w:rsidRDefault="009553CF" w:rsidP="008D7633">
      <w:pPr>
        <w:rPr>
          <w:szCs w:val="20"/>
        </w:rPr>
      </w:pPr>
    </w:p>
    <w:p w14:paraId="60B696ED" w14:textId="12DDF994" w:rsidR="009553CF" w:rsidRDefault="009553CF" w:rsidP="008D7633">
      <w:pPr>
        <w:rPr>
          <w:szCs w:val="20"/>
        </w:rPr>
      </w:pPr>
    </w:p>
    <w:p w14:paraId="68BC4F0C" w14:textId="45B74758" w:rsidR="009553CF" w:rsidRDefault="009553CF" w:rsidP="008D7633">
      <w:pPr>
        <w:rPr>
          <w:szCs w:val="20"/>
        </w:rPr>
      </w:pPr>
    </w:p>
    <w:p w14:paraId="2338E5E5" w14:textId="7AB7C578" w:rsidR="009553CF" w:rsidRDefault="009553CF" w:rsidP="008D7633">
      <w:pPr>
        <w:rPr>
          <w:szCs w:val="20"/>
        </w:rPr>
      </w:pPr>
    </w:p>
    <w:p w14:paraId="771F89DF" w14:textId="6B51038C" w:rsidR="009553CF" w:rsidRDefault="009553CF" w:rsidP="008D7633">
      <w:pPr>
        <w:rPr>
          <w:szCs w:val="20"/>
        </w:rPr>
      </w:pPr>
    </w:p>
    <w:p w14:paraId="1E01EFBF" w14:textId="354302F0" w:rsidR="009553CF" w:rsidRDefault="009553CF" w:rsidP="008D7633">
      <w:pPr>
        <w:rPr>
          <w:szCs w:val="20"/>
        </w:rPr>
      </w:pPr>
    </w:p>
    <w:p w14:paraId="66D47F09" w14:textId="40044A4C" w:rsidR="009553CF" w:rsidRDefault="009553CF" w:rsidP="008D7633">
      <w:pPr>
        <w:rPr>
          <w:szCs w:val="20"/>
        </w:rPr>
      </w:pPr>
    </w:p>
    <w:p w14:paraId="7FA310E9" w14:textId="14E2E983" w:rsidR="009553CF" w:rsidRDefault="009553CF" w:rsidP="008D7633">
      <w:pPr>
        <w:rPr>
          <w:szCs w:val="20"/>
        </w:rPr>
      </w:pPr>
    </w:p>
    <w:p w14:paraId="60250AFF" w14:textId="6153EC82" w:rsidR="009553CF" w:rsidRDefault="009553CF" w:rsidP="008D7633">
      <w:pPr>
        <w:rPr>
          <w:szCs w:val="20"/>
        </w:rPr>
      </w:pPr>
    </w:p>
    <w:p w14:paraId="6BA533C1" w14:textId="39C6C6AF" w:rsidR="009553CF" w:rsidRDefault="009553CF" w:rsidP="008D7633">
      <w:pPr>
        <w:rPr>
          <w:szCs w:val="20"/>
        </w:rPr>
      </w:pPr>
    </w:p>
    <w:p w14:paraId="19C10251" w14:textId="69FED51A" w:rsidR="009553CF" w:rsidRDefault="009553CF" w:rsidP="008D7633">
      <w:pPr>
        <w:rPr>
          <w:szCs w:val="20"/>
        </w:rPr>
      </w:pPr>
    </w:p>
    <w:p w14:paraId="704234AA" w14:textId="39F6DBEC" w:rsidR="009553CF" w:rsidRDefault="009553CF" w:rsidP="008D7633">
      <w:pPr>
        <w:rPr>
          <w:szCs w:val="20"/>
        </w:rPr>
      </w:pPr>
    </w:p>
    <w:p w14:paraId="4E5FB198" w14:textId="24E03BB3" w:rsidR="009553CF" w:rsidRDefault="009553CF" w:rsidP="008D7633">
      <w:pPr>
        <w:rPr>
          <w:szCs w:val="20"/>
        </w:rPr>
      </w:pPr>
    </w:p>
    <w:p w14:paraId="495F0264" w14:textId="5431B15A" w:rsidR="009553CF" w:rsidRDefault="009553CF" w:rsidP="008D7633">
      <w:pPr>
        <w:rPr>
          <w:szCs w:val="20"/>
        </w:rPr>
      </w:pPr>
    </w:p>
    <w:p w14:paraId="0787EC6A" w14:textId="77777777" w:rsidR="009553CF" w:rsidRPr="00E14DD8" w:rsidRDefault="009553CF" w:rsidP="008D7633">
      <w:pPr>
        <w:rPr>
          <w:szCs w:val="20"/>
        </w:rPr>
      </w:pPr>
    </w:p>
    <w:p w14:paraId="46F2780A" w14:textId="77777777" w:rsidR="008D7633" w:rsidRPr="00E14DD8" w:rsidRDefault="008D7633" w:rsidP="008D7633">
      <w:pPr>
        <w:rPr>
          <w:szCs w:val="20"/>
        </w:rPr>
      </w:pPr>
    </w:p>
    <w:p w14:paraId="5EF4009B" w14:textId="77777777" w:rsidR="008D7633" w:rsidRPr="00E14DD8" w:rsidRDefault="008D7633" w:rsidP="008D7633">
      <w:pPr>
        <w:rPr>
          <w:szCs w:val="20"/>
        </w:rPr>
      </w:pPr>
    </w:p>
    <w:p w14:paraId="51C82681" w14:textId="77777777" w:rsidR="008D7633" w:rsidRPr="00E14DD8" w:rsidRDefault="008D7633" w:rsidP="008D7633">
      <w:pPr>
        <w:rPr>
          <w:szCs w:val="20"/>
        </w:rPr>
      </w:pPr>
    </w:p>
    <w:p w14:paraId="067A07CC"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CA9095A" w14:textId="77777777" w:rsidTr="0044187A">
        <w:tc>
          <w:tcPr>
            <w:tcW w:w="3348" w:type="dxa"/>
            <w:tcBorders>
              <w:top w:val="nil"/>
              <w:left w:val="nil"/>
              <w:bottom w:val="nil"/>
              <w:right w:val="nil"/>
            </w:tcBorders>
          </w:tcPr>
          <w:p w14:paraId="1289C3ED" w14:textId="77777777" w:rsidR="008D7633" w:rsidRPr="0044187A" w:rsidRDefault="008D7633" w:rsidP="007A5EB4">
            <w:pPr>
              <w:pStyle w:val="Formatvorlage2"/>
              <w:rPr>
                <w:u w:val="single"/>
              </w:rPr>
            </w:pPr>
            <w:r w:rsidRPr="0044187A">
              <w:rPr>
                <w:u w:val="single"/>
              </w:rPr>
              <w:t>Herausgeber</w:t>
            </w:r>
          </w:p>
          <w:p w14:paraId="4A2E1205" w14:textId="77777777" w:rsidR="008D7633" w:rsidRDefault="008D7633" w:rsidP="007A5EB4">
            <w:pPr>
              <w:pStyle w:val="Formatvorlage2"/>
            </w:pPr>
            <w:r>
              <w:t xml:space="preserve">SIEGENIA </w:t>
            </w:r>
            <w:r w:rsidR="00486878">
              <w:t>GRUPPE</w:t>
            </w:r>
          </w:p>
          <w:p w14:paraId="64762920" w14:textId="77777777" w:rsidR="008D7633" w:rsidRDefault="008D7633" w:rsidP="007A5EB4">
            <w:pPr>
              <w:pStyle w:val="Formatvorlage2"/>
            </w:pPr>
            <w:r>
              <w:t>Marketing-Kommunikation</w:t>
            </w:r>
          </w:p>
          <w:p w14:paraId="24148C44" w14:textId="77777777" w:rsidR="008D7633" w:rsidRDefault="008D7633" w:rsidP="007A5EB4">
            <w:pPr>
              <w:pStyle w:val="Formatvorlage2"/>
            </w:pPr>
            <w:r>
              <w:t>Industriestraße 1</w:t>
            </w:r>
            <w:r w:rsidR="000D0C02">
              <w:t>-</w:t>
            </w:r>
            <w:r>
              <w:t>3</w:t>
            </w:r>
          </w:p>
          <w:p w14:paraId="4355C5CC" w14:textId="77777777" w:rsidR="008D7633" w:rsidRDefault="008D7633" w:rsidP="007A5EB4">
            <w:pPr>
              <w:pStyle w:val="Formatvorlage2"/>
            </w:pPr>
            <w:r>
              <w:t>D - 57234 Wilnsdorf</w:t>
            </w:r>
          </w:p>
          <w:p w14:paraId="4C920CAF" w14:textId="77777777" w:rsidR="008D7633" w:rsidRDefault="00FD182E" w:rsidP="007A5EB4">
            <w:pPr>
              <w:pStyle w:val="Formatvorlage2"/>
            </w:pPr>
            <w:r>
              <w:t xml:space="preserve">Tel.: </w:t>
            </w:r>
            <w:r w:rsidR="008D7633">
              <w:t>+49 271</w:t>
            </w:r>
            <w:r w:rsidR="0088698F">
              <w:t xml:space="preserve"> </w:t>
            </w:r>
            <w:r>
              <w:t>39</w:t>
            </w:r>
            <w:r w:rsidR="008D7633">
              <w:t>31-412</w:t>
            </w:r>
          </w:p>
          <w:p w14:paraId="19FD6CCB" w14:textId="77777777" w:rsidR="008D7633" w:rsidRDefault="008D7633" w:rsidP="007A5EB4">
            <w:pPr>
              <w:pStyle w:val="Formatvorlage2"/>
            </w:pPr>
            <w:r>
              <w:t>Fax: +49 271</w:t>
            </w:r>
            <w:r w:rsidR="0088698F">
              <w:t xml:space="preserve"> </w:t>
            </w:r>
            <w:r>
              <w:t>3931-77412</w:t>
            </w:r>
          </w:p>
          <w:p w14:paraId="2A436BB5"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7787CEED" w14:textId="77777777" w:rsidR="002E59D6" w:rsidRDefault="00510191" w:rsidP="007A5EB4">
            <w:pPr>
              <w:pStyle w:val="Formatvorlage2"/>
            </w:pPr>
            <w:r>
              <w:t>www.siegenia</w:t>
            </w:r>
            <w:r w:rsidR="008D7633">
              <w:t>.</w:t>
            </w:r>
            <w:r>
              <w:t>com</w:t>
            </w:r>
          </w:p>
          <w:p w14:paraId="301A4193"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7A527865" w14:textId="77777777" w:rsidR="008D7633" w:rsidRPr="0044187A" w:rsidRDefault="008D7633" w:rsidP="007A5EB4">
            <w:pPr>
              <w:pStyle w:val="Formatvorlage2"/>
              <w:rPr>
                <w:u w:val="single"/>
              </w:rPr>
            </w:pPr>
            <w:r w:rsidRPr="0044187A">
              <w:rPr>
                <w:u w:val="single"/>
              </w:rPr>
              <w:t>Redaktion / Ansprechpartner</w:t>
            </w:r>
          </w:p>
          <w:p w14:paraId="48E1AC48" w14:textId="77777777" w:rsidR="008D7633" w:rsidRDefault="008D7633" w:rsidP="007A5EB4">
            <w:pPr>
              <w:pStyle w:val="Formatvorlage2"/>
            </w:pPr>
            <w:r>
              <w:t>Kemper Kommunikation</w:t>
            </w:r>
          </w:p>
          <w:p w14:paraId="149B2E16" w14:textId="77777777" w:rsidR="00122FEC" w:rsidRPr="00C33A1F" w:rsidRDefault="00122FEC" w:rsidP="00122FEC">
            <w:pPr>
              <w:pStyle w:val="Formatvorlage2"/>
            </w:pPr>
            <w:r>
              <w:t xml:space="preserve">Kirsten </w:t>
            </w:r>
            <w:r w:rsidRPr="00C33A1F">
              <w:t xml:space="preserve">Kemper </w:t>
            </w:r>
          </w:p>
          <w:p w14:paraId="2043B2FF" w14:textId="77777777" w:rsidR="00122FEC" w:rsidRPr="00C33A1F" w:rsidRDefault="00122FEC" w:rsidP="00122FEC">
            <w:pPr>
              <w:pStyle w:val="Formatvorlage2"/>
            </w:pPr>
            <w:r>
              <w:t>Am Milchbornbach 10</w:t>
            </w:r>
          </w:p>
          <w:p w14:paraId="6036B288"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2D6BF9B4"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22573041" w14:textId="77777777" w:rsidR="008D7633" w:rsidRDefault="00716BDB" w:rsidP="007A5EB4">
            <w:pPr>
              <w:pStyle w:val="Formatvorlage2"/>
            </w:pPr>
            <w:r w:rsidRPr="004333E8">
              <w:t>www.kemper-kommunikation.de</w:t>
            </w:r>
          </w:p>
          <w:p w14:paraId="05E2FA7E" w14:textId="77777777" w:rsidR="00716BDB" w:rsidRPr="003F183E" w:rsidRDefault="00716BDB" w:rsidP="007A5EB4">
            <w:pPr>
              <w:pStyle w:val="Formatvorlage2"/>
            </w:pPr>
          </w:p>
        </w:tc>
        <w:tc>
          <w:tcPr>
            <w:tcW w:w="1800" w:type="dxa"/>
            <w:tcBorders>
              <w:top w:val="nil"/>
              <w:left w:val="nil"/>
              <w:bottom w:val="nil"/>
              <w:right w:val="nil"/>
            </w:tcBorders>
          </w:tcPr>
          <w:p w14:paraId="6FB0752F" w14:textId="77777777" w:rsidR="008D7633" w:rsidRPr="0044187A" w:rsidRDefault="008D7633" w:rsidP="007A5EB4">
            <w:pPr>
              <w:pStyle w:val="Formatvorlage2"/>
              <w:rPr>
                <w:u w:val="single"/>
              </w:rPr>
            </w:pPr>
            <w:r w:rsidRPr="0044187A">
              <w:rPr>
                <w:u w:val="single"/>
              </w:rPr>
              <w:t>Text - Info</w:t>
            </w:r>
          </w:p>
          <w:p w14:paraId="5F8C7BDE" w14:textId="77777777" w:rsidR="008D7633" w:rsidRPr="00C33A1F" w:rsidRDefault="008D7633" w:rsidP="007A5EB4">
            <w:pPr>
              <w:pStyle w:val="Formatvorlage2"/>
            </w:pPr>
            <w:r w:rsidRPr="00C33A1F">
              <w:t xml:space="preserve">Seiten: </w:t>
            </w:r>
            <w:r>
              <w:t>2</w:t>
            </w:r>
          </w:p>
          <w:p w14:paraId="41AEC949" w14:textId="77777777" w:rsidR="009553CF" w:rsidRPr="00C33A1F" w:rsidRDefault="009553CF" w:rsidP="009553CF">
            <w:pPr>
              <w:pStyle w:val="Formatvorlage2"/>
            </w:pPr>
            <w:r>
              <w:t>Wörter: 507</w:t>
            </w:r>
          </w:p>
          <w:p w14:paraId="547B8590" w14:textId="696CC65D" w:rsidR="008D7633" w:rsidRPr="00C33A1F" w:rsidRDefault="009553CF" w:rsidP="009553CF">
            <w:pPr>
              <w:pStyle w:val="Formatvorlage2"/>
            </w:pPr>
            <w:r w:rsidRPr="00C33A1F">
              <w:t xml:space="preserve">Zeichen: </w:t>
            </w:r>
            <w:r>
              <w:t>3 634</w:t>
            </w:r>
            <w:r w:rsidR="008D7633" w:rsidRPr="00C33A1F">
              <w:br/>
              <w:t>(mit Leerzeichen)</w:t>
            </w:r>
          </w:p>
          <w:p w14:paraId="21BFD495" w14:textId="77777777" w:rsidR="008D7633" w:rsidRDefault="008D7633" w:rsidP="007A5EB4">
            <w:pPr>
              <w:pStyle w:val="Formatvorlage2"/>
            </w:pPr>
          </w:p>
          <w:p w14:paraId="574B27DA" w14:textId="40F84F41" w:rsidR="008D7633" w:rsidRPr="00C33A1F" w:rsidRDefault="008D7633" w:rsidP="007A5EB4">
            <w:pPr>
              <w:pStyle w:val="Formatvorlage2"/>
            </w:pPr>
            <w:r>
              <w:t xml:space="preserve">erstellt am: </w:t>
            </w:r>
            <w:r w:rsidR="009553CF">
              <w:t>18</w:t>
            </w:r>
            <w:r>
              <w:t>.</w:t>
            </w:r>
            <w:r w:rsidR="009553CF">
              <w:t>11</w:t>
            </w:r>
            <w:r>
              <w:t>.20</w:t>
            </w:r>
            <w:r w:rsidR="00122FEC">
              <w:t>20</w:t>
            </w:r>
          </w:p>
          <w:p w14:paraId="7944BA39" w14:textId="77777777" w:rsidR="008D7633" w:rsidRPr="0044187A" w:rsidRDefault="008D7633" w:rsidP="007A5EB4">
            <w:pPr>
              <w:pStyle w:val="Formatvorlage2"/>
              <w:rPr>
                <w:szCs w:val="20"/>
              </w:rPr>
            </w:pPr>
          </w:p>
        </w:tc>
      </w:tr>
      <w:tr w:rsidR="008D7633" w:rsidRPr="0044187A" w14:paraId="22070F18" w14:textId="77777777" w:rsidTr="0044187A">
        <w:tc>
          <w:tcPr>
            <w:tcW w:w="8208" w:type="dxa"/>
            <w:gridSpan w:val="3"/>
            <w:tcBorders>
              <w:top w:val="nil"/>
              <w:left w:val="nil"/>
              <w:bottom w:val="nil"/>
              <w:right w:val="nil"/>
            </w:tcBorders>
          </w:tcPr>
          <w:p w14:paraId="5BD8AA38" w14:textId="77777777" w:rsidR="008D7633" w:rsidRPr="003F183E" w:rsidRDefault="008D7633" w:rsidP="007A5EB4">
            <w:pPr>
              <w:pStyle w:val="Formatvorlage2"/>
            </w:pPr>
            <w:r w:rsidRPr="003F183E">
              <w:t>Bei Veröffentlichung von Bild- oder Textmaterial bitten wir um Zusendung eines Belegexemplars.</w:t>
            </w:r>
          </w:p>
        </w:tc>
      </w:tr>
    </w:tbl>
    <w:p w14:paraId="03DAE304"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8121E6" w14:textId="77777777" w:rsidR="00C46785" w:rsidRDefault="00C46785">
      <w:r>
        <w:separator/>
      </w:r>
    </w:p>
  </w:endnote>
  <w:endnote w:type="continuationSeparator" w:id="0">
    <w:p w14:paraId="0CE477F2" w14:textId="77777777" w:rsidR="00C46785" w:rsidRDefault="00C46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91ACF"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73D8A4" w14:textId="77777777" w:rsidR="00C46785" w:rsidRDefault="00C46785">
      <w:r>
        <w:separator/>
      </w:r>
    </w:p>
  </w:footnote>
  <w:footnote w:type="continuationSeparator" w:id="0">
    <w:p w14:paraId="74D7A7FE" w14:textId="77777777" w:rsidR="00C46785" w:rsidRDefault="00C46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95EBA5" w14:textId="77777777" w:rsidR="00F71E39" w:rsidRDefault="00D313A4">
    <w:pPr>
      <w:pStyle w:val="Kopfzeile"/>
    </w:pPr>
    <w:r>
      <w:rPr>
        <w:noProof/>
      </w:rPr>
      <w:drawing>
        <wp:anchor distT="0" distB="0" distL="114300" distR="114300" simplePos="0" relativeHeight="251657728" behindDoc="1" locked="0" layoutInCell="1" allowOverlap="1" wp14:anchorId="796B7BE0" wp14:editId="2B7C2827">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3CF"/>
    <w:rsid w:val="000024D9"/>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B7003"/>
    <w:rsid w:val="001C39FF"/>
    <w:rsid w:val="001D26E4"/>
    <w:rsid w:val="001E0780"/>
    <w:rsid w:val="001E1DA6"/>
    <w:rsid w:val="001F3432"/>
    <w:rsid w:val="002046D3"/>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6899"/>
    <w:rsid w:val="00447689"/>
    <w:rsid w:val="0046235C"/>
    <w:rsid w:val="004629AD"/>
    <w:rsid w:val="004806AF"/>
    <w:rsid w:val="00486878"/>
    <w:rsid w:val="004B62AB"/>
    <w:rsid w:val="004C4FDA"/>
    <w:rsid w:val="004C503A"/>
    <w:rsid w:val="004E057A"/>
    <w:rsid w:val="004E2322"/>
    <w:rsid w:val="004E2BD7"/>
    <w:rsid w:val="004E3AF9"/>
    <w:rsid w:val="00510191"/>
    <w:rsid w:val="005254BE"/>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553BC"/>
    <w:rsid w:val="009553CF"/>
    <w:rsid w:val="009557EA"/>
    <w:rsid w:val="00963959"/>
    <w:rsid w:val="00963D60"/>
    <w:rsid w:val="0096600A"/>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46785"/>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D48C97"/>
  <w15:docId w15:val="{A88DA667-C110-4155-9FD1-BF23AAE7A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2Zchn">
    <w:name w:val="Überschrift 2 Zchn"/>
    <w:basedOn w:val="Absatz-Standardschriftart"/>
    <w:link w:val="berschrift2"/>
    <w:rsid w:val="009553CF"/>
    <w:rPr>
      <w:rFonts w:ascii="Arial" w:hAnsi="Arial" w:cs="Arial"/>
      <w:b/>
      <w:bCs/>
      <w:iCs/>
      <w:sz w:val="36"/>
      <w:szCs w:val="28"/>
    </w:rPr>
  </w:style>
  <w:style w:type="character" w:customStyle="1" w:styleId="berschrift4Zchn">
    <w:name w:val="Überschrift 4 Zchn"/>
    <w:basedOn w:val="Absatz-Standardschriftart"/>
    <w:link w:val="berschrift4"/>
    <w:rsid w:val="009553CF"/>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hop.siegeni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677</Words>
  <Characters>4270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4938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1</cp:revision>
  <cp:lastPrinted>2007-09-03T14:44:00Z</cp:lastPrinted>
  <dcterms:created xsi:type="dcterms:W3CDTF">2020-11-18T10:39:00Z</dcterms:created>
  <dcterms:modified xsi:type="dcterms:W3CDTF">2020-11-18T10:41:00Z</dcterms:modified>
</cp:coreProperties>
</file>