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49C7B" w14:textId="77777777" w:rsidR="005E1468" w:rsidRPr="0053075E" w:rsidRDefault="006B1AED" w:rsidP="005E1468">
      <w:pPr>
        <w:pStyle w:val="berschrift2"/>
      </w:pPr>
      <w:r>
        <w:t>Flüsterleiser Alleskönner von SIEGENIA</w:t>
      </w:r>
      <w:r w:rsidR="00F6067C" w:rsidRPr="0053075E">
        <w:t xml:space="preserve"> </w:t>
      </w:r>
    </w:p>
    <w:p w14:paraId="34840DB3" w14:textId="77777777" w:rsidR="00A82224" w:rsidRPr="003D2871" w:rsidRDefault="00A71651" w:rsidP="00A82224">
      <w:pPr>
        <w:pStyle w:val="berschrift1"/>
      </w:pPr>
      <w:r w:rsidRPr="003D2871">
        <w:t xml:space="preserve">AEROVITAL </w:t>
      </w:r>
      <w:proofErr w:type="spellStart"/>
      <w:r w:rsidRPr="003D2871">
        <w:t>ambience</w:t>
      </w:r>
      <w:proofErr w:type="spellEnd"/>
      <w:r w:rsidRPr="003D2871">
        <w:t xml:space="preserve">: </w:t>
      </w:r>
      <w:r w:rsidR="006B1AED">
        <w:t>auch für den Deckeneinbau</w:t>
      </w:r>
    </w:p>
    <w:p w14:paraId="490E5EE6" w14:textId="77777777" w:rsidR="005E1468" w:rsidRPr="003D2871" w:rsidRDefault="005E1468" w:rsidP="005E1468"/>
    <w:p w14:paraId="475B7359" w14:textId="77777777" w:rsidR="00C4037C" w:rsidRDefault="00517CEE" w:rsidP="00A71651">
      <w:r>
        <w:t xml:space="preserve">Er sorgt für gefilterte Frischluftzufuhr bei geschlossenem Fenster und bietet Raumkomfort </w:t>
      </w:r>
      <w:r w:rsidRPr="005B4FBB">
        <w:t>pur</w:t>
      </w:r>
      <w:r>
        <w:t xml:space="preserve">: der AEROVITAL </w:t>
      </w:r>
      <w:proofErr w:type="spellStart"/>
      <w:r>
        <w:t>ambience</w:t>
      </w:r>
      <w:proofErr w:type="spellEnd"/>
      <w:r w:rsidR="0079132D">
        <w:t>.</w:t>
      </w:r>
      <w:r>
        <w:t xml:space="preserve"> Der Wandlüfter </w:t>
      </w:r>
      <w:r w:rsidR="00206287">
        <w:t xml:space="preserve">von SIEGENIA </w:t>
      </w:r>
      <w:r>
        <w:t xml:space="preserve">überzeugt durch sein modernes, flaches Design </w:t>
      </w:r>
      <w:r w:rsidR="00532C14">
        <w:t xml:space="preserve">mit der Möglichkeit zur teilweisen Versenkung in der Wand </w:t>
      </w:r>
      <w:r w:rsidR="00206287">
        <w:t xml:space="preserve">und kombiniert ästhetische Stärken mit </w:t>
      </w:r>
      <w:r w:rsidR="00DE66C6">
        <w:t>zahlreichen</w:t>
      </w:r>
      <w:r w:rsidR="00206287">
        <w:t xml:space="preserve"> Leistungsmerkmalen, die </w:t>
      </w:r>
      <w:r w:rsidR="00532C14">
        <w:t>ihn zu einer High-End-Lösung für höchste Ansprüche machen</w:t>
      </w:r>
      <w:r w:rsidR="00206287">
        <w:t xml:space="preserve">. </w:t>
      </w:r>
    </w:p>
    <w:p w14:paraId="1A64F659" w14:textId="77777777" w:rsidR="00C4037C" w:rsidRDefault="00C4037C" w:rsidP="00A71651"/>
    <w:p w14:paraId="2E4B8615" w14:textId="2ABC29A0" w:rsidR="003177E9" w:rsidRDefault="00B30264" w:rsidP="00A71651">
      <w:r>
        <w:t xml:space="preserve">Ab sofort </w:t>
      </w:r>
      <w:r w:rsidR="00D73AED">
        <w:t xml:space="preserve">lässt sich der </w:t>
      </w:r>
      <w:r w:rsidR="00DE66C6">
        <w:t xml:space="preserve">AEROVITAL </w:t>
      </w:r>
      <w:proofErr w:type="spellStart"/>
      <w:r w:rsidR="00DE66C6">
        <w:t>ambience</w:t>
      </w:r>
      <w:proofErr w:type="spellEnd"/>
      <w:r w:rsidR="00D73AED">
        <w:t xml:space="preserve"> noch flexibler in die Gebäudearchitektur integrieren: Zusätzlich zu</w:t>
      </w:r>
      <w:r w:rsidR="008E0C92">
        <w:t xml:space="preserve">m Einbau über die </w:t>
      </w:r>
      <w:r w:rsidR="00D73AED">
        <w:t xml:space="preserve">teilweise Versenkung in der Wand ist </w:t>
      </w:r>
      <w:r w:rsidR="005164FD">
        <w:t>dann</w:t>
      </w:r>
      <w:r w:rsidR="00DE66C6">
        <w:t xml:space="preserve"> </w:t>
      </w:r>
      <w:r w:rsidR="00D73AED">
        <w:t xml:space="preserve">auch die Montage unter Decken oder </w:t>
      </w:r>
      <w:r w:rsidR="00642D24">
        <w:t xml:space="preserve">entlang </w:t>
      </w:r>
      <w:r w:rsidR="00D73AED">
        <w:t xml:space="preserve">einer </w:t>
      </w:r>
      <w:r w:rsidR="0053075E">
        <w:t>Se</w:t>
      </w:r>
      <w:r w:rsidR="00D73AED">
        <w:t xml:space="preserve">itenwand </w:t>
      </w:r>
      <w:r w:rsidR="008D6C3F">
        <w:t xml:space="preserve">im Dachgeschoss </w:t>
      </w:r>
      <w:r w:rsidR="00D73AED">
        <w:t>möglich. Das sorgt f</w:t>
      </w:r>
      <w:r w:rsidR="00206287">
        <w:t>ür ein Optimum an Flexibilität</w:t>
      </w:r>
      <w:r w:rsidR="00D73AED">
        <w:t xml:space="preserve"> und macht den Lüfter auch zu einer idealen Lösung für Gebäude mit </w:t>
      </w:r>
      <w:r w:rsidR="006D518D">
        <w:t>beengtem Raum</w:t>
      </w:r>
      <w:r w:rsidR="00D73AED">
        <w:t xml:space="preserve"> an der Außenwand sowie für Fälle, in denen </w:t>
      </w:r>
      <w:r w:rsidR="006D518D">
        <w:t xml:space="preserve">sich </w:t>
      </w:r>
      <w:r w:rsidR="00D73AED">
        <w:t xml:space="preserve">die </w:t>
      </w:r>
      <w:r w:rsidR="008E0C92">
        <w:t>Deckenm</w:t>
      </w:r>
      <w:r w:rsidR="00D73AED">
        <w:t xml:space="preserve">ontage </w:t>
      </w:r>
      <w:r w:rsidR="008E0C92">
        <w:t>optisch</w:t>
      </w:r>
      <w:r w:rsidR="00A71651">
        <w:t xml:space="preserve"> </w:t>
      </w:r>
      <w:r w:rsidR="006D518D">
        <w:t>anbietet</w:t>
      </w:r>
      <w:r w:rsidR="00D73AED">
        <w:t>.</w:t>
      </w:r>
      <w:r w:rsidR="00DF08D9">
        <w:t xml:space="preserve"> </w:t>
      </w:r>
      <w:r w:rsidR="006D518D">
        <w:t>H</w:t>
      </w:r>
      <w:r w:rsidR="008D6C3F">
        <w:t xml:space="preserve">ierzu stellt SIEGENIA </w:t>
      </w:r>
      <w:r w:rsidR="005164FD">
        <w:t>verschiedene</w:t>
      </w:r>
      <w:r w:rsidR="000F4EEB">
        <w:t xml:space="preserve"> </w:t>
      </w:r>
      <w:r w:rsidR="00DF08D9">
        <w:t xml:space="preserve">Montagesets zur Verfügung: </w:t>
      </w:r>
      <w:r w:rsidR="006D518D">
        <w:t xml:space="preserve">ein Set für die Deckenmontage, </w:t>
      </w:r>
      <w:r w:rsidR="005164FD">
        <w:t xml:space="preserve">einen </w:t>
      </w:r>
      <w:r w:rsidR="00642D24">
        <w:t>Basismontagek</w:t>
      </w:r>
      <w:r w:rsidR="005164FD">
        <w:t>a</w:t>
      </w:r>
      <w:r w:rsidR="00642D24">
        <w:t xml:space="preserve">sten für die Seitenwände </w:t>
      </w:r>
      <w:r w:rsidR="006D518D">
        <w:t xml:space="preserve">sowie </w:t>
      </w:r>
      <w:r w:rsidR="005164FD">
        <w:t xml:space="preserve">Sets für die </w:t>
      </w:r>
      <w:r w:rsidR="000F4EEB">
        <w:t xml:space="preserve">Luftführung und </w:t>
      </w:r>
      <w:r w:rsidR="005164FD">
        <w:t xml:space="preserve">die </w:t>
      </w:r>
      <w:r w:rsidR="00642D24">
        <w:t>Verlängerung.</w:t>
      </w:r>
      <w:r w:rsidR="00C4037C">
        <w:t xml:space="preserve"> </w:t>
      </w:r>
      <w:r w:rsidR="00DE66C6">
        <w:t xml:space="preserve">Auch bei der Wandmontage stehen </w:t>
      </w:r>
      <w:r w:rsidR="00C4037C">
        <w:t>mithilfe des AERO Laibungskanals EPP</w:t>
      </w:r>
      <w:r w:rsidR="00DE66C6">
        <w:t xml:space="preserve"> alle Möglichkeiten offen</w:t>
      </w:r>
      <w:r w:rsidR="00C4037C">
        <w:t>. E</w:t>
      </w:r>
      <w:r w:rsidR="00DE66C6">
        <w:t>r</w:t>
      </w:r>
      <w:r w:rsidR="00C4037C">
        <w:t xml:space="preserve"> verbindet ein dezentes Design mit einer hohen Schalldämmung und der flexiblen Positionierung in Abhängigkeit von den Gegebenheiten vor Ort – sowohl auf de</w:t>
      </w:r>
      <w:r w:rsidR="005164FD">
        <w:t>r</w:t>
      </w:r>
      <w:r w:rsidR="00C4037C">
        <w:t xml:space="preserve"> Innen- als auch auf der Außenseite des Gebäudes. </w:t>
      </w:r>
    </w:p>
    <w:p w14:paraId="22638DA0" w14:textId="77777777" w:rsidR="00D42EA3" w:rsidRPr="000B384E" w:rsidRDefault="00A71651" w:rsidP="00D42EA3">
      <w:pPr>
        <w:pStyle w:val="berschrift4"/>
      </w:pPr>
      <w:r>
        <w:t>Perfekter Allrounder für gehobene Ansprüche</w:t>
      </w:r>
    </w:p>
    <w:p w14:paraId="603CFD3A" w14:textId="7DC04F15" w:rsidR="00866C1D" w:rsidRPr="00345845" w:rsidRDefault="00A71651" w:rsidP="00DE3350">
      <w:pPr>
        <w:rPr>
          <w:strike/>
        </w:rPr>
      </w:pPr>
      <w:r>
        <w:t xml:space="preserve">Beim Thema Raumkomfort zeigt der </w:t>
      </w:r>
      <w:r w:rsidR="00DE66C6">
        <w:t xml:space="preserve">AEROVITAL </w:t>
      </w:r>
      <w:proofErr w:type="spellStart"/>
      <w:r w:rsidR="00DE66C6">
        <w:t>ambience</w:t>
      </w:r>
      <w:proofErr w:type="spellEnd"/>
      <w:r w:rsidR="00DE66C6">
        <w:t xml:space="preserve"> </w:t>
      </w:r>
      <w:r>
        <w:t xml:space="preserve">Stärken. Das fängt bereits bei </w:t>
      </w:r>
      <w:r w:rsidR="00D42EA3">
        <w:t xml:space="preserve">seiner </w:t>
      </w:r>
      <w:r w:rsidR="00532C14">
        <w:t xml:space="preserve">hohen </w:t>
      </w:r>
      <w:r w:rsidR="00D42EA3">
        <w:t xml:space="preserve">Luftleistung </w:t>
      </w:r>
      <w:r w:rsidR="00532C14">
        <w:t xml:space="preserve">von bis zu 60 m³/h </w:t>
      </w:r>
      <w:r w:rsidRPr="00012D65">
        <w:t>an</w:t>
      </w:r>
      <w:r>
        <w:t xml:space="preserve">, die der </w:t>
      </w:r>
      <w:r w:rsidR="00DE66C6">
        <w:t xml:space="preserve">leistungsstarke Allrounder </w:t>
      </w:r>
      <w:r>
        <w:t>mit einem äußerst geringen Eigengeräusch verbindet</w:t>
      </w:r>
      <w:r w:rsidR="00D42EA3">
        <w:t xml:space="preserve">. Auch störende Geräusche von außen bleiben dank </w:t>
      </w:r>
      <w:r w:rsidR="00DE66C6">
        <w:t>der</w:t>
      </w:r>
      <w:r w:rsidR="00D42EA3">
        <w:t xml:space="preserve"> erstklassigen Schalldämmung </w:t>
      </w:r>
      <w:r w:rsidR="00532C14">
        <w:t xml:space="preserve">(bis zu 58 dB) </w:t>
      </w:r>
      <w:r w:rsidR="00D42EA3">
        <w:t>im Hintergrund. Zu einem Ass in Sachen Energieeffizienz machen ihn sein hervorragender Wärmerückgewinnungsgrad von 85 Prozent und seine energiesparenden EC-Ventilatoren</w:t>
      </w:r>
      <w:bookmarkStart w:id="0" w:name="_Hlk499886988"/>
      <w:r w:rsidR="00345845">
        <w:t>.</w:t>
      </w:r>
    </w:p>
    <w:p w14:paraId="1ECB8C90" w14:textId="77777777" w:rsidR="00866C1D" w:rsidRDefault="00866C1D" w:rsidP="00DE3350"/>
    <w:p w14:paraId="01DC38C6" w14:textId="77777777" w:rsidR="00532C14" w:rsidRDefault="00D42EA3" w:rsidP="00532C14">
      <w:r>
        <w:t>Einzigartig ist die innovative Luftführung des Keramikwärmetauschers</w:t>
      </w:r>
      <w:r w:rsidR="007A23C1">
        <w:t>.</w:t>
      </w:r>
      <w:r>
        <w:t xml:space="preserve"> </w:t>
      </w:r>
      <w:r w:rsidR="007A23C1">
        <w:t>Er beugt nicht nur der Austrocknung der Raumluft im Winter</w:t>
      </w:r>
      <w:r w:rsidR="007A23C1" w:rsidRPr="002439E5">
        <w:t xml:space="preserve"> </w:t>
      </w:r>
      <w:r w:rsidR="007A23C1">
        <w:t xml:space="preserve">vor, sondern verfügt zudem über eine innovative Luftführung, die den kontinuierlichen Zu- und Abluftstrom sicherstellt. Das sorgt für einen hohen Wohlfühlfaktor. </w:t>
      </w:r>
      <w:bookmarkEnd w:id="0"/>
      <w:r w:rsidR="00532C14">
        <w:t>Clever ist ebenso die Bypass-Funktion. Sie verhindert, dass die Außenluft in den Sommermonaten beim Ein</w:t>
      </w:r>
      <w:r w:rsidR="001F03F3">
        <w:t>strömen</w:t>
      </w:r>
      <w:r w:rsidR="00532C14">
        <w:t xml:space="preserve"> in das Gebäude über den Wärmetauscher aufgewärmt wird. </w:t>
      </w:r>
    </w:p>
    <w:p w14:paraId="787AA9D7" w14:textId="77777777" w:rsidR="00532C14" w:rsidRDefault="001F03F3" w:rsidP="00DE66C6">
      <w:pPr>
        <w:pStyle w:val="berschrift4"/>
      </w:pPr>
      <w:r>
        <w:lastRenderedPageBreak/>
        <w:t xml:space="preserve">Bedarfsgerechte Lüftung leicht gemacht </w:t>
      </w:r>
      <w:r w:rsidR="00DE66C6">
        <w:t xml:space="preserve">– auch per App </w:t>
      </w:r>
    </w:p>
    <w:p w14:paraId="14D299DE" w14:textId="1197BC27" w:rsidR="000C44DE" w:rsidRPr="00DE66C6" w:rsidRDefault="00F021DE" w:rsidP="00DE3350">
      <w:pPr>
        <w:rPr>
          <w:rFonts w:cs="Arial"/>
          <w:color w:val="FF0000"/>
          <w:szCs w:val="20"/>
        </w:rPr>
      </w:pPr>
      <w:r>
        <w:t xml:space="preserve">Besonders leistungsstark ist der AEROVITAL </w:t>
      </w:r>
      <w:proofErr w:type="spellStart"/>
      <w:r>
        <w:t>ambience</w:t>
      </w:r>
      <w:proofErr w:type="spellEnd"/>
      <w:r>
        <w:t xml:space="preserve"> in der smart-Variante. Hier sorgen </w:t>
      </w:r>
      <w:r w:rsidR="00532C14">
        <w:t>gleich mehrere Leistungsmerkmale</w:t>
      </w:r>
      <w:r w:rsidRPr="00F021DE">
        <w:t xml:space="preserve"> </w:t>
      </w:r>
      <w:r>
        <w:t>für die bedarfsgerechte Lüftung</w:t>
      </w:r>
      <w:r w:rsidR="00532C14">
        <w:t>. Neben einer stufenlosen Luftmengensteuerung ist d</w:t>
      </w:r>
      <w:r>
        <w:t>ies</w:t>
      </w:r>
      <w:r w:rsidR="00532C14">
        <w:t xml:space="preserve">er </w:t>
      </w:r>
      <w:r>
        <w:t>Lüfter</w:t>
      </w:r>
      <w:r w:rsidR="000F4EEB">
        <w:t xml:space="preserve"> </w:t>
      </w:r>
      <w:r w:rsidR="00532C14">
        <w:t xml:space="preserve">mit einem </w:t>
      </w:r>
      <w:r w:rsidR="00532C14" w:rsidRPr="00770DBC">
        <w:t>Feuchtigkeitsfühler</w:t>
      </w:r>
      <w:r w:rsidR="00532C14">
        <w:t xml:space="preserve"> sowie einem </w:t>
      </w:r>
      <w:proofErr w:type="spellStart"/>
      <w:r w:rsidR="00532C14">
        <w:t>Timer</w:t>
      </w:r>
      <w:proofErr w:type="spellEnd"/>
      <w:r w:rsidR="00532C14">
        <w:t xml:space="preserve"> ausgestattet. Das erlaubt Endanwendern, auch bei Abwesenheit oder während des Urlaubs bedarfsgerecht zu lüften. Wochentag, Startzeit</w:t>
      </w:r>
      <w:r w:rsidR="00DE66C6">
        <w:t xml:space="preserve"> und </w:t>
      </w:r>
      <w:r w:rsidR="00532C14">
        <w:t xml:space="preserve">Luftmenge lassen sich für verschiedene Szenarien flexibel programmieren. Raumkomfort </w:t>
      </w:r>
      <w:r w:rsidR="00532C14" w:rsidRPr="005B4FBB">
        <w:t>für höchste Ansprüche</w:t>
      </w:r>
      <w:r w:rsidR="00532C14">
        <w:t xml:space="preserve"> biete</w:t>
      </w:r>
      <w:r w:rsidR="0013362D">
        <w:t>t</w:t>
      </w:r>
      <w:r w:rsidR="00532C14">
        <w:t xml:space="preserve"> darüber hinaus </w:t>
      </w:r>
      <w:r w:rsidR="000F4EEB">
        <w:t xml:space="preserve">der </w:t>
      </w:r>
      <w:r w:rsidR="00532C14">
        <w:t>integrierte</w:t>
      </w:r>
      <w:r w:rsidR="00532C14" w:rsidRPr="005B4FBB">
        <w:t xml:space="preserve"> </w:t>
      </w:r>
      <w:r w:rsidR="000F4EEB">
        <w:t>Luftqualitätssensor</w:t>
      </w:r>
      <w:r w:rsidR="00532C14">
        <w:t xml:space="preserve"> für den </w:t>
      </w:r>
      <w:r w:rsidR="00532C14" w:rsidRPr="005B4FBB">
        <w:t>Automatikbetrieb</w:t>
      </w:r>
      <w:r w:rsidR="00532C14">
        <w:t xml:space="preserve">: </w:t>
      </w:r>
      <w:r w:rsidR="0013362D">
        <w:t>Er</w:t>
      </w:r>
      <w:r w:rsidR="00532C14" w:rsidRPr="005B4FBB">
        <w:t xml:space="preserve"> </w:t>
      </w:r>
      <w:r w:rsidR="001F03F3">
        <w:t>gewährleiste</w:t>
      </w:r>
      <w:r w:rsidR="0013362D">
        <w:t>t</w:t>
      </w:r>
      <w:r w:rsidR="00532C14" w:rsidRPr="005B4FBB">
        <w:t xml:space="preserve"> in Abhängigkeit</w:t>
      </w:r>
      <w:r w:rsidR="00532C14">
        <w:rPr>
          <w:rFonts w:cs="Arial"/>
          <w:szCs w:val="20"/>
        </w:rPr>
        <w:t xml:space="preserve"> von den Messwerten die Aktivierung und Deaktivierung des Lüfters. </w:t>
      </w:r>
      <w:r w:rsidR="00D42EA3">
        <w:t xml:space="preserve">Durch die Einbindung in die SIEGENIA Comfort App setzt der AEROVITAL </w:t>
      </w:r>
      <w:proofErr w:type="spellStart"/>
      <w:r w:rsidR="00D42EA3">
        <w:t>ambience</w:t>
      </w:r>
      <w:proofErr w:type="spellEnd"/>
      <w:r w:rsidR="00D42EA3">
        <w:t xml:space="preserve"> </w:t>
      </w:r>
      <w:r w:rsidR="00A71651">
        <w:t xml:space="preserve">smart </w:t>
      </w:r>
      <w:r w:rsidR="001F03F3">
        <w:t xml:space="preserve">zudem </w:t>
      </w:r>
      <w:r w:rsidR="00D42EA3">
        <w:t xml:space="preserve">beim Thema </w:t>
      </w:r>
      <w:r w:rsidR="00D42EA3" w:rsidRPr="006C1D7E">
        <w:t>Nutzungskomfort</w:t>
      </w:r>
      <w:r w:rsidR="00D42EA3">
        <w:t xml:space="preserve"> Zeichen. </w:t>
      </w:r>
    </w:p>
    <w:p w14:paraId="6E658E52" w14:textId="77777777" w:rsidR="000C44DE" w:rsidRDefault="000C44DE" w:rsidP="000C44DE">
      <w:pPr>
        <w:rPr>
          <w:szCs w:val="20"/>
        </w:rPr>
      </w:pPr>
    </w:p>
    <w:p w14:paraId="4911D43A" w14:textId="77777777" w:rsidR="00F147CC" w:rsidRPr="00515CC3" w:rsidRDefault="00F147CC" w:rsidP="00F147CC">
      <w:pPr>
        <w:rPr>
          <w:rFonts w:cs="Arial"/>
          <w:szCs w:val="20"/>
        </w:rPr>
      </w:pPr>
    </w:p>
    <w:p w14:paraId="4C079966" w14:textId="77777777" w:rsidR="00CC3663" w:rsidRDefault="00CC3663" w:rsidP="00D42EA3"/>
    <w:p w14:paraId="5A94C036" w14:textId="41EA7203" w:rsidR="00CC3663" w:rsidRDefault="00CC3663" w:rsidP="00D42EA3"/>
    <w:p w14:paraId="5A24A89E" w14:textId="07282C37" w:rsidR="0013362D" w:rsidRDefault="0013362D" w:rsidP="00D42EA3"/>
    <w:p w14:paraId="2B34E7FD" w14:textId="311AA227" w:rsidR="0013362D" w:rsidRDefault="0013362D" w:rsidP="00D42EA3"/>
    <w:p w14:paraId="65CB7D65" w14:textId="1B15141A" w:rsidR="0013362D" w:rsidRDefault="0013362D" w:rsidP="00D42EA3"/>
    <w:p w14:paraId="12B0F653" w14:textId="245FB5AA" w:rsidR="0013362D" w:rsidRDefault="0013362D" w:rsidP="00D42EA3"/>
    <w:p w14:paraId="4648838E" w14:textId="77777777" w:rsidR="00F37B3D" w:rsidRDefault="00F37B3D" w:rsidP="00D42EA3"/>
    <w:p w14:paraId="1E611DB3" w14:textId="12A6CE51" w:rsidR="0013362D" w:rsidRDefault="0013362D" w:rsidP="00D42EA3"/>
    <w:p w14:paraId="62270D85" w14:textId="77777777" w:rsidR="0013362D" w:rsidRDefault="0013362D" w:rsidP="00D42EA3"/>
    <w:p w14:paraId="179EAF83" w14:textId="77777777" w:rsidR="00CC3663" w:rsidRPr="00563EF6" w:rsidRDefault="00CC3663" w:rsidP="00D42EA3"/>
    <w:p w14:paraId="3DBFEA8A" w14:textId="77777777" w:rsidR="005E1468" w:rsidRDefault="005E1468" w:rsidP="005A7C57">
      <w:pPr>
        <w:pStyle w:val="berschrift4"/>
      </w:pPr>
      <w:r>
        <w:t>Bildunterschriften</w:t>
      </w:r>
    </w:p>
    <w:p w14:paraId="06958195" w14:textId="77777777" w:rsidR="002A7F37" w:rsidRDefault="002A7F37" w:rsidP="002A7F37">
      <w:r>
        <w:t>Bildquelle: SIEGENIA</w:t>
      </w:r>
    </w:p>
    <w:p w14:paraId="3098F59D" w14:textId="77777777" w:rsidR="002A7F37" w:rsidRPr="002A7F37" w:rsidRDefault="002A7F37" w:rsidP="002A7F37"/>
    <w:p w14:paraId="7713629F" w14:textId="669849A0" w:rsidR="00E22F04" w:rsidRPr="0013362D" w:rsidRDefault="005E1468" w:rsidP="00E22F04">
      <w:pPr>
        <w:rPr>
          <w:bCs/>
          <w:i/>
          <w:lang w:val="it-IT"/>
        </w:rPr>
      </w:pPr>
      <w:r w:rsidRPr="0013362D">
        <w:rPr>
          <w:bCs/>
          <w:i/>
          <w:lang w:val="it-IT"/>
        </w:rPr>
        <w:t xml:space="preserve">Motiv I: </w:t>
      </w:r>
      <w:r w:rsidR="00E22F04" w:rsidRPr="0013362D">
        <w:rPr>
          <w:bCs/>
          <w:i/>
          <w:lang w:val="it-IT"/>
        </w:rPr>
        <w:t>SIE_AERO_AEROVITAL</w:t>
      </w:r>
      <w:r w:rsidR="00D42F53" w:rsidRPr="0013362D">
        <w:rPr>
          <w:bCs/>
          <w:i/>
          <w:lang w:val="it-IT"/>
        </w:rPr>
        <w:t xml:space="preserve"> </w:t>
      </w:r>
      <w:proofErr w:type="spellStart"/>
      <w:r w:rsidR="00D42F53" w:rsidRPr="0013362D">
        <w:rPr>
          <w:bCs/>
          <w:i/>
          <w:lang w:val="it-IT"/>
        </w:rPr>
        <w:t>ambience_</w:t>
      </w:r>
      <w:r w:rsidR="0013362D" w:rsidRPr="0013362D">
        <w:rPr>
          <w:bCs/>
          <w:i/>
          <w:lang w:val="it-IT"/>
        </w:rPr>
        <w:t>abgehangene</w:t>
      </w:r>
      <w:proofErr w:type="spellEnd"/>
      <w:r w:rsidR="0013362D" w:rsidRPr="0013362D">
        <w:rPr>
          <w:bCs/>
          <w:i/>
          <w:lang w:val="it-IT"/>
        </w:rPr>
        <w:t xml:space="preserve"> Decke</w:t>
      </w:r>
      <w:r w:rsidR="00E22F04" w:rsidRPr="0013362D">
        <w:rPr>
          <w:bCs/>
          <w:i/>
          <w:lang w:val="it-IT"/>
        </w:rPr>
        <w:t xml:space="preserve">.jpg </w:t>
      </w:r>
    </w:p>
    <w:p w14:paraId="3DBB5EC1" w14:textId="77777777" w:rsidR="006D518D" w:rsidRDefault="006D518D" w:rsidP="005E1468">
      <w:r>
        <w:t xml:space="preserve">Größtmögliche Flexibilität: Zusätzlich zum Einbau </w:t>
      </w:r>
      <w:r w:rsidR="00B90405">
        <w:t>an</w:t>
      </w:r>
      <w:r>
        <w:t xml:space="preserve"> der Wand lässt sich der High End-Wandlüfter AEROVITAL </w:t>
      </w:r>
      <w:proofErr w:type="spellStart"/>
      <w:r>
        <w:t>ambience</w:t>
      </w:r>
      <w:proofErr w:type="spellEnd"/>
      <w:r>
        <w:t xml:space="preserve"> von SIEGENIA auch unter Decken oder </w:t>
      </w:r>
      <w:r w:rsidR="0053075E">
        <w:t>entlang einer Seitenwand im Dachgeschoss montieren</w:t>
      </w:r>
    </w:p>
    <w:p w14:paraId="582EE8A8" w14:textId="77777777" w:rsidR="006D518D" w:rsidRDefault="006D518D" w:rsidP="005E1468"/>
    <w:p w14:paraId="11D0C044" w14:textId="4FDA8F44" w:rsidR="006D518D" w:rsidRPr="006D518D" w:rsidRDefault="006D518D" w:rsidP="006D518D">
      <w:pPr>
        <w:rPr>
          <w:bCs/>
          <w:i/>
          <w:lang w:val="it-IT"/>
        </w:rPr>
      </w:pPr>
      <w:r w:rsidRPr="006D518D">
        <w:rPr>
          <w:bCs/>
          <w:i/>
          <w:lang w:val="it-IT"/>
        </w:rPr>
        <w:t xml:space="preserve">Motiv </w:t>
      </w:r>
      <w:r>
        <w:rPr>
          <w:bCs/>
          <w:i/>
          <w:lang w:val="it-IT"/>
        </w:rPr>
        <w:t>I</w:t>
      </w:r>
      <w:r w:rsidRPr="006D518D">
        <w:rPr>
          <w:bCs/>
          <w:i/>
          <w:lang w:val="it-IT"/>
        </w:rPr>
        <w:t>I: SIE_AERO_</w:t>
      </w:r>
      <w:r w:rsidRPr="00F37B3D">
        <w:rPr>
          <w:bCs/>
          <w:i/>
          <w:lang w:val="it-IT"/>
        </w:rPr>
        <w:t>AEROVITAL ambience_</w:t>
      </w:r>
      <w:r w:rsidR="00F37B3D">
        <w:rPr>
          <w:bCs/>
          <w:i/>
          <w:lang w:val="it-IT"/>
        </w:rPr>
        <w:t>seitlich</w:t>
      </w:r>
      <w:r w:rsidRPr="006D518D">
        <w:rPr>
          <w:bCs/>
          <w:i/>
          <w:lang w:val="it-IT"/>
        </w:rPr>
        <w:t xml:space="preserve">.jpg </w:t>
      </w:r>
    </w:p>
    <w:p w14:paraId="106CAE73" w14:textId="77777777" w:rsidR="005E1468" w:rsidRPr="00E22F04" w:rsidRDefault="00E22F04" w:rsidP="005E1468">
      <w:r>
        <w:t xml:space="preserve">Der AEROVITAL </w:t>
      </w:r>
      <w:proofErr w:type="spellStart"/>
      <w:r>
        <w:t>ambience</w:t>
      </w:r>
      <w:proofErr w:type="spellEnd"/>
      <w:r>
        <w:t xml:space="preserve"> smart überzeugt durch sein modernes Design, eine </w:t>
      </w:r>
      <w:r w:rsidR="00345845">
        <w:t>leistungsstarke</w:t>
      </w:r>
      <w:r>
        <w:t xml:space="preserve"> </w:t>
      </w:r>
      <w:r w:rsidR="00EF5C59">
        <w:t>Schalldämmung</w:t>
      </w:r>
      <w:r w:rsidR="00345845">
        <w:t>, eine hohe</w:t>
      </w:r>
      <w:r w:rsidR="00EF5C59">
        <w:t xml:space="preserve"> Luftleistung</w:t>
      </w:r>
      <w:r>
        <w:t xml:space="preserve"> sowie höchste Energieeffizienz.</w:t>
      </w:r>
    </w:p>
    <w:p w14:paraId="346D18AB" w14:textId="77777777" w:rsidR="00E22F04" w:rsidRPr="00E22F04" w:rsidRDefault="00E22F04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B6B630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C99CFA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3C03C4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0D4ED8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3A9DC77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367B9B7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F07329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22BA97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010E3F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3065B3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5E70B3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A58DC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93CD4A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DB6B77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5A98EA0" w14:textId="22BA7549" w:rsidR="008D7633" w:rsidRPr="00C33A1F" w:rsidRDefault="0013362D" w:rsidP="007A5EB4">
            <w:pPr>
              <w:pStyle w:val="Formatvorlage2"/>
            </w:pPr>
            <w:r>
              <w:t>Am Milchbornbach 10</w:t>
            </w:r>
          </w:p>
          <w:p w14:paraId="44D158A8" w14:textId="0917CAE1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 w:rsidR="0013362D">
              <w:t>429</w:t>
            </w:r>
            <w:r w:rsidRPr="00C33A1F">
              <w:t xml:space="preserve"> </w:t>
            </w:r>
            <w:r w:rsidR="0013362D">
              <w:t>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13362D">
              <w:t>04</w:t>
            </w:r>
            <w:r w:rsidRPr="00C33A1F">
              <w:t xml:space="preserve"> 9</w:t>
            </w:r>
            <w:r w:rsidR="0013362D">
              <w:t>644808</w:t>
            </w:r>
          </w:p>
          <w:p w14:paraId="5A3B8E10" w14:textId="77777777" w:rsidR="008D7633" w:rsidRPr="0013362D" w:rsidRDefault="0088698F" w:rsidP="007A5EB4">
            <w:pPr>
              <w:pStyle w:val="Formatvorlage2"/>
            </w:pPr>
            <w:r w:rsidRPr="0013362D">
              <w:t>E</w:t>
            </w:r>
            <w:r w:rsidR="008D7633" w:rsidRPr="0013362D">
              <w:t>-Mail: info@kemper-kommunikation.de</w:t>
            </w:r>
          </w:p>
          <w:p w14:paraId="39C5E69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82BDC1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A8134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BF8ADC3" w14:textId="77777777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6C1D7E">
              <w:t>n</w:t>
            </w:r>
            <w:r w:rsidRPr="00C33A1F">
              <w:t xml:space="preserve">: </w:t>
            </w:r>
            <w:r w:rsidR="006C1D7E">
              <w:t>2</w:t>
            </w:r>
          </w:p>
          <w:p w14:paraId="6E2EEE4D" w14:textId="39018CD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3362D">
              <w:t>428</w:t>
            </w:r>
          </w:p>
          <w:p w14:paraId="1978DF5C" w14:textId="1971F45E" w:rsidR="008D7633" w:rsidRPr="00F37B3D" w:rsidRDefault="008D7633" w:rsidP="007A5EB4">
            <w:pPr>
              <w:pStyle w:val="Formatvorlage2"/>
            </w:pPr>
            <w:r w:rsidRPr="00F37B3D">
              <w:t xml:space="preserve">Zeichen: </w:t>
            </w:r>
            <w:r w:rsidR="0013362D" w:rsidRPr="00F37B3D">
              <w:t>3</w:t>
            </w:r>
            <w:r w:rsidR="00EA63A7" w:rsidRPr="00F37B3D">
              <w:t xml:space="preserve"> </w:t>
            </w:r>
            <w:r w:rsidR="0013362D" w:rsidRPr="00F37B3D">
              <w:t>193</w:t>
            </w:r>
            <w:r w:rsidRPr="00F37B3D">
              <w:br/>
              <w:t>(mit Leerzeichen)</w:t>
            </w:r>
          </w:p>
          <w:p w14:paraId="4D1D88BD" w14:textId="77777777" w:rsidR="008D7633" w:rsidRPr="00F37B3D" w:rsidRDefault="008D7633" w:rsidP="007A5EB4">
            <w:pPr>
              <w:pStyle w:val="Formatvorlage2"/>
            </w:pPr>
          </w:p>
          <w:p w14:paraId="01139CF8" w14:textId="449568E9" w:rsidR="008D7633" w:rsidRPr="00C33A1F" w:rsidRDefault="008D7633" w:rsidP="007A5EB4">
            <w:pPr>
              <w:pStyle w:val="Formatvorlage2"/>
            </w:pPr>
            <w:r w:rsidRPr="00F37B3D">
              <w:t xml:space="preserve">erstellt am: </w:t>
            </w:r>
            <w:r w:rsidR="00716D95" w:rsidRPr="00F37B3D">
              <w:t>0</w:t>
            </w:r>
            <w:r w:rsidR="0013362D" w:rsidRPr="00F37B3D">
              <w:t>8</w:t>
            </w:r>
            <w:r w:rsidRPr="00F37B3D">
              <w:t>.</w:t>
            </w:r>
            <w:r w:rsidR="006C1D7E" w:rsidRPr="00F37B3D">
              <w:t>0</w:t>
            </w:r>
            <w:r w:rsidR="00716D95" w:rsidRPr="00F37B3D">
              <w:t>7</w:t>
            </w:r>
            <w:r w:rsidRPr="00F37B3D">
              <w:t>.20</w:t>
            </w:r>
            <w:r w:rsidR="00716D95" w:rsidRPr="00F37B3D">
              <w:t>20</w:t>
            </w:r>
          </w:p>
          <w:p w14:paraId="6879958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0C6E81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2947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9C3413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BEEA4" w14:textId="77777777" w:rsidR="00E75FBB" w:rsidRDefault="00E75FBB">
      <w:r>
        <w:separator/>
      </w:r>
    </w:p>
  </w:endnote>
  <w:endnote w:type="continuationSeparator" w:id="0">
    <w:p w14:paraId="76EBCDCF" w14:textId="77777777" w:rsidR="00E75FBB" w:rsidRDefault="00E7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EA52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58C11" w14:textId="77777777" w:rsidR="00E75FBB" w:rsidRDefault="00E75FBB">
      <w:r>
        <w:separator/>
      </w:r>
    </w:p>
  </w:footnote>
  <w:footnote w:type="continuationSeparator" w:id="0">
    <w:p w14:paraId="30750B01" w14:textId="77777777" w:rsidR="00E75FBB" w:rsidRDefault="00E7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FF22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EE09863" wp14:editId="2942C05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70CFE"/>
    <w:multiLevelType w:val="multilevel"/>
    <w:tmpl w:val="5C2E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B72B0"/>
    <w:multiLevelType w:val="hybridMultilevel"/>
    <w:tmpl w:val="26086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A5500"/>
    <w:multiLevelType w:val="hybridMultilevel"/>
    <w:tmpl w:val="2BCA5D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C0"/>
    <w:rsid w:val="000024D9"/>
    <w:rsid w:val="00003256"/>
    <w:rsid w:val="00012D65"/>
    <w:rsid w:val="0001449A"/>
    <w:rsid w:val="0001520C"/>
    <w:rsid w:val="00026907"/>
    <w:rsid w:val="00040EBF"/>
    <w:rsid w:val="00064165"/>
    <w:rsid w:val="000675C7"/>
    <w:rsid w:val="00086581"/>
    <w:rsid w:val="00090045"/>
    <w:rsid w:val="00095303"/>
    <w:rsid w:val="000A1DF0"/>
    <w:rsid w:val="000A2173"/>
    <w:rsid w:val="000A5CA3"/>
    <w:rsid w:val="000C44DE"/>
    <w:rsid w:val="000D0C02"/>
    <w:rsid w:val="000D2A27"/>
    <w:rsid w:val="000D4874"/>
    <w:rsid w:val="000E39CF"/>
    <w:rsid w:val="000E424C"/>
    <w:rsid w:val="000F2936"/>
    <w:rsid w:val="000F4EEB"/>
    <w:rsid w:val="000F565C"/>
    <w:rsid w:val="000F67C4"/>
    <w:rsid w:val="001025BB"/>
    <w:rsid w:val="0010792E"/>
    <w:rsid w:val="001128F1"/>
    <w:rsid w:val="00122F20"/>
    <w:rsid w:val="0013362D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5964"/>
    <w:rsid w:val="001E0780"/>
    <w:rsid w:val="001E1DA6"/>
    <w:rsid w:val="001F03F3"/>
    <w:rsid w:val="001F3432"/>
    <w:rsid w:val="002046D3"/>
    <w:rsid w:val="00206287"/>
    <w:rsid w:val="00206745"/>
    <w:rsid w:val="00253494"/>
    <w:rsid w:val="00254A9B"/>
    <w:rsid w:val="002556A2"/>
    <w:rsid w:val="00255FE8"/>
    <w:rsid w:val="00272508"/>
    <w:rsid w:val="002769DE"/>
    <w:rsid w:val="002819C3"/>
    <w:rsid w:val="00287371"/>
    <w:rsid w:val="00292A7A"/>
    <w:rsid w:val="002956C6"/>
    <w:rsid w:val="002A202C"/>
    <w:rsid w:val="002A4B11"/>
    <w:rsid w:val="002A7F37"/>
    <w:rsid w:val="002B0F6F"/>
    <w:rsid w:val="002C00E2"/>
    <w:rsid w:val="002C0124"/>
    <w:rsid w:val="002C36FE"/>
    <w:rsid w:val="002C5A66"/>
    <w:rsid w:val="002C6D41"/>
    <w:rsid w:val="002D7023"/>
    <w:rsid w:val="002E48B5"/>
    <w:rsid w:val="002E59D6"/>
    <w:rsid w:val="002E7B34"/>
    <w:rsid w:val="002F18BB"/>
    <w:rsid w:val="002F466F"/>
    <w:rsid w:val="0031150D"/>
    <w:rsid w:val="003136F5"/>
    <w:rsid w:val="003177E9"/>
    <w:rsid w:val="00324F84"/>
    <w:rsid w:val="00326F7E"/>
    <w:rsid w:val="00345845"/>
    <w:rsid w:val="00350ACA"/>
    <w:rsid w:val="003514C3"/>
    <w:rsid w:val="00357C43"/>
    <w:rsid w:val="00361D9A"/>
    <w:rsid w:val="00364DEF"/>
    <w:rsid w:val="00375A48"/>
    <w:rsid w:val="0038244F"/>
    <w:rsid w:val="0038276B"/>
    <w:rsid w:val="0038499F"/>
    <w:rsid w:val="003914C5"/>
    <w:rsid w:val="00392D5F"/>
    <w:rsid w:val="003A1BA5"/>
    <w:rsid w:val="003C17F8"/>
    <w:rsid w:val="003D2871"/>
    <w:rsid w:val="003D61A2"/>
    <w:rsid w:val="003D6649"/>
    <w:rsid w:val="003E0D26"/>
    <w:rsid w:val="003E378F"/>
    <w:rsid w:val="004176D4"/>
    <w:rsid w:val="00420F79"/>
    <w:rsid w:val="004333E8"/>
    <w:rsid w:val="00440DD2"/>
    <w:rsid w:val="0044187A"/>
    <w:rsid w:val="00446899"/>
    <w:rsid w:val="00447689"/>
    <w:rsid w:val="0046235C"/>
    <w:rsid w:val="004629AD"/>
    <w:rsid w:val="0046423C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4C0"/>
    <w:rsid w:val="00510191"/>
    <w:rsid w:val="005164FD"/>
    <w:rsid w:val="00517CEE"/>
    <w:rsid w:val="005254BE"/>
    <w:rsid w:val="0053075E"/>
    <w:rsid w:val="00532C14"/>
    <w:rsid w:val="00552DC0"/>
    <w:rsid w:val="0055550C"/>
    <w:rsid w:val="00563E60"/>
    <w:rsid w:val="00581893"/>
    <w:rsid w:val="00590CAB"/>
    <w:rsid w:val="00592833"/>
    <w:rsid w:val="005A214B"/>
    <w:rsid w:val="005A3974"/>
    <w:rsid w:val="005A5DC6"/>
    <w:rsid w:val="005A6A38"/>
    <w:rsid w:val="005A7C57"/>
    <w:rsid w:val="005C5096"/>
    <w:rsid w:val="005C58B5"/>
    <w:rsid w:val="005E06F2"/>
    <w:rsid w:val="005E1468"/>
    <w:rsid w:val="005E3E61"/>
    <w:rsid w:val="005E5F37"/>
    <w:rsid w:val="005F2A75"/>
    <w:rsid w:val="005F3D5F"/>
    <w:rsid w:val="005F7B2E"/>
    <w:rsid w:val="006016B0"/>
    <w:rsid w:val="0061051B"/>
    <w:rsid w:val="0061253D"/>
    <w:rsid w:val="00616EF4"/>
    <w:rsid w:val="00617358"/>
    <w:rsid w:val="00617D76"/>
    <w:rsid w:val="006279BD"/>
    <w:rsid w:val="00630405"/>
    <w:rsid w:val="00634A59"/>
    <w:rsid w:val="00642D24"/>
    <w:rsid w:val="006446D6"/>
    <w:rsid w:val="00645CF5"/>
    <w:rsid w:val="00656A7F"/>
    <w:rsid w:val="00656FEE"/>
    <w:rsid w:val="00667448"/>
    <w:rsid w:val="00667CF3"/>
    <w:rsid w:val="006866DF"/>
    <w:rsid w:val="00692205"/>
    <w:rsid w:val="006944D9"/>
    <w:rsid w:val="0069468A"/>
    <w:rsid w:val="006A2FD7"/>
    <w:rsid w:val="006A7184"/>
    <w:rsid w:val="006B1AED"/>
    <w:rsid w:val="006B6CD1"/>
    <w:rsid w:val="006B7979"/>
    <w:rsid w:val="006C044C"/>
    <w:rsid w:val="006C1D7E"/>
    <w:rsid w:val="006C6D45"/>
    <w:rsid w:val="006D10DF"/>
    <w:rsid w:val="006D518D"/>
    <w:rsid w:val="006E5CC8"/>
    <w:rsid w:val="006E5FB4"/>
    <w:rsid w:val="00701954"/>
    <w:rsid w:val="00702C98"/>
    <w:rsid w:val="00703943"/>
    <w:rsid w:val="007046C4"/>
    <w:rsid w:val="007131D0"/>
    <w:rsid w:val="007148FF"/>
    <w:rsid w:val="00716BDB"/>
    <w:rsid w:val="00716D95"/>
    <w:rsid w:val="00717456"/>
    <w:rsid w:val="00725F9A"/>
    <w:rsid w:val="00730E66"/>
    <w:rsid w:val="00737DE1"/>
    <w:rsid w:val="00743A74"/>
    <w:rsid w:val="007512EE"/>
    <w:rsid w:val="00751517"/>
    <w:rsid w:val="00757DDE"/>
    <w:rsid w:val="00764AAC"/>
    <w:rsid w:val="007818E2"/>
    <w:rsid w:val="007871C1"/>
    <w:rsid w:val="0079132D"/>
    <w:rsid w:val="0079193B"/>
    <w:rsid w:val="00794A4F"/>
    <w:rsid w:val="007A23C1"/>
    <w:rsid w:val="007A2659"/>
    <w:rsid w:val="007A5EB4"/>
    <w:rsid w:val="007A6E1C"/>
    <w:rsid w:val="007B318D"/>
    <w:rsid w:val="007B35B6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0305"/>
    <w:rsid w:val="008429DC"/>
    <w:rsid w:val="0085079E"/>
    <w:rsid w:val="00852D9D"/>
    <w:rsid w:val="00852F3B"/>
    <w:rsid w:val="00853823"/>
    <w:rsid w:val="00857800"/>
    <w:rsid w:val="0086386E"/>
    <w:rsid w:val="00866C1D"/>
    <w:rsid w:val="00871847"/>
    <w:rsid w:val="0088698F"/>
    <w:rsid w:val="00894ADF"/>
    <w:rsid w:val="008A6F1F"/>
    <w:rsid w:val="008C3491"/>
    <w:rsid w:val="008C5079"/>
    <w:rsid w:val="008D2B30"/>
    <w:rsid w:val="008D3232"/>
    <w:rsid w:val="008D6C3F"/>
    <w:rsid w:val="008D7633"/>
    <w:rsid w:val="008E0C92"/>
    <w:rsid w:val="00910883"/>
    <w:rsid w:val="0092568E"/>
    <w:rsid w:val="0092580A"/>
    <w:rsid w:val="0093490C"/>
    <w:rsid w:val="0093664F"/>
    <w:rsid w:val="00943EB0"/>
    <w:rsid w:val="0094557E"/>
    <w:rsid w:val="00945CA5"/>
    <w:rsid w:val="009553BC"/>
    <w:rsid w:val="009557EA"/>
    <w:rsid w:val="00963959"/>
    <w:rsid w:val="00963D60"/>
    <w:rsid w:val="0096600A"/>
    <w:rsid w:val="00975A25"/>
    <w:rsid w:val="00976996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1963"/>
    <w:rsid w:val="00A6415E"/>
    <w:rsid w:val="00A64B65"/>
    <w:rsid w:val="00A6502B"/>
    <w:rsid w:val="00A661F8"/>
    <w:rsid w:val="00A6672B"/>
    <w:rsid w:val="00A71651"/>
    <w:rsid w:val="00A7480A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319D"/>
    <w:rsid w:val="00B057B0"/>
    <w:rsid w:val="00B11AB7"/>
    <w:rsid w:val="00B239B4"/>
    <w:rsid w:val="00B30264"/>
    <w:rsid w:val="00B35923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770"/>
    <w:rsid w:val="00B90405"/>
    <w:rsid w:val="00B908A8"/>
    <w:rsid w:val="00B92EF0"/>
    <w:rsid w:val="00B93961"/>
    <w:rsid w:val="00B972FB"/>
    <w:rsid w:val="00BA05C8"/>
    <w:rsid w:val="00BA5B2A"/>
    <w:rsid w:val="00BD76B1"/>
    <w:rsid w:val="00BE62B4"/>
    <w:rsid w:val="00BE69F6"/>
    <w:rsid w:val="00BF41CF"/>
    <w:rsid w:val="00BF6132"/>
    <w:rsid w:val="00C00920"/>
    <w:rsid w:val="00C02C5D"/>
    <w:rsid w:val="00C04A69"/>
    <w:rsid w:val="00C14A00"/>
    <w:rsid w:val="00C23983"/>
    <w:rsid w:val="00C24B77"/>
    <w:rsid w:val="00C2717C"/>
    <w:rsid w:val="00C33A1F"/>
    <w:rsid w:val="00C4037C"/>
    <w:rsid w:val="00C52D3B"/>
    <w:rsid w:val="00C53FE3"/>
    <w:rsid w:val="00C55524"/>
    <w:rsid w:val="00C615A2"/>
    <w:rsid w:val="00C65852"/>
    <w:rsid w:val="00C711EB"/>
    <w:rsid w:val="00C72B49"/>
    <w:rsid w:val="00C77106"/>
    <w:rsid w:val="00C87836"/>
    <w:rsid w:val="00C92A2E"/>
    <w:rsid w:val="00CA66F5"/>
    <w:rsid w:val="00CA6BD1"/>
    <w:rsid w:val="00CC3663"/>
    <w:rsid w:val="00CC6E4A"/>
    <w:rsid w:val="00CE16F1"/>
    <w:rsid w:val="00CE5038"/>
    <w:rsid w:val="00CE5448"/>
    <w:rsid w:val="00CE5488"/>
    <w:rsid w:val="00CE63E0"/>
    <w:rsid w:val="00CE753B"/>
    <w:rsid w:val="00CF6534"/>
    <w:rsid w:val="00CF6586"/>
    <w:rsid w:val="00CF72EF"/>
    <w:rsid w:val="00CF7462"/>
    <w:rsid w:val="00D04FE4"/>
    <w:rsid w:val="00D313A4"/>
    <w:rsid w:val="00D32108"/>
    <w:rsid w:val="00D35AE8"/>
    <w:rsid w:val="00D42EA3"/>
    <w:rsid w:val="00D42F53"/>
    <w:rsid w:val="00D45693"/>
    <w:rsid w:val="00D47D4E"/>
    <w:rsid w:val="00D55DC3"/>
    <w:rsid w:val="00D57457"/>
    <w:rsid w:val="00D64F60"/>
    <w:rsid w:val="00D73AED"/>
    <w:rsid w:val="00DA2153"/>
    <w:rsid w:val="00DA2662"/>
    <w:rsid w:val="00DB44DA"/>
    <w:rsid w:val="00DB4ACB"/>
    <w:rsid w:val="00DC032C"/>
    <w:rsid w:val="00DC1F2A"/>
    <w:rsid w:val="00DD173E"/>
    <w:rsid w:val="00DD3509"/>
    <w:rsid w:val="00DE3025"/>
    <w:rsid w:val="00DE3350"/>
    <w:rsid w:val="00DE66C6"/>
    <w:rsid w:val="00DF08D9"/>
    <w:rsid w:val="00DF1C10"/>
    <w:rsid w:val="00DF1EE2"/>
    <w:rsid w:val="00E03F6F"/>
    <w:rsid w:val="00E04C83"/>
    <w:rsid w:val="00E07FED"/>
    <w:rsid w:val="00E14DD8"/>
    <w:rsid w:val="00E155F0"/>
    <w:rsid w:val="00E17E89"/>
    <w:rsid w:val="00E20D4D"/>
    <w:rsid w:val="00E22F04"/>
    <w:rsid w:val="00E2358B"/>
    <w:rsid w:val="00E34020"/>
    <w:rsid w:val="00E3479A"/>
    <w:rsid w:val="00E6085B"/>
    <w:rsid w:val="00E6313B"/>
    <w:rsid w:val="00E66783"/>
    <w:rsid w:val="00E75FBB"/>
    <w:rsid w:val="00E76C0B"/>
    <w:rsid w:val="00E76D9B"/>
    <w:rsid w:val="00E77789"/>
    <w:rsid w:val="00E80515"/>
    <w:rsid w:val="00E83594"/>
    <w:rsid w:val="00E954AC"/>
    <w:rsid w:val="00EA2954"/>
    <w:rsid w:val="00EA63A7"/>
    <w:rsid w:val="00EB511E"/>
    <w:rsid w:val="00EB632F"/>
    <w:rsid w:val="00EC1396"/>
    <w:rsid w:val="00ED6603"/>
    <w:rsid w:val="00EE123F"/>
    <w:rsid w:val="00EF15B4"/>
    <w:rsid w:val="00EF2F06"/>
    <w:rsid w:val="00EF5C59"/>
    <w:rsid w:val="00EF7DC0"/>
    <w:rsid w:val="00F0149D"/>
    <w:rsid w:val="00F021DE"/>
    <w:rsid w:val="00F05D3F"/>
    <w:rsid w:val="00F10E71"/>
    <w:rsid w:val="00F142BE"/>
    <w:rsid w:val="00F147CC"/>
    <w:rsid w:val="00F201FC"/>
    <w:rsid w:val="00F222EB"/>
    <w:rsid w:val="00F25601"/>
    <w:rsid w:val="00F344B8"/>
    <w:rsid w:val="00F35008"/>
    <w:rsid w:val="00F37B3D"/>
    <w:rsid w:val="00F41966"/>
    <w:rsid w:val="00F445E5"/>
    <w:rsid w:val="00F45D74"/>
    <w:rsid w:val="00F516C4"/>
    <w:rsid w:val="00F6067C"/>
    <w:rsid w:val="00F61445"/>
    <w:rsid w:val="00F64101"/>
    <w:rsid w:val="00F71E39"/>
    <w:rsid w:val="00F73478"/>
    <w:rsid w:val="00F82E34"/>
    <w:rsid w:val="00F84C8D"/>
    <w:rsid w:val="00F9178C"/>
    <w:rsid w:val="00F9703F"/>
    <w:rsid w:val="00FA07A1"/>
    <w:rsid w:val="00FA3E25"/>
    <w:rsid w:val="00FB0AFC"/>
    <w:rsid w:val="00FB4E4B"/>
    <w:rsid w:val="00FB5A18"/>
    <w:rsid w:val="00FD07B9"/>
    <w:rsid w:val="00FD182E"/>
    <w:rsid w:val="00FD62B4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63DA73D"/>
  <w15:docId w15:val="{58376D38-4F8D-4249-A13E-02F1EDAC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201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201FC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F201FC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B30264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553</Words>
  <Characters>3840</Characters>
  <Application>Microsoft Office Word</Application>
  <DocSecurity>0</DocSecurity>
  <Lines>123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4347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2019-02-21T09:48:00Z</cp:lastPrinted>
  <dcterms:created xsi:type="dcterms:W3CDTF">2020-07-06T10:43:00Z</dcterms:created>
  <dcterms:modified xsi:type="dcterms:W3CDTF">2020-07-08T10:27:00Z</dcterms:modified>
</cp:coreProperties>
</file>