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E1A40" w14:textId="3C354B90" w:rsidR="005E1468" w:rsidRPr="007335CA" w:rsidRDefault="005B5332" w:rsidP="00364AFD">
      <w:pPr>
        <w:pStyle w:val="berschrift4"/>
      </w:pPr>
      <w:r w:rsidRPr="007335CA">
        <w:t xml:space="preserve">SIEGENIA </w:t>
      </w:r>
      <w:r w:rsidR="00102E8E" w:rsidRPr="007335CA">
        <w:t xml:space="preserve">und Ziegler </w:t>
      </w:r>
      <w:r w:rsidRPr="007335CA">
        <w:t>feier</w:t>
      </w:r>
      <w:r w:rsidR="00102E8E" w:rsidRPr="007335CA">
        <w:t>n</w:t>
      </w:r>
      <w:r w:rsidRPr="007335CA">
        <w:t xml:space="preserve"> 50 Jahre Partnerschaft </w:t>
      </w:r>
    </w:p>
    <w:p w14:paraId="2D61E33E" w14:textId="3C41F35C" w:rsidR="00A82224" w:rsidRDefault="00582C3F" w:rsidP="00364AFD">
      <w:pPr>
        <w:pStyle w:val="berschrift2"/>
      </w:pPr>
      <w:r>
        <w:t>Tradition und Fortschritt</w:t>
      </w:r>
      <w:r w:rsidR="00F6067C">
        <w:t xml:space="preserve"> </w:t>
      </w:r>
    </w:p>
    <w:p w14:paraId="1F577AC5" w14:textId="29B72D5F" w:rsidR="005E1468" w:rsidRDefault="005E1468" w:rsidP="005E1468"/>
    <w:p w14:paraId="6927E5F6" w14:textId="44357027" w:rsidR="005B5332" w:rsidRDefault="009B2048" w:rsidP="005E1468">
      <w:r>
        <w:t xml:space="preserve">Die SIEGENIA GRUPPE und die Ziegler Fensterbau GmbH </w:t>
      </w:r>
      <w:r w:rsidR="00555827">
        <w:t>begingen</w:t>
      </w:r>
      <w:r>
        <w:t xml:space="preserve"> </w:t>
      </w:r>
      <w:r w:rsidR="00F36BF7">
        <w:t>im</w:t>
      </w:r>
      <w:r>
        <w:t xml:space="preserve"> Juli das Jubiläum ihrer 50-jährigen Zusammenarbeit. Das Familienunternehmen aus </w:t>
      </w:r>
      <w:proofErr w:type="spellStart"/>
      <w:r>
        <w:t>Arnstein</w:t>
      </w:r>
      <w:proofErr w:type="spellEnd"/>
      <w:r>
        <w:t>/Unterfranken</w:t>
      </w:r>
      <w:r w:rsidR="00AE6359">
        <w:t>, das mit seine</w:t>
      </w:r>
      <w:r w:rsidR="007D1A34">
        <w:t>n Produkten</w:t>
      </w:r>
      <w:r w:rsidR="00AE6359">
        <w:t xml:space="preserve"> im Großraum Würzburg, Schweinfurt und Mainfranken zu finden ist, </w:t>
      </w:r>
      <w:r>
        <w:t xml:space="preserve">setzt bereits seit 1970 auf Beschlagtechnik von SIEGENIA. </w:t>
      </w:r>
      <w:r w:rsidR="00AE6359">
        <w:t xml:space="preserve">Neben dem Fensterbau hat sich </w:t>
      </w:r>
      <w:r w:rsidR="00756149">
        <w:t>Ziegler</w:t>
      </w:r>
      <w:r w:rsidR="00AE6359">
        <w:t xml:space="preserve"> im Laufe seiner gut 70-jährigen Historie auf Haustüren, Sonnenschutz, Wintergärten und Terrassenüberdachungen spezialisiert</w:t>
      </w:r>
      <w:r w:rsidR="007D1A34">
        <w:t xml:space="preserve">. Die Lösungen von SIEGENIA kommen im Fensterbau, in der Fertigung von </w:t>
      </w:r>
      <w:r w:rsidR="00DF7B1D">
        <w:t>Großflächene</w:t>
      </w:r>
      <w:r w:rsidR="007D1A34">
        <w:t xml:space="preserve">lementen sowie in der Haustürenproduktion zum Einsatz. </w:t>
      </w:r>
    </w:p>
    <w:p w14:paraId="4C824F86" w14:textId="32C8EE98" w:rsidR="00225C73" w:rsidRDefault="00225C73" w:rsidP="005E1468"/>
    <w:p w14:paraId="040EBDFB" w14:textId="0FE54CF0" w:rsidR="006A6B78" w:rsidRDefault="00141F06" w:rsidP="005E1468">
      <w:r>
        <w:t xml:space="preserve">Als Bau- und Möbelschreinerei </w:t>
      </w:r>
      <w:r w:rsidR="00225C73">
        <w:t>1949 von Gottfried Ziegler</w:t>
      </w:r>
      <w:r>
        <w:t xml:space="preserve"> gegründet</w:t>
      </w:r>
      <w:r w:rsidR="00225C73">
        <w:t>, machte sich das Unternehmen zunächst mit der Fertigung von Holzfenstern einen guten Namen</w:t>
      </w:r>
      <w:r>
        <w:t xml:space="preserve"> und expandierte in den Folgejahren zügig</w:t>
      </w:r>
      <w:r w:rsidR="00225C73">
        <w:t>. Aufgrund der steigenden Nachfrage nach Kunststofffenster</w:t>
      </w:r>
      <w:r w:rsidR="00102E8E">
        <w:t>n</w:t>
      </w:r>
      <w:r w:rsidR="00225C73">
        <w:t xml:space="preserve"> fiel </w:t>
      </w:r>
      <w:r w:rsidR="009015F4">
        <w:t xml:space="preserve">bereits </w:t>
      </w:r>
      <w:r>
        <w:t xml:space="preserve">1970 </w:t>
      </w:r>
      <w:r w:rsidR="00225C73">
        <w:t>die Entscheidung</w:t>
      </w:r>
      <w:r w:rsidR="00DF7B1D">
        <w:t xml:space="preserve"> zur Umstellung der</w:t>
      </w:r>
      <w:r w:rsidR="00225C73">
        <w:t xml:space="preserve"> Produktion. </w:t>
      </w:r>
      <w:r w:rsidR="009015F4">
        <w:t xml:space="preserve">Sie spiegelt den Anspruch des Unternehmens, Kundenbedürfnissen bestmöglich zu entsprechen – durch </w:t>
      </w:r>
      <w:r w:rsidR="00264D47">
        <w:t xml:space="preserve">ein </w:t>
      </w:r>
      <w:r w:rsidR="007956A3">
        <w:t>a</w:t>
      </w:r>
      <w:r w:rsidR="009015F4">
        <w:t>nforderung</w:t>
      </w:r>
      <w:r w:rsidR="007956A3">
        <w:t>sgerechtes</w:t>
      </w:r>
      <w:r w:rsidR="00225C73">
        <w:t xml:space="preserve"> Produkt</w:t>
      </w:r>
      <w:r w:rsidR="00186E19">
        <w:t>spektrum</w:t>
      </w:r>
      <w:r w:rsidR="00225C73">
        <w:t>, eine objektive Beratung und eine fach</w:t>
      </w:r>
      <w:r w:rsidR="007956A3">
        <w:t>kundige</w:t>
      </w:r>
      <w:r w:rsidR="00225C73">
        <w:t xml:space="preserve"> Be</w:t>
      </w:r>
      <w:r w:rsidR="00D40342">
        <w:t>arbeitung</w:t>
      </w:r>
      <w:r w:rsidR="009015F4">
        <w:t xml:space="preserve">. </w:t>
      </w:r>
      <w:r w:rsidR="007956A3">
        <w:t xml:space="preserve">1990 übergab Gottfried Ziegler das Geschäft an seine Söhne. In zweiter Generation leitet </w:t>
      </w:r>
      <w:r w:rsidR="00E363A2" w:rsidRPr="00691341">
        <w:t>Burkard Ziegler</w:t>
      </w:r>
      <w:r w:rsidR="00E363A2">
        <w:t xml:space="preserve"> das Unternehmen </w:t>
      </w:r>
      <w:r w:rsidR="007956A3">
        <w:t xml:space="preserve">bis heute </w:t>
      </w:r>
      <w:r w:rsidR="00E363A2">
        <w:t>gemeinsam mit seinem Bruder Erich</w:t>
      </w:r>
      <w:r w:rsidR="007956A3">
        <w:t>, verstärkt</w:t>
      </w:r>
      <w:r w:rsidR="00E363A2">
        <w:t xml:space="preserve"> durch Stefan Dotzel.</w:t>
      </w:r>
      <w:r w:rsidR="00D40342">
        <w:t xml:space="preserve"> </w:t>
      </w:r>
      <w:r w:rsidR="00F61EC5">
        <w:t xml:space="preserve">Als Familienmitglied der dritten Generation </w:t>
      </w:r>
      <w:r w:rsidR="00756149">
        <w:t xml:space="preserve">ist </w:t>
      </w:r>
      <w:r w:rsidR="00F61EC5">
        <w:t xml:space="preserve">zudem </w:t>
      </w:r>
      <w:r w:rsidR="00756149">
        <w:t xml:space="preserve">seit </w:t>
      </w:r>
      <w:r w:rsidR="00786719">
        <w:t xml:space="preserve">Anfang des Jahres Anna-Laura Ziegler, Tochter von Burkard Ziegler, </w:t>
      </w:r>
      <w:r w:rsidR="00756149">
        <w:t xml:space="preserve">in </w:t>
      </w:r>
      <w:r w:rsidR="00786719">
        <w:t xml:space="preserve">der Geschäftsführung </w:t>
      </w:r>
      <w:r w:rsidR="00756149">
        <w:t>vertreten</w:t>
      </w:r>
      <w:r w:rsidR="00786719">
        <w:t xml:space="preserve">. </w:t>
      </w:r>
    </w:p>
    <w:p w14:paraId="4B3B354F" w14:textId="77777777" w:rsidR="006A6B78" w:rsidRDefault="006A6B78" w:rsidP="005E1468"/>
    <w:p w14:paraId="5D60FDE9" w14:textId="78A60F89" w:rsidR="00225C73" w:rsidRDefault="00F61EC5" w:rsidP="005E1468">
      <w:r>
        <w:t>Vo</w:t>
      </w:r>
      <w:r w:rsidR="00756149">
        <w:t>n</w:t>
      </w:r>
      <w:r>
        <w:t xml:space="preserve"> der starken Kundenorientierung des Unternehmens </w:t>
      </w:r>
      <w:r w:rsidR="00D40342">
        <w:t xml:space="preserve">zeugt die 2005 eröffnete „Erlebniswelt Fenster und Türen“, </w:t>
      </w:r>
      <w:proofErr w:type="gramStart"/>
      <w:r w:rsidR="00D40342">
        <w:t xml:space="preserve">in der </w:t>
      </w:r>
      <w:r>
        <w:t>Endanwender</w:t>
      </w:r>
      <w:proofErr w:type="gramEnd"/>
      <w:r w:rsidR="00E363A2">
        <w:t xml:space="preserve"> das Ziegler-Portfolio </w:t>
      </w:r>
      <w:r w:rsidR="00D40342">
        <w:t xml:space="preserve">auf rund 1.000 qm Fläche </w:t>
      </w:r>
      <w:r w:rsidR="00E363A2">
        <w:t xml:space="preserve">kennenlernen und im persönlichen Gespräch </w:t>
      </w:r>
      <w:r w:rsidR="00102E8E">
        <w:t xml:space="preserve">neue </w:t>
      </w:r>
      <w:r w:rsidR="00E363A2">
        <w:t xml:space="preserve">Ideen für </w:t>
      </w:r>
      <w:r w:rsidR="00264D47">
        <w:t>i</w:t>
      </w:r>
      <w:r w:rsidR="00E363A2">
        <w:t xml:space="preserve">hr Zuhause sammeln können. </w:t>
      </w:r>
      <w:r w:rsidR="006A6B78">
        <w:t xml:space="preserve">U. a. erhalten sie dort zahlreiche Anregungen, wie die Raumkomfort-Lösungen von SIEGENIA dazu beitragen, Lebensräume </w:t>
      </w:r>
      <w:r w:rsidR="005C7129">
        <w:t>zu gestalten</w:t>
      </w:r>
      <w:r w:rsidR="006A6B78">
        <w:t xml:space="preserve">. </w:t>
      </w:r>
    </w:p>
    <w:p w14:paraId="6175FDF5" w14:textId="00BA56A0" w:rsidR="00225C73" w:rsidRPr="00B55070" w:rsidRDefault="00760BD8" w:rsidP="00525CC7">
      <w:pPr>
        <w:pStyle w:val="berschrift4"/>
      </w:pPr>
      <w:r>
        <w:t>Starke Vertrauensbasis – enger persönlicher Austausch</w:t>
      </w:r>
      <w:r w:rsidR="00225C73">
        <w:t xml:space="preserve"> </w:t>
      </w:r>
    </w:p>
    <w:p w14:paraId="3B22E6E1" w14:textId="08CFCEB3" w:rsidR="00233494" w:rsidRDefault="006C7D53" w:rsidP="005E1468">
      <w:r>
        <w:t xml:space="preserve">Die </w:t>
      </w:r>
      <w:r w:rsidR="00492F87">
        <w:t xml:space="preserve">50-jährige </w:t>
      </w:r>
      <w:r>
        <w:t xml:space="preserve">Zusammenarbeit mit SIEGENIA </w:t>
      </w:r>
      <w:r w:rsidR="00005AE6">
        <w:t xml:space="preserve">wird </w:t>
      </w:r>
      <w:r w:rsidR="00555827">
        <w:t xml:space="preserve">geprägt </w:t>
      </w:r>
      <w:r>
        <w:t>durch</w:t>
      </w:r>
      <w:r w:rsidR="00555827">
        <w:t xml:space="preserve"> gemeinsame Tradition auf der einen Seite sowie zukunftsgerichtetes Denken </w:t>
      </w:r>
      <w:r w:rsidR="00B65992">
        <w:t xml:space="preserve">und Innovation </w:t>
      </w:r>
      <w:r w:rsidR="00555827">
        <w:t>auf der anderen</w:t>
      </w:r>
      <w:r w:rsidR="00B65992">
        <w:t>. So stellte Ziegler seine Produktion 2005 als einer</w:t>
      </w:r>
      <w:r w:rsidR="00005AE6">
        <w:t xml:space="preserve"> der ersten SIEGENIA-Verarbeiter auf </w:t>
      </w:r>
      <w:r w:rsidR="000004FC">
        <w:t>d</w:t>
      </w:r>
      <w:r w:rsidR="00005AE6">
        <w:t xml:space="preserve">en TITAN </w:t>
      </w:r>
      <w:proofErr w:type="spellStart"/>
      <w:r w:rsidR="00005AE6">
        <w:t>iP</w:t>
      </w:r>
      <w:proofErr w:type="spellEnd"/>
      <w:r w:rsidR="00BC2557">
        <w:t xml:space="preserve"> um</w:t>
      </w:r>
      <w:r w:rsidR="00005AE6">
        <w:t>.</w:t>
      </w:r>
      <w:r w:rsidR="00BC2557">
        <w:t xml:space="preserve"> Die frühe Entscheidung </w:t>
      </w:r>
      <w:r w:rsidR="00756149">
        <w:t>für</w:t>
      </w:r>
      <w:r w:rsidR="00BC2557">
        <w:t xml:space="preserve"> mehr </w:t>
      </w:r>
      <w:r w:rsidR="00CA212F">
        <w:t xml:space="preserve">Effizienz und </w:t>
      </w:r>
      <w:r w:rsidR="00BC2557">
        <w:t xml:space="preserve">Wirtschaftlichkeit in der Fertigung ist Ausdruck </w:t>
      </w:r>
      <w:r w:rsidR="00BC2557">
        <w:lastRenderedPageBreak/>
        <w:t>des gemeinsamen Ziels, auf Basis einer vertrauensvollen Zusammenarbeit</w:t>
      </w:r>
      <w:r w:rsidR="00B65992">
        <w:t xml:space="preserve"> </w:t>
      </w:r>
      <w:r w:rsidR="00BC2557">
        <w:t xml:space="preserve">neue Wege zu beschreiten. </w:t>
      </w:r>
      <w:r w:rsidR="00CA212F">
        <w:t>Diese</w:t>
      </w:r>
      <w:r w:rsidR="009918B2">
        <w:t>s</w:t>
      </w:r>
      <w:r w:rsidR="00CA212F">
        <w:t xml:space="preserve"> Vertrauen ist über Jahrzehnte hinweg gewachsen und </w:t>
      </w:r>
      <w:r w:rsidR="009918B2">
        <w:t xml:space="preserve">zeichnet sich durch </w:t>
      </w:r>
      <w:r w:rsidR="00BC2557">
        <w:t xml:space="preserve">hohe </w:t>
      </w:r>
      <w:r w:rsidR="00B65992">
        <w:t>Verbindlichkeit</w:t>
      </w:r>
      <w:r w:rsidR="009918B2">
        <w:t xml:space="preserve">, </w:t>
      </w:r>
      <w:r w:rsidR="00E333E8">
        <w:t xml:space="preserve">einen engen persönlichen Austausch und </w:t>
      </w:r>
      <w:r w:rsidR="009918B2">
        <w:t>gemeinsame Werte</w:t>
      </w:r>
      <w:r w:rsidR="00E333E8">
        <w:t xml:space="preserve"> aus</w:t>
      </w:r>
      <w:r w:rsidR="00CA212F">
        <w:t>.</w:t>
      </w:r>
      <w:r w:rsidR="00E333E8">
        <w:t xml:space="preserve"> So findet beispielsweise der Raumkomfort-Gedanke von SIEGENIA sein Pendant in dem Anspruch von Ziegler, Qualität fürs Leben zu schaffen. </w:t>
      </w:r>
    </w:p>
    <w:p w14:paraId="790E4374" w14:textId="324D204F" w:rsidR="00F6067C" w:rsidRDefault="00F6067C" w:rsidP="00F6067C"/>
    <w:p w14:paraId="53DD3A49" w14:textId="77777777" w:rsidR="00E333E8" w:rsidRPr="00B55070" w:rsidRDefault="00E333E8" w:rsidP="00F6067C">
      <w:pPr>
        <w:rPr>
          <w:szCs w:val="20"/>
        </w:rPr>
      </w:pPr>
    </w:p>
    <w:p w14:paraId="36C44CFB" w14:textId="77777777" w:rsidR="008E182E" w:rsidRDefault="008E182E" w:rsidP="005E1468"/>
    <w:p w14:paraId="2FBD8986" w14:textId="37F6545B" w:rsidR="008E182E" w:rsidRDefault="008E182E" w:rsidP="005E1468"/>
    <w:p w14:paraId="000F0399" w14:textId="77777777" w:rsidR="008E182E" w:rsidRDefault="008E182E" w:rsidP="005E1468"/>
    <w:p w14:paraId="3DDC45EB" w14:textId="51E6549D" w:rsidR="0088287B" w:rsidRPr="0088287B" w:rsidRDefault="0088287B" w:rsidP="005E1468"/>
    <w:p w14:paraId="0C48FB82" w14:textId="77777777" w:rsidR="0088287B" w:rsidRPr="0088287B" w:rsidRDefault="0088287B" w:rsidP="005E1468"/>
    <w:p w14:paraId="44911974" w14:textId="77777777" w:rsidR="005F3D5F" w:rsidRPr="0088287B" w:rsidRDefault="005F3D5F" w:rsidP="005E1468"/>
    <w:p w14:paraId="0D8A4B70" w14:textId="4B5317BA" w:rsidR="005E1468" w:rsidRDefault="005E1468" w:rsidP="005A7C57">
      <w:pPr>
        <w:pStyle w:val="berschrift4"/>
      </w:pPr>
      <w:r>
        <w:t>Bildunterschrift</w:t>
      </w:r>
    </w:p>
    <w:p w14:paraId="0D7CC86E" w14:textId="77777777" w:rsidR="002A7F37" w:rsidRDefault="002A7F37" w:rsidP="002A7F37">
      <w:r>
        <w:t>Bildquelle: SIEGENIA</w:t>
      </w:r>
    </w:p>
    <w:p w14:paraId="0721D50B" w14:textId="77777777" w:rsidR="002A7F37" w:rsidRPr="002A7F37" w:rsidRDefault="002A7F37" w:rsidP="002A7F37"/>
    <w:p w14:paraId="37F6B980" w14:textId="377F9E0A" w:rsidR="005E1468" w:rsidRPr="00D129AE" w:rsidRDefault="005E1468" w:rsidP="005E1468">
      <w:pPr>
        <w:rPr>
          <w:bCs/>
          <w:i/>
        </w:rPr>
      </w:pPr>
      <w:bookmarkStart w:id="0" w:name="_Hlk47515125"/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113B9">
        <w:rPr>
          <w:bCs/>
          <w:i/>
        </w:rPr>
        <w:t>Ziegler_50 Jahre Partnerschaft_2020_Presse</w:t>
      </w:r>
      <w:r w:rsidRPr="00D129AE">
        <w:rPr>
          <w:bCs/>
          <w:i/>
        </w:rPr>
        <w:t xml:space="preserve">.jpg </w:t>
      </w:r>
    </w:p>
    <w:p w14:paraId="6CFB8CC2" w14:textId="7C2A7DB3" w:rsidR="008E6BF1" w:rsidRDefault="00C03B17" w:rsidP="005E1468">
      <w:bookmarkStart w:id="1" w:name="_Hlk47526851"/>
      <w:r>
        <w:t>Ehrung</w:t>
      </w:r>
      <w:r w:rsidR="00264D47">
        <w:t xml:space="preserve"> mit Sicherheitsabstand: </w:t>
      </w:r>
      <w:r w:rsidR="008E6BF1">
        <w:t xml:space="preserve">Erfreut über die 50-jährige Zusammenarbeit nimmt die Geschäftsführung von Ziegler die Jubiläumsurkunde von </w:t>
      </w:r>
      <w:r w:rsidR="00264D47">
        <w:t>Wieland Frank</w:t>
      </w:r>
      <w:r>
        <w:t xml:space="preserve">, Geschäftsführender Gesellschafter </w:t>
      </w:r>
      <w:r w:rsidR="008E6BF1">
        <w:t xml:space="preserve">von SIEGENIA </w:t>
      </w:r>
      <w:r w:rsidR="00264D47">
        <w:t>(2. v. l.)</w:t>
      </w:r>
      <w:r w:rsidR="008E6BF1">
        <w:t>,</w:t>
      </w:r>
      <w:r w:rsidR="00264D47">
        <w:t xml:space="preserve"> </w:t>
      </w:r>
      <w:r w:rsidR="008E6BF1">
        <w:t>entgegen.</w:t>
      </w:r>
    </w:p>
    <w:bookmarkEnd w:id="0"/>
    <w:p w14:paraId="27C40D3E" w14:textId="72CCC0C3" w:rsidR="005E1468" w:rsidRDefault="005E1468" w:rsidP="005E1468"/>
    <w:bookmarkEnd w:id="1"/>
    <w:p w14:paraId="704F0D82" w14:textId="77777777" w:rsidR="006D176F" w:rsidRPr="00ED6392" w:rsidRDefault="006D176F" w:rsidP="008D7633"/>
    <w:p w14:paraId="626D0854" w14:textId="77777777" w:rsidR="008D7633" w:rsidRDefault="008D7633" w:rsidP="008D7633">
      <w:pPr>
        <w:rPr>
          <w:szCs w:val="20"/>
        </w:rPr>
      </w:pPr>
    </w:p>
    <w:p w14:paraId="0BE57727" w14:textId="77777777" w:rsidR="008D7633" w:rsidRPr="00E14DD8" w:rsidRDefault="008D7633" w:rsidP="008D7633">
      <w:pPr>
        <w:rPr>
          <w:szCs w:val="20"/>
        </w:rPr>
      </w:pPr>
    </w:p>
    <w:p w14:paraId="7D18D793" w14:textId="77777777" w:rsidR="008D7633" w:rsidRPr="00E14DD8" w:rsidRDefault="008D7633" w:rsidP="008D7633">
      <w:pPr>
        <w:rPr>
          <w:szCs w:val="20"/>
        </w:rPr>
      </w:pPr>
    </w:p>
    <w:p w14:paraId="3D131C63" w14:textId="77777777" w:rsidR="008D7633" w:rsidRPr="00E14DD8" w:rsidRDefault="008D7633" w:rsidP="008D7633">
      <w:pPr>
        <w:rPr>
          <w:szCs w:val="20"/>
        </w:rPr>
      </w:pPr>
    </w:p>
    <w:p w14:paraId="2134D0B7" w14:textId="77777777" w:rsidR="008D7633" w:rsidRPr="00E14DD8" w:rsidRDefault="008D7633" w:rsidP="008D7633">
      <w:pPr>
        <w:rPr>
          <w:szCs w:val="20"/>
        </w:rPr>
      </w:pPr>
    </w:p>
    <w:p w14:paraId="0237D2A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8714601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298FFC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29A189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CAF384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90E84D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D0BC4F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78EFCE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238A3D2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959FE2F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C78F6D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7A25E9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B12869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0C2254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31BCC49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C78E3A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44C2ADC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B907331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FA013D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B25EE74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939BFC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77EA42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06B95B3" w14:textId="44DF82C1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264D47">
              <w:t>352</w:t>
            </w:r>
          </w:p>
          <w:p w14:paraId="7A5ADCB3" w14:textId="20F09D93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264D47">
              <w:t>2 703</w:t>
            </w:r>
            <w:r w:rsidRPr="00C33A1F">
              <w:br/>
              <w:t>(mit Leerzeichen)</w:t>
            </w:r>
          </w:p>
          <w:p w14:paraId="0AD1B5B8" w14:textId="77777777" w:rsidR="008D7633" w:rsidRDefault="008D7633" w:rsidP="007A5EB4">
            <w:pPr>
              <w:pStyle w:val="Formatvorlage2"/>
            </w:pPr>
          </w:p>
          <w:p w14:paraId="2A34FC88" w14:textId="0F67F273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264D47">
              <w:t>05</w:t>
            </w:r>
            <w:r>
              <w:t>.</w:t>
            </w:r>
            <w:r w:rsidR="00486878">
              <w:t>0</w:t>
            </w:r>
            <w:r w:rsidR="00264D47">
              <w:t>8</w:t>
            </w:r>
            <w:r>
              <w:t>.20</w:t>
            </w:r>
            <w:r w:rsidR="00122FEC">
              <w:t>20</w:t>
            </w:r>
          </w:p>
          <w:p w14:paraId="4DC8B91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458218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7530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40A516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B811D" w14:textId="77777777" w:rsidR="00805FB6" w:rsidRDefault="00805FB6">
      <w:r>
        <w:separator/>
      </w:r>
    </w:p>
  </w:endnote>
  <w:endnote w:type="continuationSeparator" w:id="0">
    <w:p w14:paraId="4F5EE2B0" w14:textId="77777777" w:rsidR="00805FB6" w:rsidRDefault="0080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A1CCE" w14:textId="77777777" w:rsidR="000004FC" w:rsidRDefault="000004FC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7433E" w14:textId="77777777" w:rsidR="00805FB6" w:rsidRDefault="00805FB6">
      <w:r>
        <w:separator/>
      </w:r>
    </w:p>
  </w:footnote>
  <w:footnote w:type="continuationSeparator" w:id="0">
    <w:p w14:paraId="0DB71207" w14:textId="77777777" w:rsidR="00805FB6" w:rsidRDefault="00805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3311B" w14:textId="77777777" w:rsidR="000004FC" w:rsidRDefault="000004FC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59671E4" wp14:editId="379C111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F2FF5"/>
    <w:multiLevelType w:val="hybridMultilevel"/>
    <w:tmpl w:val="2C0AE7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86EA9"/>
    <w:multiLevelType w:val="hybridMultilevel"/>
    <w:tmpl w:val="244CBE7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F2EA2"/>
    <w:multiLevelType w:val="hybridMultilevel"/>
    <w:tmpl w:val="4C0E3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C7117"/>
    <w:multiLevelType w:val="hybridMultilevel"/>
    <w:tmpl w:val="5EA66A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A2C34"/>
    <w:multiLevelType w:val="hybridMultilevel"/>
    <w:tmpl w:val="2CF88E46"/>
    <w:lvl w:ilvl="0" w:tplc="6E9253E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FBC"/>
    <w:rsid w:val="000004FC"/>
    <w:rsid w:val="000024D9"/>
    <w:rsid w:val="00003256"/>
    <w:rsid w:val="00005AE6"/>
    <w:rsid w:val="0001046A"/>
    <w:rsid w:val="0001449A"/>
    <w:rsid w:val="0001520C"/>
    <w:rsid w:val="00017516"/>
    <w:rsid w:val="00026907"/>
    <w:rsid w:val="00040EBF"/>
    <w:rsid w:val="00046397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0F76BA"/>
    <w:rsid w:val="001025BB"/>
    <w:rsid w:val="00102E8E"/>
    <w:rsid w:val="0010792E"/>
    <w:rsid w:val="001128F1"/>
    <w:rsid w:val="00122F20"/>
    <w:rsid w:val="00122FEC"/>
    <w:rsid w:val="00132619"/>
    <w:rsid w:val="00137BD1"/>
    <w:rsid w:val="00141F06"/>
    <w:rsid w:val="00145B48"/>
    <w:rsid w:val="001529E6"/>
    <w:rsid w:val="00156B0C"/>
    <w:rsid w:val="00166476"/>
    <w:rsid w:val="00166FB7"/>
    <w:rsid w:val="00171C51"/>
    <w:rsid w:val="00186E19"/>
    <w:rsid w:val="001B7003"/>
    <w:rsid w:val="001C39FF"/>
    <w:rsid w:val="001D26E4"/>
    <w:rsid w:val="001E0780"/>
    <w:rsid w:val="001E1DA6"/>
    <w:rsid w:val="001F3432"/>
    <w:rsid w:val="002046D3"/>
    <w:rsid w:val="00225C73"/>
    <w:rsid w:val="00233494"/>
    <w:rsid w:val="00253494"/>
    <w:rsid w:val="00254A9B"/>
    <w:rsid w:val="00255FE8"/>
    <w:rsid w:val="00264D47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31C71"/>
    <w:rsid w:val="003452DB"/>
    <w:rsid w:val="00350ACA"/>
    <w:rsid w:val="003514C3"/>
    <w:rsid w:val="00357C43"/>
    <w:rsid w:val="00364AFD"/>
    <w:rsid w:val="00364DEF"/>
    <w:rsid w:val="00375A48"/>
    <w:rsid w:val="0038244F"/>
    <w:rsid w:val="0038276B"/>
    <w:rsid w:val="0038499F"/>
    <w:rsid w:val="003914C5"/>
    <w:rsid w:val="00392D5F"/>
    <w:rsid w:val="003A1BA5"/>
    <w:rsid w:val="003A34DC"/>
    <w:rsid w:val="003D61A2"/>
    <w:rsid w:val="003E0D26"/>
    <w:rsid w:val="003E378F"/>
    <w:rsid w:val="004176D4"/>
    <w:rsid w:val="00420F79"/>
    <w:rsid w:val="004333E8"/>
    <w:rsid w:val="00435BAB"/>
    <w:rsid w:val="0044187A"/>
    <w:rsid w:val="00446899"/>
    <w:rsid w:val="00447689"/>
    <w:rsid w:val="0046080B"/>
    <w:rsid w:val="0046235C"/>
    <w:rsid w:val="004629AD"/>
    <w:rsid w:val="004806AF"/>
    <w:rsid w:val="00486878"/>
    <w:rsid w:val="00492F87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25CC7"/>
    <w:rsid w:val="00525DC9"/>
    <w:rsid w:val="00552DC0"/>
    <w:rsid w:val="0055550C"/>
    <w:rsid w:val="00555827"/>
    <w:rsid w:val="00563E60"/>
    <w:rsid w:val="00582C3F"/>
    <w:rsid w:val="00592833"/>
    <w:rsid w:val="005A214B"/>
    <w:rsid w:val="005A3974"/>
    <w:rsid w:val="005A5DC6"/>
    <w:rsid w:val="005A6A38"/>
    <w:rsid w:val="005A7C57"/>
    <w:rsid w:val="005B5332"/>
    <w:rsid w:val="005C4BB2"/>
    <w:rsid w:val="005C7129"/>
    <w:rsid w:val="005E06F2"/>
    <w:rsid w:val="005E1468"/>
    <w:rsid w:val="005E3E61"/>
    <w:rsid w:val="005F2A75"/>
    <w:rsid w:val="005F3D5F"/>
    <w:rsid w:val="005F7B2E"/>
    <w:rsid w:val="006016B0"/>
    <w:rsid w:val="0061051B"/>
    <w:rsid w:val="006113B9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1341"/>
    <w:rsid w:val="00692205"/>
    <w:rsid w:val="006944D9"/>
    <w:rsid w:val="006A2FD7"/>
    <w:rsid w:val="006A6B78"/>
    <w:rsid w:val="006A7184"/>
    <w:rsid w:val="006B6CD1"/>
    <w:rsid w:val="006B7979"/>
    <w:rsid w:val="006C044C"/>
    <w:rsid w:val="006C6D45"/>
    <w:rsid w:val="006C7D53"/>
    <w:rsid w:val="006D176F"/>
    <w:rsid w:val="006E5CC8"/>
    <w:rsid w:val="00701954"/>
    <w:rsid w:val="00703943"/>
    <w:rsid w:val="007046C4"/>
    <w:rsid w:val="007148FF"/>
    <w:rsid w:val="00716BDB"/>
    <w:rsid w:val="00717456"/>
    <w:rsid w:val="00730E66"/>
    <w:rsid w:val="00732CE3"/>
    <w:rsid w:val="007335CA"/>
    <w:rsid w:val="00737DE1"/>
    <w:rsid w:val="00751517"/>
    <w:rsid w:val="007548C5"/>
    <w:rsid w:val="00756149"/>
    <w:rsid w:val="00757DDE"/>
    <w:rsid w:val="00760BD8"/>
    <w:rsid w:val="00764AAC"/>
    <w:rsid w:val="007753F2"/>
    <w:rsid w:val="00786719"/>
    <w:rsid w:val="007871C1"/>
    <w:rsid w:val="0079193B"/>
    <w:rsid w:val="00794A4F"/>
    <w:rsid w:val="007956A3"/>
    <w:rsid w:val="007A5EB4"/>
    <w:rsid w:val="007A6E1C"/>
    <w:rsid w:val="007C50D1"/>
    <w:rsid w:val="007C5C24"/>
    <w:rsid w:val="007D1A34"/>
    <w:rsid w:val="007E2B7F"/>
    <w:rsid w:val="007E623E"/>
    <w:rsid w:val="007F3F54"/>
    <w:rsid w:val="007F43E0"/>
    <w:rsid w:val="00801D78"/>
    <w:rsid w:val="00805FB6"/>
    <w:rsid w:val="008078CF"/>
    <w:rsid w:val="008171AF"/>
    <w:rsid w:val="00833B7E"/>
    <w:rsid w:val="0083465B"/>
    <w:rsid w:val="00835351"/>
    <w:rsid w:val="008366E0"/>
    <w:rsid w:val="0083679E"/>
    <w:rsid w:val="008429DC"/>
    <w:rsid w:val="0085079E"/>
    <w:rsid w:val="00852D9D"/>
    <w:rsid w:val="00853823"/>
    <w:rsid w:val="00857800"/>
    <w:rsid w:val="0086386E"/>
    <w:rsid w:val="00871847"/>
    <w:rsid w:val="0088287B"/>
    <w:rsid w:val="0088698F"/>
    <w:rsid w:val="00894ADF"/>
    <w:rsid w:val="008A6F1F"/>
    <w:rsid w:val="008B6BB5"/>
    <w:rsid w:val="008C3491"/>
    <w:rsid w:val="008C5079"/>
    <w:rsid w:val="008D2B30"/>
    <w:rsid w:val="008D3232"/>
    <w:rsid w:val="008D7633"/>
    <w:rsid w:val="008E182E"/>
    <w:rsid w:val="008E6BF1"/>
    <w:rsid w:val="009015F4"/>
    <w:rsid w:val="00910883"/>
    <w:rsid w:val="00921CF5"/>
    <w:rsid w:val="0092580A"/>
    <w:rsid w:val="0093490C"/>
    <w:rsid w:val="0093664F"/>
    <w:rsid w:val="00942484"/>
    <w:rsid w:val="00943EB0"/>
    <w:rsid w:val="00945CA5"/>
    <w:rsid w:val="009553BC"/>
    <w:rsid w:val="009557EA"/>
    <w:rsid w:val="00963959"/>
    <w:rsid w:val="00963D60"/>
    <w:rsid w:val="0096600A"/>
    <w:rsid w:val="009918B2"/>
    <w:rsid w:val="009B067B"/>
    <w:rsid w:val="009B2048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BE1"/>
    <w:rsid w:val="00A61E34"/>
    <w:rsid w:val="00A64B65"/>
    <w:rsid w:val="00A64FBC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6359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65992"/>
    <w:rsid w:val="00B84773"/>
    <w:rsid w:val="00B908A8"/>
    <w:rsid w:val="00B92EF0"/>
    <w:rsid w:val="00B93961"/>
    <w:rsid w:val="00BA5B2A"/>
    <w:rsid w:val="00BC2557"/>
    <w:rsid w:val="00BD76B1"/>
    <w:rsid w:val="00BD781B"/>
    <w:rsid w:val="00BE62B4"/>
    <w:rsid w:val="00BE69F6"/>
    <w:rsid w:val="00BF6132"/>
    <w:rsid w:val="00C02C5D"/>
    <w:rsid w:val="00C03B17"/>
    <w:rsid w:val="00C06E88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0E9D"/>
    <w:rsid w:val="00CA212F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097F"/>
    <w:rsid w:val="00D313A4"/>
    <w:rsid w:val="00D32108"/>
    <w:rsid w:val="00D40342"/>
    <w:rsid w:val="00D45693"/>
    <w:rsid w:val="00D47D4E"/>
    <w:rsid w:val="00D50308"/>
    <w:rsid w:val="00D55DC3"/>
    <w:rsid w:val="00D57457"/>
    <w:rsid w:val="00D64F60"/>
    <w:rsid w:val="00DA2153"/>
    <w:rsid w:val="00DA2662"/>
    <w:rsid w:val="00DA589E"/>
    <w:rsid w:val="00DB05F0"/>
    <w:rsid w:val="00DB44DA"/>
    <w:rsid w:val="00DB4ACB"/>
    <w:rsid w:val="00DC032C"/>
    <w:rsid w:val="00DC1F2A"/>
    <w:rsid w:val="00DD7DDB"/>
    <w:rsid w:val="00DE3025"/>
    <w:rsid w:val="00DF1C10"/>
    <w:rsid w:val="00DF1EE2"/>
    <w:rsid w:val="00DF7B1D"/>
    <w:rsid w:val="00E03F6F"/>
    <w:rsid w:val="00E04C83"/>
    <w:rsid w:val="00E14DD8"/>
    <w:rsid w:val="00E155F0"/>
    <w:rsid w:val="00E17E89"/>
    <w:rsid w:val="00E20D4D"/>
    <w:rsid w:val="00E2358B"/>
    <w:rsid w:val="00E333E8"/>
    <w:rsid w:val="00E34020"/>
    <w:rsid w:val="00E3479A"/>
    <w:rsid w:val="00E363A2"/>
    <w:rsid w:val="00E51996"/>
    <w:rsid w:val="00E53108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36BF7"/>
    <w:rsid w:val="00F41966"/>
    <w:rsid w:val="00F445E5"/>
    <w:rsid w:val="00F45D74"/>
    <w:rsid w:val="00F516C4"/>
    <w:rsid w:val="00F544EF"/>
    <w:rsid w:val="00F6067C"/>
    <w:rsid w:val="00F61445"/>
    <w:rsid w:val="00F61EC5"/>
    <w:rsid w:val="00F71E39"/>
    <w:rsid w:val="00F73478"/>
    <w:rsid w:val="00F82E34"/>
    <w:rsid w:val="00F84C8D"/>
    <w:rsid w:val="00F964B6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BCB5C03"/>
  <w15:docId w15:val="{8B3C3E86-63B3-4FCE-95A7-A4298235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506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3694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6</cp:revision>
  <cp:lastPrinted>2007-09-03T14:44:00Z</cp:lastPrinted>
  <dcterms:created xsi:type="dcterms:W3CDTF">2020-08-04T08:51:00Z</dcterms:created>
  <dcterms:modified xsi:type="dcterms:W3CDTF">2020-08-05T13:51:00Z</dcterms:modified>
</cp:coreProperties>
</file>