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071B3" w14:textId="5C71136D" w:rsidR="005E1468" w:rsidRDefault="004C25CB" w:rsidP="005E1468">
      <w:pPr>
        <w:pStyle w:val="berschrift2"/>
      </w:pPr>
      <w:r>
        <w:t>SIEGENIA-Kampagne für ein sicheres Zuhause</w:t>
      </w:r>
    </w:p>
    <w:p w14:paraId="5B56D417" w14:textId="7C33FBD0" w:rsidR="00A82224" w:rsidRDefault="003260C5" w:rsidP="00A82224">
      <w:pPr>
        <w:pStyle w:val="berschrift1"/>
      </w:pPr>
      <w:r>
        <w:t>Leistungsstarkes Maßnahmen</w:t>
      </w:r>
      <w:r w:rsidR="009818CC">
        <w:t xml:space="preserve">paket für </w:t>
      </w:r>
      <w:r w:rsidR="00DC63C5">
        <w:t xml:space="preserve">Raumkomfort-Partner </w:t>
      </w:r>
    </w:p>
    <w:p w14:paraId="2D135E22" w14:textId="77777777" w:rsidR="000110DA" w:rsidRDefault="000110DA" w:rsidP="005E1468"/>
    <w:p w14:paraId="3E1EC25A" w14:textId="5D8CC8CB" w:rsidR="006334A2" w:rsidRPr="00E12DF9" w:rsidRDefault="00DC63C5" w:rsidP="00F6067C">
      <w:pPr>
        <w:rPr>
          <w:szCs w:val="20"/>
        </w:rPr>
      </w:pPr>
      <w:r>
        <w:rPr>
          <w:szCs w:val="20"/>
        </w:rPr>
        <w:t xml:space="preserve">Pünktlich zu Beginn der dunklen Jahreszeit </w:t>
      </w:r>
      <w:r w:rsidR="00923364">
        <w:rPr>
          <w:szCs w:val="20"/>
        </w:rPr>
        <w:t>sensibilisiert</w:t>
      </w:r>
      <w:r>
        <w:rPr>
          <w:szCs w:val="20"/>
        </w:rPr>
        <w:t xml:space="preserve"> die SIEGENIA GRUPPE </w:t>
      </w:r>
      <w:r w:rsidR="000B4071">
        <w:rPr>
          <w:szCs w:val="20"/>
        </w:rPr>
        <w:t xml:space="preserve">ihre </w:t>
      </w:r>
      <w:r>
        <w:rPr>
          <w:szCs w:val="20"/>
        </w:rPr>
        <w:t>Partner für das Thema Einbruchhemmung</w:t>
      </w:r>
      <w:r w:rsidR="006055A5">
        <w:rPr>
          <w:szCs w:val="20"/>
        </w:rPr>
        <w:t xml:space="preserve">. </w:t>
      </w:r>
      <w:r w:rsidR="000B4071">
        <w:rPr>
          <w:szCs w:val="20"/>
        </w:rPr>
        <w:t>In der Kampagne „Sicherheit</w:t>
      </w:r>
      <w:r w:rsidR="000B4071" w:rsidRPr="00E12DF9">
        <w:rPr>
          <w:szCs w:val="20"/>
        </w:rPr>
        <w:t>³“ rückt</w:t>
      </w:r>
      <w:r w:rsidR="006055A5" w:rsidRPr="00E12DF9">
        <w:rPr>
          <w:szCs w:val="20"/>
        </w:rPr>
        <w:t xml:space="preserve"> </w:t>
      </w:r>
      <w:r w:rsidRPr="00E12DF9">
        <w:rPr>
          <w:szCs w:val="20"/>
        </w:rPr>
        <w:t xml:space="preserve">der Hersteller von Fenster-, Tür- und Komfortsystemen </w:t>
      </w:r>
      <w:r w:rsidR="006055A5" w:rsidRPr="00E12DF9">
        <w:rPr>
          <w:szCs w:val="20"/>
        </w:rPr>
        <w:t xml:space="preserve">dieses wichtige Thema </w:t>
      </w:r>
      <w:r w:rsidR="000B4071" w:rsidRPr="00E12DF9">
        <w:rPr>
          <w:szCs w:val="20"/>
        </w:rPr>
        <w:t xml:space="preserve">aufmerksamkeitsstark </w:t>
      </w:r>
      <w:r w:rsidR="006055A5" w:rsidRPr="00E12DF9">
        <w:rPr>
          <w:szCs w:val="20"/>
        </w:rPr>
        <w:t xml:space="preserve">in den Fokus. </w:t>
      </w:r>
    </w:p>
    <w:p w14:paraId="193FF43A" w14:textId="77777777" w:rsidR="006334A2" w:rsidRDefault="006334A2" w:rsidP="00F6067C">
      <w:pPr>
        <w:rPr>
          <w:szCs w:val="20"/>
        </w:rPr>
      </w:pPr>
    </w:p>
    <w:p w14:paraId="0D72263E" w14:textId="6B0D6261" w:rsidR="006334A2" w:rsidRPr="00765B97" w:rsidRDefault="00923364" w:rsidP="002350D2">
      <w:pPr>
        <w:rPr>
          <w:szCs w:val="20"/>
        </w:rPr>
      </w:pPr>
      <w:r>
        <w:rPr>
          <w:szCs w:val="20"/>
        </w:rPr>
        <w:t>Hierzu</w:t>
      </w:r>
      <w:r w:rsidR="006334A2">
        <w:rPr>
          <w:szCs w:val="20"/>
        </w:rPr>
        <w:t xml:space="preserve"> setzt SIEGENIA drei inhaltliche Schwerpunkte: Neben Lösungen für die mechanische Einbruchhemmung in Fenstern und Hebe-Schiebe-Elementen positioniert </w:t>
      </w:r>
      <w:r w:rsidR="0082233E">
        <w:rPr>
          <w:szCs w:val="20"/>
        </w:rPr>
        <w:t>das Unternehmen</w:t>
      </w:r>
      <w:r w:rsidR="006334A2">
        <w:rPr>
          <w:szCs w:val="20"/>
        </w:rPr>
        <w:t xml:space="preserve"> </w:t>
      </w:r>
      <w:r w:rsidR="00CB490C">
        <w:rPr>
          <w:szCs w:val="20"/>
        </w:rPr>
        <w:t>auch</w:t>
      </w:r>
      <w:r w:rsidR="006334A2">
        <w:rPr>
          <w:szCs w:val="20"/>
        </w:rPr>
        <w:t xml:space="preserve"> die automatischen Mehrfachverriegelungen von KFV, die Sicherheit und </w:t>
      </w:r>
      <w:r w:rsidR="002350D2">
        <w:rPr>
          <w:szCs w:val="20"/>
        </w:rPr>
        <w:t>Bedienk</w:t>
      </w:r>
      <w:r w:rsidR="006334A2">
        <w:rPr>
          <w:szCs w:val="20"/>
        </w:rPr>
        <w:t xml:space="preserve">omfort miteinander verbinden. </w:t>
      </w:r>
      <w:r w:rsidR="002350D2">
        <w:rPr>
          <w:szCs w:val="20"/>
        </w:rPr>
        <w:t xml:space="preserve">Die Öffnungs- und Verschlussüberwachung AEROCONTROL sorgt </w:t>
      </w:r>
      <w:r w:rsidR="003260C5">
        <w:rPr>
          <w:szCs w:val="20"/>
        </w:rPr>
        <w:t xml:space="preserve">ergänzend </w:t>
      </w:r>
      <w:r w:rsidR="002350D2">
        <w:rPr>
          <w:szCs w:val="20"/>
        </w:rPr>
        <w:t xml:space="preserve">für die zuverlässige </w:t>
      </w:r>
      <w:r w:rsidR="003260C5">
        <w:rPr>
          <w:szCs w:val="20"/>
        </w:rPr>
        <w:t xml:space="preserve">elektronische </w:t>
      </w:r>
      <w:r w:rsidR="002350D2">
        <w:rPr>
          <w:szCs w:val="20"/>
        </w:rPr>
        <w:t xml:space="preserve">Überwachung von Fenstern und Schiebetüren und ermöglicht die </w:t>
      </w:r>
      <w:r w:rsidR="006334A2" w:rsidRPr="00765B97">
        <w:rPr>
          <w:szCs w:val="20"/>
        </w:rPr>
        <w:t>Anbindung an Alarmsysteme</w:t>
      </w:r>
      <w:r w:rsidR="002350D2">
        <w:rPr>
          <w:szCs w:val="20"/>
        </w:rPr>
        <w:t>.</w:t>
      </w:r>
    </w:p>
    <w:p w14:paraId="56A5A95F" w14:textId="7B97A3E8" w:rsidR="006334A2" w:rsidRDefault="003260C5" w:rsidP="002350D2">
      <w:pPr>
        <w:pStyle w:val="berschrift4"/>
      </w:pPr>
      <w:r>
        <w:t>Cleverer Mix aus Medienpräsenz und Verkaufsförderung</w:t>
      </w:r>
    </w:p>
    <w:p w14:paraId="0B4C3A48" w14:textId="7617F9C9" w:rsidR="00301F60" w:rsidRDefault="00301F60" w:rsidP="00F6067C">
      <w:pPr>
        <w:rPr>
          <w:szCs w:val="20"/>
        </w:rPr>
      </w:pPr>
      <w:r>
        <w:rPr>
          <w:szCs w:val="20"/>
        </w:rPr>
        <w:t xml:space="preserve">Das Interesse von </w:t>
      </w:r>
      <w:r w:rsidR="00292C16">
        <w:rPr>
          <w:szCs w:val="20"/>
        </w:rPr>
        <w:t>Endanwender</w:t>
      </w:r>
      <w:r>
        <w:rPr>
          <w:szCs w:val="20"/>
        </w:rPr>
        <w:t xml:space="preserve">n weckt </w:t>
      </w:r>
      <w:r w:rsidR="000B4071">
        <w:rPr>
          <w:szCs w:val="20"/>
        </w:rPr>
        <w:t xml:space="preserve">SIEGENIA </w:t>
      </w:r>
      <w:r>
        <w:rPr>
          <w:szCs w:val="20"/>
        </w:rPr>
        <w:t xml:space="preserve">über </w:t>
      </w:r>
      <w:r w:rsidR="000B4071">
        <w:rPr>
          <w:szCs w:val="20"/>
        </w:rPr>
        <w:t xml:space="preserve">eine umfangreiche Präsenz in Print- und </w:t>
      </w:r>
      <w:r w:rsidR="000B4071" w:rsidRPr="00152346">
        <w:rPr>
          <w:bCs/>
          <w:szCs w:val="20"/>
        </w:rPr>
        <w:t xml:space="preserve">Onlinemedien. </w:t>
      </w:r>
      <w:bookmarkStart w:id="0" w:name="_Hlk528247846"/>
      <w:r w:rsidR="003260C5" w:rsidRPr="00152346">
        <w:rPr>
          <w:bCs/>
          <w:szCs w:val="20"/>
        </w:rPr>
        <w:t>Insbesondere setzt</w:t>
      </w:r>
      <w:r w:rsidRPr="00152346">
        <w:rPr>
          <w:bCs/>
          <w:szCs w:val="20"/>
        </w:rPr>
        <w:t xml:space="preserve"> das Unternehmen auf bundesweite Anzeigen</w:t>
      </w:r>
      <w:r w:rsidR="003260C5" w:rsidRPr="00152346">
        <w:rPr>
          <w:bCs/>
          <w:szCs w:val="20"/>
        </w:rPr>
        <w:t>- bzw. Banner</w:t>
      </w:r>
      <w:r w:rsidRPr="00152346">
        <w:rPr>
          <w:bCs/>
          <w:szCs w:val="20"/>
        </w:rPr>
        <w:t>schaltungen in Bausparmagazinen</w:t>
      </w:r>
      <w:r w:rsidR="003260C5" w:rsidRPr="00152346">
        <w:rPr>
          <w:bCs/>
          <w:szCs w:val="20"/>
        </w:rPr>
        <w:t xml:space="preserve">, </w:t>
      </w:r>
      <w:r w:rsidRPr="00152346">
        <w:rPr>
          <w:bCs/>
          <w:szCs w:val="20"/>
        </w:rPr>
        <w:t xml:space="preserve">Themen-Specials der Bauherrenmedien sowie relevante Online-Portale. </w:t>
      </w:r>
      <w:bookmarkEnd w:id="0"/>
      <w:r w:rsidRPr="00152346">
        <w:rPr>
          <w:bCs/>
          <w:szCs w:val="20"/>
        </w:rPr>
        <w:t xml:space="preserve">Allein auf diesem Weg </w:t>
      </w:r>
      <w:r w:rsidR="003260C5" w:rsidRPr="00152346">
        <w:rPr>
          <w:bCs/>
          <w:szCs w:val="20"/>
        </w:rPr>
        <w:t>erreicht</w:t>
      </w:r>
      <w:r w:rsidRPr="00152346">
        <w:rPr>
          <w:bCs/>
          <w:szCs w:val="20"/>
        </w:rPr>
        <w:t xml:space="preserve"> das Unternehmen rund 5 Mio. potenzielle Interessenten.</w:t>
      </w:r>
      <w:r>
        <w:rPr>
          <w:szCs w:val="20"/>
        </w:rPr>
        <w:t xml:space="preserve"> </w:t>
      </w:r>
      <w:r w:rsidR="003260C5">
        <w:rPr>
          <w:szCs w:val="20"/>
        </w:rPr>
        <w:t xml:space="preserve">Verstärkt wird die Wirkung der </w:t>
      </w:r>
      <w:r>
        <w:rPr>
          <w:szCs w:val="20"/>
        </w:rPr>
        <w:t xml:space="preserve">Anzeigen durch eine umfangreiche redaktionelle Berichterstattung, die u. a. durch den Direktversand an Special Interest Medien sowie die Streuung von Informationen an die Tages- und Wochenpresse erzielt wird. </w:t>
      </w:r>
    </w:p>
    <w:p w14:paraId="7FF227B1" w14:textId="77777777" w:rsidR="00301F60" w:rsidRDefault="00301F60" w:rsidP="00F6067C">
      <w:pPr>
        <w:rPr>
          <w:szCs w:val="20"/>
        </w:rPr>
      </w:pPr>
    </w:p>
    <w:p w14:paraId="59BF729D" w14:textId="6B391514" w:rsidR="00765B97" w:rsidRDefault="003260C5" w:rsidP="00F6067C">
      <w:pPr>
        <w:rPr>
          <w:szCs w:val="20"/>
        </w:rPr>
      </w:pPr>
      <w:r>
        <w:rPr>
          <w:szCs w:val="20"/>
        </w:rPr>
        <w:t>Darüber hinaus</w:t>
      </w:r>
      <w:r w:rsidR="00301F60">
        <w:rPr>
          <w:szCs w:val="20"/>
        </w:rPr>
        <w:t xml:space="preserve"> bietet SIEGENIA teilnehmenden Raumkomfort-Partnern ein umfangreiches Ma</w:t>
      </w:r>
      <w:r w:rsidR="00FA3A3E">
        <w:rPr>
          <w:szCs w:val="20"/>
        </w:rPr>
        <w:t>ßnahmen</w:t>
      </w:r>
      <w:r w:rsidR="00301F60">
        <w:rPr>
          <w:szCs w:val="20"/>
        </w:rPr>
        <w:t>paket</w:t>
      </w:r>
      <w:r w:rsidR="00FA3A3E">
        <w:rPr>
          <w:szCs w:val="20"/>
        </w:rPr>
        <w:t xml:space="preserve"> zur aktiven </w:t>
      </w:r>
      <w:r w:rsidR="00CC64F5">
        <w:rPr>
          <w:szCs w:val="20"/>
        </w:rPr>
        <w:t xml:space="preserve">Gewinnung </w:t>
      </w:r>
      <w:r>
        <w:rPr>
          <w:szCs w:val="20"/>
        </w:rPr>
        <w:t>von Neuk</w:t>
      </w:r>
      <w:r w:rsidR="00CC64F5">
        <w:rPr>
          <w:szCs w:val="20"/>
        </w:rPr>
        <w:t>unden</w:t>
      </w:r>
      <w:r w:rsidR="00301F60">
        <w:rPr>
          <w:szCs w:val="20"/>
        </w:rPr>
        <w:t>.</w:t>
      </w:r>
      <w:r w:rsidR="00CC64F5">
        <w:rPr>
          <w:szCs w:val="20"/>
        </w:rPr>
        <w:t xml:space="preserve"> Neben Anzeigenvorlagen</w:t>
      </w:r>
      <w:r w:rsidR="00882411">
        <w:rPr>
          <w:szCs w:val="20"/>
        </w:rPr>
        <w:t>, Bildmaterial</w:t>
      </w:r>
      <w:r w:rsidR="00CC64F5">
        <w:rPr>
          <w:szCs w:val="20"/>
        </w:rPr>
        <w:t xml:space="preserve"> und Texten für die eigenen Pressearbeit beinhaltet dieses ein Aktionsposter, die Broschüre „Sicherheit³“, einen Aufkleber mit Hinweis auf die Raumkomfort-Partnerschaft sowie weitere Werbemittel für die Hausausstellung, so z. B. ein Roll-Up Banner oder ein</w:t>
      </w:r>
      <w:r>
        <w:rPr>
          <w:szCs w:val="20"/>
        </w:rPr>
        <w:t>en</w:t>
      </w:r>
      <w:r w:rsidR="00CC64F5">
        <w:rPr>
          <w:szCs w:val="20"/>
        </w:rPr>
        <w:t xml:space="preserve"> Einbruchständer. </w:t>
      </w:r>
    </w:p>
    <w:p w14:paraId="06C9ACC5" w14:textId="77777777" w:rsidR="00301F60" w:rsidRDefault="00301F60" w:rsidP="00F6067C">
      <w:pPr>
        <w:rPr>
          <w:szCs w:val="20"/>
        </w:rPr>
      </w:pPr>
    </w:p>
    <w:p w14:paraId="743AF8E2" w14:textId="77777777" w:rsidR="00765B97" w:rsidRDefault="00765B97" w:rsidP="00F6067C">
      <w:pPr>
        <w:rPr>
          <w:szCs w:val="20"/>
        </w:rPr>
      </w:pPr>
    </w:p>
    <w:p w14:paraId="3A495638" w14:textId="521AB413" w:rsidR="00D83FBB" w:rsidRDefault="00D83FBB" w:rsidP="005E1468"/>
    <w:p w14:paraId="6034299B" w14:textId="77777777" w:rsidR="00D83FBB" w:rsidRDefault="00D83FBB" w:rsidP="005E1468"/>
    <w:p w14:paraId="69A12BCD" w14:textId="77777777" w:rsidR="005E1468" w:rsidRDefault="005E1468" w:rsidP="005A7C57">
      <w:pPr>
        <w:pStyle w:val="berschrift4"/>
      </w:pPr>
      <w:r>
        <w:lastRenderedPageBreak/>
        <w:t>Bildunterschriften</w:t>
      </w:r>
    </w:p>
    <w:p w14:paraId="671A3AE7" w14:textId="77777777" w:rsidR="002A7F37" w:rsidRDefault="002A7F37" w:rsidP="002A7F37">
      <w:r>
        <w:t>Bildquelle: SIEGENIA</w:t>
      </w:r>
    </w:p>
    <w:p w14:paraId="74528B2E" w14:textId="77777777" w:rsidR="002A7F37" w:rsidRPr="002A7F37" w:rsidRDefault="002A7F37" w:rsidP="002A7F37"/>
    <w:p w14:paraId="1DB246B2" w14:textId="4F4F62EC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I: </w:t>
      </w:r>
      <w:r w:rsidR="00A134B5" w:rsidRPr="00D129AE">
        <w:rPr>
          <w:bCs/>
          <w:i/>
        </w:rPr>
        <w:t>SI</w:t>
      </w:r>
      <w:r w:rsidR="00A134B5">
        <w:rPr>
          <w:bCs/>
          <w:i/>
        </w:rPr>
        <w:t>E</w:t>
      </w:r>
      <w:r w:rsidR="00A134B5" w:rsidRPr="00D129AE">
        <w:rPr>
          <w:bCs/>
          <w:i/>
        </w:rPr>
        <w:t>_</w:t>
      </w:r>
      <w:r w:rsidR="00A134B5">
        <w:rPr>
          <w:bCs/>
          <w:i/>
        </w:rPr>
        <w:t>Sicherheit_Einbrecher_QF</w:t>
      </w:r>
      <w:r w:rsidR="00A134B5" w:rsidRPr="00D129AE">
        <w:rPr>
          <w:bCs/>
          <w:i/>
        </w:rPr>
        <w:t>.jpg</w:t>
      </w:r>
    </w:p>
    <w:p w14:paraId="5B4ECC31" w14:textId="5FE2E1F1" w:rsidR="005E1468" w:rsidRPr="00D129AE" w:rsidRDefault="00F70263" w:rsidP="005E1468">
      <w:r>
        <w:rPr>
          <w:szCs w:val="20"/>
        </w:rPr>
        <w:t xml:space="preserve">In der Kampagne „Sicherheit³“ </w:t>
      </w:r>
      <w:r w:rsidR="00F503E1">
        <w:rPr>
          <w:szCs w:val="20"/>
        </w:rPr>
        <w:t xml:space="preserve">rückt die SIEGENIA GRUPPE das Thema Einbruchhemmung in den Fokus. </w:t>
      </w:r>
      <w:r w:rsidR="00E56A57">
        <w:rPr>
          <w:szCs w:val="20"/>
        </w:rPr>
        <w:t xml:space="preserve"> </w:t>
      </w:r>
    </w:p>
    <w:p w14:paraId="78FC501C" w14:textId="77777777" w:rsidR="005E1468" w:rsidRDefault="005E1468" w:rsidP="005E1468"/>
    <w:p w14:paraId="029A39FC" w14:textId="3392E19C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II: </w:t>
      </w:r>
      <w:r w:rsidR="00A134B5">
        <w:rPr>
          <w:bCs/>
          <w:i/>
        </w:rPr>
        <w:t>SIE_Sicherheitsbroschüre_Titel.</w:t>
      </w:r>
      <w:r w:rsidR="00A134B5" w:rsidRPr="00D129AE">
        <w:rPr>
          <w:bCs/>
          <w:i/>
        </w:rPr>
        <w:t>jpg</w:t>
      </w:r>
    </w:p>
    <w:p w14:paraId="6D5C8E30" w14:textId="66D6AD58" w:rsidR="008D7633" w:rsidRDefault="00A134B5" w:rsidP="008D7633">
      <w:pPr>
        <w:rPr>
          <w:szCs w:val="20"/>
        </w:rPr>
      </w:pPr>
      <w:r>
        <w:rPr>
          <w:szCs w:val="20"/>
        </w:rPr>
        <w:t>Das umfangreiche Maßnahmenpaket zur Sicherheitskampagne von SIEGENIA umfasst neben Anzeigenvorlagen und Texten auch ein Aktionsposter</w:t>
      </w:r>
      <w:r w:rsidR="00E2706F">
        <w:rPr>
          <w:szCs w:val="20"/>
        </w:rPr>
        <w:t xml:space="preserve"> und</w:t>
      </w:r>
      <w:r>
        <w:rPr>
          <w:szCs w:val="20"/>
        </w:rPr>
        <w:t xml:space="preserve"> die Broschüre „Sicherheit³“. </w:t>
      </w:r>
    </w:p>
    <w:p w14:paraId="12C7BFED" w14:textId="5700CAF1" w:rsidR="008D7633" w:rsidRDefault="008D7633" w:rsidP="008D7633">
      <w:pPr>
        <w:rPr>
          <w:szCs w:val="20"/>
        </w:rPr>
      </w:pPr>
    </w:p>
    <w:p w14:paraId="5476587D" w14:textId="1C586592" w:rsidR="00A134B5" w:rsidRDefault="00A134B5" w:rsidP="008D7633">
      <w:pPr>
        <w:rPr>
          <w:szCs w:val="20"/>
        </w:rPr>
      </w:pPr>
    </w:p>
    <w:p w14:paraId="063D4645" w14:textId="7075D947" w:rsidR="00A134B5" w:rsidRDefault="00A134B5" w:rsidP="008D7633">
      <w:pPr>
        <w:rPr>
          <w:szCs w:val="20"/>
        </w:rPr>
      </w:pPr>
    </w:p>
    <w:p w14:paraId="741D7505" w14:textId="6505239E" w:rsidR="00A134B5" w:rsidRDefault="00A134B5" w:rsidP="008D7633">
      <w:pPr>
        <w:rPr>
          <w:szCs w:val="20"/>
        </w:rPr>
      </w:pPr>
    </w:p>
    <w:p w14:paraId="1134620E" w14:textId="4D96DBB7" w:rsidR="00A134B5" w:rsidRDefault="00A134B5" w:rsidP="008D7633">
      <w:pPr>
        <w:rPr>
          <w:szCs w:val="20"/>
        </w:rPr>
      </w:pPr>
    </w:p>
    <w:p w14:paraId="2F77CC08" w14:textId="60D8E7FA" w:rsidR="00A134B5" w:rsidRDefault="00A134B5" w:rsidP="008D7633">
      <w:pPr>
        <w:rPr>
          <w:szCs w:val="20"/>
        </w:rPr>
      </w:pPr>
    </w:p>
    <w:p w14:paraId="7C48562E" w14:textId="5A0455C1" w:rsidR="008D5F41" w:rsidRDefault="008D5F41" w:rsidP="008D7633">
      <w:pPr>
        <w:rPr>
          <w:szCs w:val="20"/>
        </w:rPr>
      </w:pPr>
    </w:p>
    <w:p w14:paraId="735AB32A" w14:textId="25B532CF" w:rsidR="008D5F41" w:rsidRDefault="008D5F41" w:rsidP="008D7633">
      <w:pPr>
        <w:rPr>
          <w:szCs w:val="20"/>
        </w:rPr>
      </w:pPr>
    </w:p>
    <w:p w14:paraId="336B08BD" w14:textId="27165863" w:rsidR="008D5F41" w:rsidRDefault="008D5F41" w:rsidP="008D7633">
      <w:pPr>
        <w:rPr>
          <w:szCs w:val="20"/>
        </w:rPr>
      </w:pPr>
    </w:p>
    <w:p w14:paraId="744119E9" w14:textId="77777777" w:rsidR="008D5F41" w:rsidRDefault="008D5F41" w:rsidP="008D7633">
      <w:pPr>
        <w:rPr>
          <w:szCs w:val="20"/>
        </w:rPr>
      </w:pPr>
      <w:bookmarkStart w:id="1" w:name="_GoBack"/>
      <w:bookmarkEnd w:id="1"/>
    </w:p>
    <w:p w14:paraId="655522E3" w14:textId="1747A290" w:rsidR="00A134B5" w:rsidRDefault="00A134B5" w:rsidP="008D7633">
      <w:pPr>
        <w:rPr>
          <w:szCs w:val="20"/>
        </w:rPr>
      </w:pPr>
    </w:p>
    <w:p w14:paraId="32341E45" w14:textId="77777777" w:rsidR="00A134B5" w:rsidRDefault="00A134B5" w:rsidP="008D7633">
      <w:pPr>
        <w:rPr>
          <w:szCs w:val="20"/>
        </w:rPr>
      </w:pPr>
    </w:p>
    <w:p w14:paraId="21E06CEA" w14:textId="71B73D4E" w:rsidR="00A134B5" w:rsidRDefault="00A134B5" w:rsidP="008D7633">
      <w:pPr>
        <w:rPr>
          <w:szCs w:val="20"/>
        </w:rPr>
      </w:pPr>
    </w:p>
    <w:p w14:paraId="1DB7C1CA" w14:textId="77777777" w:rsidR="00A134B5" w:rsidRPr="00E14DD8" w:rsidRDefault="00A134B5" w:rsidP="008D7633">
      <w:pPr>
        <w:rPr>
          <w:szCs w:val="20"/>
        </w:rPr>
      </w:pPr>
    </w:p>
    <w:p w14:paraId="141A9D93" w14:textId="77777777" w:rsidR="008D7633" w:rsidRPr="00E14DD8" w:rsidRDefault="008D7633" w:rsidP="008D7633">
      <w:pPr>
        <w:rPr>
          <w:szCs w:val="20"/>
        </w:rPr>
      </w:pPr>
    </w:p>
    <w:p w14:paraId="5C1BC5E6" w14:textId="77777777" w:rsidR="008D7633" w:rsidRPr="00E14DD8" w:rsidRDefault="008D7633" w:rsidP="008D7633">
      <w:pPr>
        <w:rPr>
          <w:szCs w:val="20"/>
        </w:rPr>
      </w:pPr>
    </w:p>
    <w:p w14:paraId="3083FCEB" w14:textId="77777777" w:rsidR="008D7633" w:rsidRPr="00E14DD8" w:rsidRDefault="008D7633" w:rsidP="008D7633">
      <w:pPr>
        <w:rPr>
          <w:szCs w:val="20"/>
        </w:rPr>
      </w:pPr>
    </w:p>
    <w:p w14:paraId="528AA095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A2B9830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B3F4C7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665775A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6DA096C7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4C53D63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5DD0EAC9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32CC0978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58942260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45F7984A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469A1970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0CEAD43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3D9B96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42ABA5D9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E065D75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53C335C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518B32CD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6428CF44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0CA45A05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181E1E07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5672AC7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084F145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5CCD2A65" w14:textId="22D1DB50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E5122F">
              <w:t>1</w:t>
            </w:r>
          </w:p>
          <w:p w14:paraId="45E05323" w14:textId="1D9BE472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A134B5">
              <w:t>222</w:t>
            </w:r>
          </w:p>
          <w:p w14:paraId="49E23583" w14:textId="0B51D000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A134B5">
              <w:t>1 845</w:t>
            </w:r>
            <w:r w:rsidRPr="00C33A1F">
              <w:br/>
              <w:t>(mit Leerzeichen)</w:t>
            </w:r>
          </w:p>
          <w:p w14:paraId="062BCD97" w14:textId="77777777" w:rsidR="008D7633" w:rsidRDefault="008D7633" w:rsidP="007A5EB4">
            <w:pPr>
              <w:pStyle w:val="Formatvorlage2"/>
            </w:pPr>
          </w:p>
          <w:p w14:paraId="597ADC04" w14:textId="1853FB93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A134B5">
              <w:t>30</w:t>
            </w:r>
            <w:r>
              <w:t>.</w:t>
            </w:r>
            <w:r w:rsidR="00D859C6">
              <w:t>1</w:t>
            </w:r>
            <w:r w:rsidR="00486878">
              <w:t>0</w:t>
            </w:r>
            <w:r>
              <w:t>.201</w:t>
            </w:r>
            <w:r w:rsidR="00C55524">
              <w:t>8</w:t>
            </w:r>
          </w:p>
          <w:p w14:paraId="59576E3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678086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7A0E01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5E7B25B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03726" w14:textId="77777777" w:rsidR="005A63D1" w:rsidRDefault="005A63D1">
      <w:r>
        <w:separator/>
      </w:r>
    </w:p>
  </w:endnote>
  <w:endnote w:type="continuationSeparator" w:id="0">
    <w:p w14:paraId="500729FB" w14:textId="77777777" w:rsidR="005A63D1" w:rsidRDefault="005A6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24ECF" w14:textId="77777777" w:rsidR="00FA3A3E" w:rsidRDefault="00FA3A3E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D278B" w14:textId="77777777" w:rsidR="005A63D1" w:rsidRDefault="005A63D1">
      <w:r>
        <w:separator/>
      </w:r>
    </w:p>
  </w:footnote>
  <w:footnote w:type="continuationSeparator" w:id="0">
    <w:p w14:paraId="157DFEF1" w14:textId="77777777" w:rsidR="005A63D1" w:rsidRDefault="005A6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6045C" w14:textId="77777777" w:rsidR="00FA3A3E" w:rsidRDefault="00FA3A3E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05DA7581" wp14:editId="28DA9B40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9370B8"/>
    <w:multiLevelType w:val="hybridMultilevel"/>
    <w:tmpl w:val="08EE01B0"/>
    <w:lvl w:ilvl="0" w:tplc="044E6D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B0194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00A9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0CDE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D278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C83C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D80A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88879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E2BD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B5A93"/>
    <w:multiLevelType w:val="hybridMultilevel"/>
    <w:tmpl w:val="0E7AC4CC"/>
    <w:lvl w:ilvl="0" w:tplc="5AEA28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BC4E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0E72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CA98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000A7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027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EEE5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0AB6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8586D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F7615"/>
    <w:multiLevelType w:val="hybridMultilevel"/>
    <w:tmpl w:val="A7D66A5E"/>
    <w:lvl w:ilvl="0" w:tplc="FB1032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4EEE3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5CBE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6CB9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F269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6C22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8001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E0E7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227A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65297"/>
    <w:multiLevelType w:val="hybridMultilevel"/>
    <w:tmpl w:val="6C206CEA"/>
    <w:lvl w:ilvl="0" w:tplc="CE5E71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D2B61E">
      <w:start w:val="24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88D3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7EC2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B66D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E6E8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309C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EC4C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1462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ED7181"/>
    <w:multiLevelType w:val="hybridMultilevel"/>
    <w:tmpl w:val="5D4ED3C6"/>
    <w:lvl w:ilvl="0" w:tplc="E4E230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1652C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F678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8623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A273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F2E5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86C8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0447A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4C84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D66"/>
    <w:rsid w:val="000024D9"/>
    <w:rsid w:val="00003256"/>
    <w:rsid w:val="000110DA"/>
    <w:rsid w:val="0001449A"/>
    <w:rsid w:val="0001520C"/>
    <w:rsid w:val="000246B0"/>
    <w:rsid w:val="00026907"/>
    <w:rsid w:val="00030D47"/>
    <w:rsid w:val="0003301B"/>
    <w:rsid w:val="00040EBF"/>
    <w:rsid w:val="00061596"/>
    <w:rsid w:val="00064165"/>
    <w:rsid w:val="000675C7"/>
    <w:rsid w:val="00090045"/>
    <w:rsid w:val="00095303"/>
    <w:rsid w:val="000A1DF0"/>
    <w:rsid w:val="000A5CA3"/>
    <w:rsid w:val="000B2EAE"/>
    <w:rsid w:val="000B4071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346"/>
    <w:rsid w:val="001529E6"/>
    <w:rsid w:val="00156B0C"/>
    <w:rsid w:val="00166476"/>
    <w:rsid w:val="00166FB7"/>
    <w:rsid w:val="00171C51"/>
    <w:rsid w:val="00185111"/>
    <w:rsid w:val="00195579"/>
    <w:rsid w:val="001B7003"/>
    <w:rsid w:val="001C39FF"/>
    <w:rsid w:val="001D26E4"/>
    <w:rsid w:val="001E0780"/>
    <w:rsid w:val="001E1DA6"/>
    <w:rsid w:val="001F3432"/>
    <w:rsid w:val="002046D3"/>
    <w:rsid w:val="002178D9"/>
    <w:rsid w:val="002350D2"/>
    <w:rsid w:val="00253494"/>
    <w:rsid w:val="00254A9B"/>
    <w:rsid w:val="00255FE8"/>
    <w:rsid w:val="00272508"/>
    <w:rsid w:val="00274199"/>
    <w:rsid w:val="002741A6"/>
    <w:rsid w:val="002769DE"/>
    <w:rsid w:val="002819C3"/>
    <w:rsid w:val="00282F82"/>
    <w:rsid w:val="00292C16"/>
    <w:rsid w:val="002957B8"/>
    <w:rsid w:val="002A202C"/>
    <w:rsid w:val="002A7F37"/>
    <w:rsid w:val="002B0921"/>
    <w:rsid w:val="002C00E2"/>
    <w:rsid w:val="002C36FE"/>
    <w:rsid w:val="002C5A66"/>
    <w:rsid w:val="002C6D41"/>
    <w:rsid w:val="002E48B5"/>
    <w:rsid w:val="002E59D6"/>
    <w:rsid w:val="002F18BB"/>
    <w:rsid w:val="002F466F"/>
    <w:rsid w:val="002F5C17"/>
    <w:rsid w:val="00301F60"/>
    <w:rsid w:val="0031150D"/>
    <w:rsid w:val="003136F5"/>
    <w:rsid w:val="00324F84"/>
    <w:rsid w:val="003260C5"/>
    <w:rsid w:val="00326F7E"/>
    <w:rsid w:val="0034633A"/>
    <w:rsid w:val="00350ACA"/>
    <w:rsid w:val="003514C3"/>
    <w:rsid w:val="00357C43"/>
    <w:rsid w:val="00364DEF"/>
    <w:rsid w:val="00375A48"/>
    <w:rsid w:val="0038244F"/>
    <w:rsid w:val="0038276B"/>
    <w:rsid w:val="0038499F"/>
    <w:rsid w:val="003857E0"/>
    <w:rsid w:val="003914C5"/>
    <w:rsid w:val="00392D5F"/>
    <w:rsid w:val="003A1BA5"/>
    <w:rsid w:val="003B0D66"/>
    <w:rsid w:val="003B6B24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3B4E"/>
    <w:rsid w:val="004B62AB"/>
    <w:rsid w:val="004C25CB"/>
    <w:rsid w:val="004C4FDA"/>
    <w:rsid w:val="004C503A"/>
    <w:rsid w:val="004E057A"/>
    <w:rsid w:val="004E2322"/>
    <w:rsid w:val="004E2BD7"/>
    <w:rsid w:val="004E3AF9"/>
    <w:rsid w:val="00510191"/>
    <w:rsid w:val="005144F7"/>
    <w:rsid w:val="00523FDA"/>
    <w:rsid w:val="005254BE"/>
    <w:rsid w:val="0052780E"/>
    <w:rsid w:val="00552DC0"/>
    <w:rsid w:val="0055550C"/>
    <w:rsid w:val="00563E60"/>
    <w:rsid w:val="00571A19"/>
    <w:rsid w:val="00572ECD"/>
    <w:rsid w:val="00574AA3"/>
    <w:rsid w:val="005849A4"/>
    <w:rsid w:val="00592833"/>
    <w:rsid w:val="005A214B"/>
    <w:rsid w:val="005A3974"/>
    <w:rsid w:val="005A5DC6"/>
    <w:rsid w:val="005A63D1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0535C"/>
    <w:rsid w:val="006055A5"/>
    <w:rsid w:val="0061051B"/>
    <w:rsid w:val="0061253D"/>
    <w:rsid w:val="00617358"/>
    <w:rsid w:val="00617D76"/>
    <w:rsid w:val="006279BD"/>
    <w:rsid w:val="00630405"/>
    <w:rsid w:val="006330CD"/>
    <w:rsid w:val="006334A2"/>
    <w:rsid w:val="00634A59"/>
    <w:rsid w:val="006409F6"/>
    <w:rsid w:val="006446D6"/>
    <w:rsid w:val="00656A7F"/>
    <w:rsid w:val="00656FEE"/>
    <w:rsid w:val="00667448"/>
    <w:rsid w:val="00674837"/>
    <w:rsid w:val="006866DF"/>
    <w:rsid w:val="00692205"/>
    <w:rsid w:val="00692EAE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6EFE"/>
    <w:rsid w:val="00757DDE"/>
    <w:rsid w:val="00764AAC"/>
    <w:rsid w:val="00765B97"/>
    <w:rsid w:val="007769DF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2B62"/>
    <w:rsid w:val="008171AF"/>
    <w:rsid w:val="0082233E"/>
    <w:rsid w:val="008302E9"/>
    <w:rsid w:val="0083465B"/>
    <w:rsid w:val="00835351"/>
    <w:rsid w:val="008366E0"/>
    <w:rsid w:val="008429DC"/>
    <w:rsid w:val="0085079E"/>
    <w:rsid w:val="00852D9D"/>
    <w:rsid w:val="00853823"/>
    <w:rsid w:val="00855683"/>
    <w:rsid w:val="00857800"/>
    <w:rsid w:val="0086386E"/>
    <w:rsid w:val="00871847"/>
    <w:rsid w:val="00882411"/>
    <w:rsid w:val="0088698F"/>
    <w:rsid w:val="0089451E"/>
    <w:rsid w:val="00894ADF"/>
    <w:rsid w:val="008A6638"/>
    <w:rsid w:val="008A6F1F"/>
    <w:rsid w:val="008C3491"/>
    <w:rsid w:val="008C5079"/>
    <w:rsid w:val="008D2B30"/>
    <w:rsid w:val="008D3232"/>
    <w:rsid w:val="008D5F41"/>
    <w:rsid w:val="008D7633"/>
    <w:rsid w:val="00910883"/>
    <w:rsid w:val="00922399"/>
    <w:rsid w:val="00923364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818CC"/>
    <w:rsid w:val="009865CD"/>
    <w:rsid w:val="009925BE"/>
    <w:rsid w:val="009A5059"/>
    <w:rsid w:val="009B067B"/>
    <w:rsid w:val="009B3599"/>
    <w:rsid w:val="009B4822"/>
    <w:rsid w:val="009B5300"/>
    <w:rsid w:val="009B5DE9"/>
    <w:rsid w:val="009D0CC8"/>
    <w:rsid w:val="009D6C04"/>
    <w:rsid w:val="009E28F9"/>
    <w:rsid w:val="009E7597"/>
    <w:rsid w:val="00A12A8B"/>
    <w:rsid w:val="00A134B5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2279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35A0"/>
    <w:rsid w:val="00B00E9C"/>
    <w:rsid w:val="00B057B0"/>
    <w:rsid w:val="00B11AB7"/>
    <w:rsid w:val="00B22693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75CC2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17C20"/>
    <w:rsid w:val="00C24B77"/>
    <w:rsid w:val="00C2717C"/>
    <w:rsid w:val="00C33A1F"/>
    <w:rsid w:val="00C52D3B"/>
    <w:rsid w:val="00C53FE3"/>
    <w:rsid w:val="00C55524"/>
    <w:rsid w:val="00C615A2"/>
    <w:rsid w:val="00C627C8"/>
    <w:rsid w:val="00C65852"/>
    <w:rsid w:val="00C72B49"/>
    <w:rsid w:val="00C77106"/>
    <w:rsid w:val="00C87836"/>
    <w:rsid w:val="00C90B03"/>
    <w:rsid w:val="00C92A2E"/>
    <w:rsid w:val="00C97066"/>
    <w:rsid w:val="00CA66F5"/>
    <w:rsid w:val="00CA6BD1"/>
    <w:rsid w:val="00CB490C"/>
    <w:rsid w:val="00CB6D0F"/>
    <w:rsid w:val="00CC64F5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33CA9"/>
    <w:rsid w:val="00D45693"/>
    <w:rsid w:val="00D47D4E"/>
    <w:rsid w:val="00D55DC3"/>
    <w:rsid w:val="00D57457"/>
    <w:rsid w:val="00D64F60"/>
    <w:rsid w:val="00D83FBB"/>
    <w:rsid w:val="00D859C6"/>
    <w:rsid w:val="00D922F4"/>
    <w:rsid w:val="00DA2153"/>
    <w:rsid w:val="00DA2662"/>
    <w:rsid w:val="00DB44DA"/>
    <w:rsid w:val="00DB4ACB"/>
    <w:rsid w:val="00DC032C"/>
    <w:rsid w:val="00DC1F2A"/>
    <w:rsid w:val="00DC63C5"/>
    <w:rsid w:val="00DE3025"/>
    <w:rsid w:val="00DE4F5A"/>
    <w:rsid w:val="00DF1C10"/>
    <w:rsid w:val="00DF1EE2"/>
    <w:rsid w:val="00E03F6F"/>
    <w:rsid w:val="00E04C83"/>
    <w:rsid w:val="00E12DF9"/>
    <w:rsid w:val="00E14DD8"/>
    <w:rsid w:val="00E155F0"/>
    <w:rsid w:val="00E17E89"/>
    <w:rsid w:val="00E20D4D"/>
    <w:rsid w:val="00E2358B"/>
    <w:rsid w:val="00E2706F"/>
    <w:rsid w:val="00E34020"/>
    <w:rsid w:val="00E3479A"/>
    <w:rsid w:val="00E500F4"/>
    <w:rsid w:val="00E5122F"/>
    <w:rsid w:val="00E521B8"/>
    <w:rsid w:val="00E56A57"/>
    <w:rsid w:val="00E6313B"/>
    <w:rsid w:val="00E66783"/>
    <w:rsid w:val="00E76C0B"/>
    <w:rsid w:val="00E76D9B"/>
    <w:rsid w:val="00E774C3"/>
    <w:rsid w:val="00E77789"/>
    <w:rsid w:val="00E80515"/>
    <w:rsid w:val="00E954AC"/>
    <w:rsid w:val="00EA2954"/>
    <w:rsid w:val="00EB511E"/>
    <w:rsid w:val="00EB632F"/>
    <w:rsid w:val="00EC1396"/>
    <w:rsid w:val="00ED650C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03E1"/>
    <w:rsid w:val="00F516C4"/>
    <w:rsid w:val="00F6067C"/>
    <w:rsid w:val="00F61445"/>
    <w:rsid w:val="00F70263"/>
    <w:rsid w:val="00F71E39"/>
    <w:rsid w:val="00F73478"/>
    <w:rsid w:val="00F82E34"/>
    <w:rsid w:val="00F84C8D"/>
    <w:rsid w:val="00FA07A1"/>
    <w:rsid w:val="00FA2810"/>
    <w:rsid w:val="00FA3A3E"/>
    <w:rsid w:val="00FA3E25"/>
    <w:rsid w:val="00FB448B"/>
    <w:rsid w:val="00FB5A18"/>
    <w:rsid w:val="00FC7CCF"/>
    <w:rsid w:val="00FD07B9"/>
    <w:rsid w:val="00FD182E"/>
    <w:rsid w:val="00FE0C0A"/>
    <w:rsid w:val="00FE1822"/>
    <w:rsid w:val="00FE1C52"/>
    <w:rsid w:val="00FE226B"/>
    <w:rsid w:val="00FE3AB9"/>
    <w:rsid w:val="00FE4CA4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F75790D"/>
  <w15:docId w15:val="{54D971BB-314A-4E9B-BB10-A2BF71FF4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0110DA"/>
    <w:rPr>
      <w:rFonts w:ascii="Arial" w:hAnsi="Arial"/>
      <w:b/>
      <w:bCs/>
      <w:sz w:val="24"/>
      <w:szCs w:val="2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E35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22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1079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68218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9920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874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223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67205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99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4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48096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93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2039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25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1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5239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80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136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609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0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395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4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704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5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97051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385</Words>
  <Characters>2571</Characters>
  <Application>Microsoft Office Word</Application>
  <DocSecurity>0</DocSecurity>
  <Lines>55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2937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2018-10-25T15:12:00Z</dcterms:created>
  <dcterms:modified xsi:type="dcterms:W3CDTF">2018-10-30T10:31:00Z</dcterms:modified>
</cp:coreProperties>
</file>