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295CE9" w14:textId="77777777" w:rsidR="00A47E26" w:rsidRDefault="00A47E26" w:rsidP="00A47E26">
      <w:pPr>
        <w:pStyle w:val="berschrift2"/>
      </w:pPr>
      <w:r>
        <w:t>Auf dem Weg in die Zukunft</w:t>
      </w:r>
    </w:p>
    <w:p w14:paraId="30DE1AC1" w14:textId="26D15326" w:rsidR="00A47E26" w:rsidRDefault="00865C54" w:rsidP="00A47E26">
      <w:pPr>
        <w:pStyle w:val="berschrift1"/>
      </w:pPr>
      <w:r>
        <w:t>Sechs</w:t>
      </w:r>
      <w:r w:rsidR="00A47E26">
        <w:t xml:space="preserve"> neue Azubis bei </w:t>
      </w:r>
      <w:r>
        <w:t xml:space="preserve">KFV </w:t>
      </w:r>
    </w:p>
    <w:p w14:paraId="0A772443" w14:textId="77777777" w:rsidR="005E1468" w:rsidRPr="00B55070" w:rsidRDefault="005E1468" w:rsidP="005E1468"/>
    <w:p w14:paraId="2ABB2957" w14:textId="02B34FC7" w:rsidR="00A47E26" w:rsidRDefault="00A47E26" w:rsidP="00A47E26">
      <w:pPr>
        <w:rPr>
          <w:rFonts w:cs="Arial"/>
          <w:color w:val="1D2129"/>
          <w:szCs w:val="20"/>
        </w:rPr>
      </w:pPr>
      <w:r>
        <w:t xml:space="preserve">Bereits in den ersten </w:t>
      </w:r>
      <w:r w:rsidR="00865C54">
        <w:t>Tagen</w:t>
      </w:r>
      <w:r>
        <w:t xml:space="preserve"> warteten viele neue Erfahrungen auf sie: Anfang September stiegen </w:t>
      </w:r>
      <w:r w:rsidR="00865C54">
        <w:t>bei KFV</w:t>
      </w:r>
      <w:r>
        <w:t xml:space="preserve"> </w:t>
      </w:r>
      <w:r w:rsidR="00865C54">
        <w:t>sechs</w:t>
      </w:r>
      <w:r>
        <w:t xml:space="preserve"> neue Auszubildende in das Berufsleben ein. Insgesamt stellte die </w:t>
      </w:r>
      <w:r w:rsidR="00865C54">
        <w:t>SIEGENIA GRUPPE, der auch KFV angehört,</w:t>
      </w:r>
      <w:r>
        <w:t xml:space="preserve"> in diesem Jahr 28 Nachwuchskräfte ein und baute damit ihr Engagement für einen qualifizierten Berufsstart aus. Den guten Ruf als Ausbildungsbetrieb konnte das Unternehmen erst kürzlich erneut unterstreichen: Von den 16 Auszubildenden, die ihre Berufsausbildung im Sommer abschlossen, erhielten elf die Gesamtnote „sehr gut“ bzw. „gut“. </w:t>
      </w:r>
      <w:r w:rsidRPr="00525B3B">
        <w:rPr>
          <w:rFonts w:cs="Arial"/>
          <w:color w:val="1D2129"/>
          <w:szCs w:val="20"/>
        </w:rPr>
        <w:t xml:space="preserve">Die </w:t>
      </w:r>
      <w:r>
        <w:rPr>
          <w:rFonts w:cs="Arial"/>
          <w:color w:val="1D2129"/>
          <w:szCs w:val="20"/>
        </w:rPr>
        <w:t>meisten der Ausbildungsabsolventen</w:t>
      </w:r>
      <w:r w:rsidRPr="00525B3B">
        <w:rPr>
          <w:rFonts w:cs="Arial"/>
          <w:color w:val="1D2129"/>
          <w:szCs w:val="20"/>
        </w:rPr>
        <w:t xml:space="preserve"> </w:t>
      </w:r>
      <w:r>
        <w:rPr>
          <w:rFonts w:cs="Arial"/>
          <w:color w:val="1D2129"/>
          <w:szCs w:val="20"/>
        </w:rPr>
        <w:t>wurden</w:t>
      </w:r>
      <w:r w:rsidRPr="00525B3B">
        <w:rPr>
          <w:rFonts w:cs="Arial"/>
          <w:color w:val="1D2129"/>
          <w:szCs w:val="20"/>
        </w:rPr>
        <w:t xml:space="preserve"> in ein Anstellungsverhältnis übernommen</w:t>
      </w:r>
      <w:r>
        <w:rPr>
          <w:rFonts w:cs="Arial"/>
          <w:color w:val="1D2129"/>
          <w:szCs w:val="20"/>
        </w:rPr>
        <w:t>.</w:t>
      </w:r>
    </w:p>
    <w:p w14:paraId="692DC9CA" w14:textId="77777777" w:rsidR="00A47E26" w:rsidRDefault="00A47E26" w:rsidP="00A47E26"/>
    <w:p w14:paraId="1CA34CC3" w14:textId="3086ED0E" w:rsidR="00A47E26" w:rsidRDefault="00A47E26" w:rsidP="00A47E26">
      <w:r>
        <w:t xml:space="preserve">Den Einstieg in </w:t>
      </w:r>
      <w:r w:rsidR="00865C54">
        <w:t>Velbert</w:t>
      </w:r>
      <w:r>
        <w:t xml:space="preserve"> nutzten die </w:t>
      </w:r>
      <w:r w:rsidR="00865C54">
        <w:t>sechs</w:t>
      </w:r>
      <w:r>
        <w:t xml:space="preserve"> Azubis, um ihre Ausbilder kennenzulernen, erste Kontakte innerhalb des Unternehmens zu knüpfen und sich einen ersten Eindruck von ihrem neuen Arbeitgeber zu verschaffen. Dann erwartete sie ein erstes Highlight: ein dreitägiges Azubiseminar in Bad Marienberg, an dem auch die Azubis der </w:t>
      </w:r>
      <w:r w:rsidR="00865C54">
        <w:t>SIEGENIA-</w:t>
      </w:r>
      <w:r>
        <w:t xml:space="preserve">Standorte Wilnsdorf-Niederdielfen und </w:t>
      </w:r>
      <w:r w:rsidR="00865C54">
        <w:t>Hermeskeil</w:t>
      </w:r>
      <w:r>
        <w:t xml:space="preserve"> teilnahmen. </w:t>
      </w:r>
      <w:r w:rsidRPr="00925A00">
        <w:rPr>
          <w:rFonts w:cs="Arial"/>
          <w:szCs w:val="20"/>
        </w:rPr>
        <w:t xml:space="preserve">Hier ging es insbesondere darum, als Team zusammenzuwachsen </w:t>
      </w:r>
      <w:r>
        <w:rPr>
          <w:rFonts w:cs="Arial"/>
          <w:szCs w:val="20"/>
        </w:rPr>
        <w:t>und die sozialen Kompetenzen für den beruflichen Alltag auszubauen.</w:t>
      </w:r>
    </w:p>
    <w:p w14:paraId="3FC48A6A" w14:textId="77777777" w:rsidR="00A47E26" w:rsidRDefault="00A47E26" w:rsidP="00A47E26">
      <w:pPr>
        <w:pStyle w:val="berschrift4"/>
      </w:pPr>
      <w:r>
        <w:t>Ausbildungsplätze für die unterschiedlichsten Berufe</w:t>
      </w:r>
    </w:p>
    <w:p w14:paraId="71FED979" w14:textId="77777777" w:rsidR="00A47E26" w:rsidRPr="00EF3FAA" w:rsidRDefault="00A47E26" w:rsidP="00A47E26">
      <w:pPr>
        <w:rPr>
          <w:rFonts w:cs="Arial"/>
          <w:szCs w:val="20"/>
        </w:rPr>
      </w:pPr>
      <w:r w:rsidRPr="00EF3FAA">
        <w:rPr>
          <w:rFonts w:cs="Arial"/>
          <w:szCs w:val="20"/>
        </w:rPr>
        <w:t xml:space="preserve">Als Hersteller von Fenster-, Tür- und Komfortsystemen bietet die SIEGENIA GRUPPE Kunden aus aller Welt ein umfassendes Portfolio an </w:t>
      </w:r>
      <w:r>
        <w:rPr>
          <w:rFonts w:cs="Arial"/>
          <w:szCs w:val="20"/>
        </w:rPr>
        <w:t>Lösungen</w:t>
      </w:r>
      <w:r w:rsidRPr="00EF3FAA">
        <w:rPr>
          <w:rFonts w:cs="Arial"/>
          <w:szCs w:val="20"/>
        </w:rPr>
        <w:t xml:space="preserve">, die Räume lebendig machen, damit Menschen sich darin wohlfühlen. Die Berufsbilder, in denen die Unternehmensgruppe ausbildet, umfassen Technische Produktdesigner, Werkzeugmechaniker, </w:t>
      </w:r>
      <w:r>
        <w:rPr>
          <w:rFonts w:cs="Arial"/>
          <w:szCs w:val="20"/>
        </w:rPr>
        <w:t xml:space="preserve">Industriemechaniker, </w:t>
      </w:r>
      <w:r w:rsidRPr="00EF3FAA">
        <w:rPr>
          <w:rFonts w:cs="Arial"/>
          <w:szCs w:val="20"/>
        </w:rPr>
        <w:t xml:space="preserve">Mechatroniker sowie Maschinen- und Anlagenführer. Außerdem bietet das Unternehmen im kaufmännischen Bereich Ausbildungsplätze für Industriekaufleute, Informatikkaufleute, Fachinformatiker Systemintegration sowie Fachlageristen/Fachkräfte für Lagerlogistik. </w:t>
      </w:r>
    </w:p>
    <w:p w14:paraId="58E9F669" w14:textId="77777777" w:rsidR="00A47E26" w:rsidRDefault="00A47E26" w:rsidP="00A47E26">
      <w:pPr>
        <w:rPr>
          <w:rFonts w:cs="Arial"/>
          <w:szCs w:val="20"/>
        </w:rPr>
      </w:pPr>
    </w:p>
    <w:p w14:paraId="229EF2F0" w14:textId="77777777" w:rsidR="00A47E26" w:rsidRDefault="00A47E26" w:rsidP="00A47E26">
      <w:pPr>
        <w:rPr>
          <w:rFonts w:cs="Arial"/>
          <w:szCs w:val="20"/>
        </w:rPr>
      </w:pPr>
    </w:p>
    <w:p w14:paraId="684B83A8" w14:textId="5E2BC01B" w:rsidR="005F3D5F" w:rsidRDefault="005F3D5F" w:rsidP="005E1468"/>
    <w:p w14:paraId="4F75AAAB" w14:textId="0283BA92" w:rsidR="00594B9F" w:rsidRDefault="00594B9F" w:rsidP="005E1468"/>
    <w:p w14:paraId="12991F8D" w14:textId="66836D28" w:rsidR="00594B9F" w:rsidRDefault="00594B9F" w:rsidP="005E1468"/>
    <w:p w14:paraId="5AFF830D" w14:textId="77777777" w:rsidR="00594B9F" w:rsidRDefault="00594B9F" w:rsidP="005E1468"/>
    <w:p w14:paraId="3406AB5C" w14:textId="1A22FEB8" w:rsidR="005E1468" w:rsidRDefault="005E1468" w:rsidP="005A7C57">
      <w:pPr>
        <w:pStyle w:val="berschrift4"/>
      </w:pPr>
      <w:r>
        <w:lastRenderedPageBreak/>
        <w:t>Bildunterschrift</w:t>
      </w:r>
    </w:p>
    <w:p w14:paraId="7EE8AE67" w14:textId="77777777" w:rsidR="002A7F37" w:rsidRDefault="002A7F37" w:rsidP="002A7F37">
      <w:r>
        <w:t>Bildquelle: SIEGENIA</w:t>
      </w:r>
    </w:p>
    <w:p w14:paraId="3F779849" w14:textId="77777777" w:rsidR="002A7F37" w:rsidRPr="002A7F37" w:rsidRDefault="002A7F37" w:rsidP="002A7F37"/>
    <w:p w14:paraId="6A19ED87" w14:textId="7134C8C5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 xml:space="preserve">Motiv: </w:t>
      </w:r>
      <w:bookmarkStart w:id="0" w:name="_Hlk524510245"/>
      <w:proofErr w:type="spellStart"/>
      <w:r w:rsidR="00DA443E" w:rsidRPr="00D129AE">
        <w:rPr>
          <w:bCs/>
          <w:i/>
        </w:rPr>
        <w:t>SI</w:t>
      </w:r>
      <w:r w:rsidR="00DA443E">
        <w:rPr>
          <w:bCs/>
          <w:i/>
        </w:rPr>
        <w:t>E</w:t>
      </w:r>
      <w:r w:rsidR="00DA443E" w:rsidRPr="00D129AE">
        <w:rPr>
          <w:bCs/>
          <w:i/>
        </w:rPr>
        <w:t>_</w:t>
      </w:r>
      <w:r w:rsidR="00DA443E">
        <w:rPr>
          <w:bCs/>
          <w:i/>
        </w:rPr>
        <w:t>Ausbildungswesen</w:t>
      </w:r>
      <w:proofErr w:type="spellEnd"/>
      <w:r w:rsidR="00DA443E">
        <w:rPr>
          <w:bCs/>
          <w:i/>
        </w:rPr>
        <w:t xml:space="preserve"> 2018_neue Azubis KFV</w:t>
      </w:r>
      <w:r w:rsidR="00DA443E" w:rsidRPr="00D129AE">
        <w:rPr>
          <w:bCs/>
          <w:i/>
        </w:rPr>
        <w:t>.jpg</w:t>
      </w:r>
      <w:bookmarkEnd w:id="0"/>
    </w:p>
    <w:p w14:paraId="7FBA390B" w14:textId="42AEAB31" w:rsidR="005E1468" w:rsidRPr="00D129AE" w:rsidRDefault="00463DD1" w:rsidP="005E1468">
      <w:r>
        <w:t>Die sechs neuen Azubis von KFV freuen sich über einen vielversprechenden Auftakt (v.</w:t>
      </w:r>
      <w:r w:rsidR="00594B9F">
        <w:t xml:space="preserve"> </w:t>
      </w:r>
      <w:r>
        <w:t xml:space="preserve">l.): Monika </w:t>
      </w:r>
      <w:proofErr w:type="spellStart"/>
      <w:r>
        <w:t>Kuczmera</w:t>
      </w:r>
      <w:proofErr w:type="spellEnd"/>
      <w:r>
        <w:t xml:space="preserve">, </w:t>
      </w:r>
      <w:proofErr w:type="spellStart"/>
      <w:r>
        <w:t>Moana</w:t>
      </w:r>
      <w:proofErr w:type="spellEnd"/>
      <w:r>
        <w:t xml:space="preserve"> von Oldenburg, Evelin </w:t>
      </w:r>
      <w:proofErr w:type="spellStart"/>
      <w:r>
        <w:t>Rizvanovic</w:t>
      </w:r>
      <w:proofErr w:type="spellEnd"/>
      <w:r>
        <w:t xml:space="preserve">, Marvin Markolf, Akin </w:t>
      </w:r>
      <w:proofErr w:type="spellStart"/>
      <w:r>
        <w:t>Tastan</w:t>
      </w:r>
      <w:proofErr w:type="spellEnd"/>
      <w:r>
        <w:t xml:space="preserve"> und Nigel </w:t>
      </w:r>
      <w:proofErr w:type="spellStart"/>
      <w:r>
        <w:t>Stray</w:t>
      </w:r>
      <w:proofErr w:type="spellEnd"/>
      <w:r>
        <w:t xml:space="preserve">. </w:t>
      </w:r>
    </w:p>
    <w:p w14:paraId="262B5581" w14:textId="77777777" w:rsidR="005E1468" w:rsidRDefault="005E1468" w:rsidP="005E1468"/>
    <w:p w14:paraId="76ED7613" w14:textId="4272C354" w:rsidR="005E1468" w:rsidRDefault="005E1468" w:rsidP="005E1468"/>
    <w:p w14:paraId="47BC56A4" w14:textId="191164C9" w:rsidR="00463DD1" w:rsidRDefault="00463DD1" w:rsidP="005E1468"/>
    <w:p w14:paraId="0ED7A87F" w14:textId="77777777" w:rsidR="008D7633" w:rsidRPr="00ED6392" w:rsidRDefault="008D7633" w:rsidP="008D7633"/>
    <w:p w14:paraId="0267D1B4" w14:textId="2C5E6EFA" w:rsidR="008D7633" w:rsidRDefault="008D7633" w:rsidP="008D7633">
      <w:pPr>
        <w:rPr>
          <w:szCs w:val="20"/>
        </w:rPr>
      </w:pPr>
    </w:p>
    <w:p w14:paraId="3DD4350D" w14:textId="04C40541" w:rsidR="00594B9F" w:rsidRDefault="00594B9F" w:rsidP="008D7633">
      <w:pPr>
        <w:rPr>
          <w:szCs w:val="20"/>
        </w:rPr>
      </w:pPr>
    </w:p>
    <w:p w14:paraId="6F0A49F4" w14:textId="6C474348" w:rsidR="00594B9F" w:rsidRDefault="00594B9F" w:rsidP="008D7633">
      <w:pPr>
        <w:rPr>
          <w:szCs w:val="20"/>
        </w:rPr>
      </w:pPr>
    </w:p>
    <w:p w14:paraId="04ED23FC" w14:textId="4FAE8D46" w:rsidR="00594B9F" w:rsidRDefault="00594B9F" w:rsidP="008D7633">
      <w:pPr>
        <w:rPr>
          <w:szCs w:val="20"/>
        </w:rPr>
      </w:pPr>
    </w:p>
    <w:p w14:paraId="766EA120" w14:textId="12005272" w:rsidR="00594B9F" w:rsidRDefault="00594B9F" w:rsidP="008D7633">
      <w:pPr>
        <w:rPr>
          <w:szCs w:val="20"/>
        </w:rPr>
      </w:pPr>
    </w:p>
    <w:p w14:paraId="31678DF2" w14:textId="20348CBF" w:rsidR="00594B9F" w:rsidRDefault="00594B9F" w:rsidP="008D7633">
      <w:pPr>
        <w:rPr>
          <w:szCs w:val="20"/>
        </w:rPr>
      </w:pPr>
    </w:p>
    <w:p w14:paraId="1B08505C" w14:textId="0059D88F" w:rsidR="00594B9F" w:rsidRDefault="00594B9F" w:rsidP="008D7633">
      <w:pPr>
        <w:rPr>
          <w:szCs w:val="20"/>
        </w:rPr>
      </w:pPr>
    </w:p>
    <w:p w14:paraId="11D58A25" w14:textId="0164A897" w:rsidR="00594B9F" w:rsidRDefault="00594B9F" w:rsidP="008D7633">
      <w:pPr>
        <w:rPr>
          <w:szCs w:val="20"/>
        </w:rPr>
      </w:pPr>
    </w:p>
    <w:p w14:paraId="0DA454EB" w14:textId="53CAA95F" w:rsidR="00594B9F" w:rsidRDefault="00594B9F" w:rsidP="008D7633">
      <w:pPr>
        <w:rPr>
          <w:szCs w:val="20"/>
        </w:rPr>
      </w:pPr>
    </w:p>
    <w:p w14:paraId="20D087B7" w14:textId="5DFBA5F6" w:rsidR="00594B9F" w:rsidRDefault="00594B9F" w:rsidP="008D7633">
      <w:pPr>
        <w:rPr>
          <w:szCs w:val="20"/>
        </w:rPr>
      </w:pPr>
    </w:p>
    <w:p w14:paraId="1A1AC8CD" w14:textId="667734D6" w:rsidR="00594B9F" w:rsidRDefault="00594B9F" w:rsidP="008D7633">
      <w:pPr>
        <w:rPr>
          <w:szCs w:val="20"/>
        </w:rPr>
      </w:pPr>
    </w:p>
    <w:p w14:paraId="28A3972F" w14:textId="77777777" w:rsidR="00594B9F" w:rsidRDefault="00594B9F" w:rsidP="008D7633">
      <w:pPr>
        <w:rPr>
          <w:szCs w:val="20"/>
        </w:rPr>
      </w:pPr>
    </w:p>
    <w:p w14:paraId="63E49764" w14:textId="77777777" w:rsidR="008D7633" w:rsidRPr="00E14DD8" w:rsidRDefault="008D7633" w:rsidP="008D7633">
      <w:pPr>
        <w:rPr>
          <w:szCs w:val="20"/>
        </w:rPr>
      </w:pPr>
    </w:p>
    <w:p w14:paraId="5390CF97" w14:textId="77777777" w:rsidR="008D7633" w:rsidRPr="00E14DD8" w:rsidRDefault="008D7633" w:rsidP="008D7633">
      <w:pPr>
        <w:rPr>
          <w:szCs w:val="20"/>
        </w:rPr>
      </w:pPr>
    </w:p>
    <w:p w14:paraId="7578B2C9" w14:textId="77777777" w:rsidR="008D7633" w:rsidRPr="00E14DD8" w:rsidRDefault="008D7633" w:rsidP="008D7633">
      <w:pPr>
        <w:rPr>
          <w:szCs w:val="20"/>
        </w:rPr>
      </w:pPr>
    </w:p>
    <w:p w14:paraId="326FCE8B" w14:textId="77777777" w:rsidR="008D7633" w:rsidRPr="00E14DD8" w:rsidRDefault="008D7633" w:rsidP="008D7633">
      <w:pPr>
        <w:rPr>
          <w:szCs w:val="20"/>
        </w:rPr>
      </w:pPr>
    </w:p>
    <w:p w14:paraId="0653785A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51CED81B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4B3CBD9B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7442C3E3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4061E0D6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05FB57E0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1666CF98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0136BBEF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2BD47EC4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120FEEDD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084B421C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4A33CF47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40A3A13C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606D5310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5D18659A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0BFEA827" w14:textId="77777777"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14:paraId="4385A687" w14:textId="77777777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79525205" w14:textId="77777777"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14:paraId="662186DF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2F3FF8FF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44401C43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A891712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2846FA7D" w14:textId="597B4D80" w:rsidR="008D7633" w:rsidRPr="00C33A1F" w:rsidRDefault="008D7633" w:rsidP="007A5EB4">
            <w:pPr>
              <w:pStyle w:val="Formatvorlage2"/>
            </w:pPr>
            <w:r w:rsidRPr="00C33A1F">
              <w:t xml:space="preserve">Seite: </w:t>
            </w:r>
            <w:r w:rsidR="00DA443E">
              <w:t>1</w:t>
            </w:r>
          </w:p>
          <w:p w14:paraId="460444EF" w14:textId="37C91DBC" w:rsidR="008D7633" w:rsidRPr="00C33A1F" w:rsidRDefault="008D7633" w:rsidP="007A5EB4">
            <w:pPr>
              <w:pStyle w:val="Formatvorlage2"/>
            </w:pPr>
            <w:r>
              <w:t>Wörter: 2</w:t>
            </w:r>
            <w:r w:rsidR="00594B9F">
              <w:t>25</w:t>
            </w:r>
          </w:p>
          <w:p w14:paraId="2CD54F28" w14:textId="7BF43398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>
              <w:t>1</w:t>
            </w:r>
            <w:r w:rsidR="00594B9F">
              <w:t xml:space="preserve"> </w:t>
            </w:r>
            <w:r>
              <w:t>8</w:t>
            </w:r>
            <w:r w:rsidR="00594B9F">
              <w:t>15</w:t>
            </w:r>
            <w:bookmarkStart w:id="1" w:name="_GoBack"/>
            <w:bookmarkEnd w:id="1"/>
            <w:r w:rsidRPr="00C33A1F">
              <w:br/>
              <w:t>(mit Leerzeichen)</w:t>
            </w:r>
          </w:p>
          <w:p w14:paraId="0E4A6C34" w14:textId="77777777" w:rsidR="008D7633" w:rsidRDefault="008D7633" w:rsidP="007A5EB4">
            <w:pPr>
              <w:pStyle w:val="Formatvorlage2"/>
            </w:pPr>
          </w:p>
          <w:p w14:paraId="5825C2FB" w14:textId="486FED1A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B55070">
              <w:t>1</w:t>
            </w:r>
            <w:r w:rsidR="00594B9F">
              <w:t>7</w:t>
            </w:r>
            <w:r>
              <w:t>.</w:t>
            </w:r>
            <w:r w:rsidR="00DA443E">
              <w:t>09</w:t>
            </w:r>
            <w:r>
              <w:t>.201</w:t>
            </w:r>
            <w:r w:rsidR="00C55524">
              <w:t>8</w:t>
            </w:r>
          </w:p>
          <w:p w14:paraId="3BB60AF3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0A1E06E1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4556C2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3CFA9445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943D26" w14:textId="77777777" w:rsidR="00D177D4" w:rsidRDefault="00D177D4">
      <w:r>
        <w:separator/>
      </w:r>
    </w:p>
  </w:endnote>
  <w:endnote w:type="continuationSeparator" w:id="0">
    <w:p w14:paraId="6F31C836" w14:textId="77777777" w:rsidR="00D177D4" w:rsidRDefault="00D17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92A4D8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764CF6" w14:textId="77777777" w:rsidR="00D177D4" w:rsidRDefault="00D177D4">
      <w:r>
        <w:separator/>
      </w:r>
    </w:p>
  </w:footnote>
  <w:footnote w:type="continuationSeparator" w:id="0">
    <w:p w14:paraId="00EFEE11" w14:textId="77777777" w:rsidR="00D177D4" w:rsidRDefault="00D177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AA13B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671EE24C" wp14:editId="26DC61CA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E439C"/>
    <w:multiLevelType w:val="hybridMultilevel"/>
    <w:tmpl w:val="6C162426"/>
    <w:lvl w:ilvl="0" w:tplc="7846768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10686C"/>
    <w:multiLevelType w:val="hybridMultilevel"/>
    <w:tmpl w:val="8F1830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79020A"/>
    <w:multiLevelType w:val="hybridMultilevel"/>
    <w:tmpl w:val="C36EF3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F0054F"/>
    <w:multiLevelType w:val="hybridMultilevel"/>
    <w:tmpl w:val="CBD091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0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8E8"/>
    <w:rsid w:val="000024D9"/>
    <w:rsid w:val="00003256"/>
    <w:rsid w:val="0001449A"/>
    <w:rsid w:val="0001520C"/>
    <w:rsid w:val="00026907"/>
    <w:rsid w:val="00040EBF"/>
    <w:rsid w:val="00064165"/>
    <w:rsid w:val="000675C7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417D"/>
    <w:rsid w:val="000F565C"/>
    <w:rsid w:val="000F67C4"/>
    <w:rsid w:val="001025BB"/>
    <w:rsid w:val="0010792E"/>
    <w:rsid w:val="001128F1"/>
    <w:rsid w:val="00122F20"/>
    <w:rsid w:val="00137BD1"/>
    <w:rsid w:val="00145B48"/>
    <w:rsid w:val="001529E6"/>
    <w:rsid w:val="00156B0C"/>
    <w:rsid w:val="00166476"/>
    <w:rsid w:val="00166FB7"/>
    <w:rsid w:val="00171C51"/>
    <w:rsid w:val="001B7003"/>
    <w:rsid w:val="001C39FF"/>
    <w:rsid w:val="001D26E4"/>
    <w:rsid w:val="001E0780"/>
    <w:rsid w:val="001E1DA6"/>
    <w:rsid w:val="001F3432"/>
    <w:rsid w:val="002046D3"/>
    <w:rsid w:val="00253494"/>
    <w:rsid w:val="00254A9B"/>
    <w:rsid w:val="00255FE8"/>
    <w:rsid w:val="002610C8"/>
    <w:rsid w:val="00272508"/>
    <w:rsid w:val="002769DE"/>
    <w:rsid w:val="002819C3"/>
    <w:rsid w:val="002A202C"/>
    <w:rsid w:val="002A7F37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4176D4"/>
    <w:rsid w:val="00420F79"/>
    <w:rsid w:val="004333E8"/>
    <w:rsid w:val="0044187A"/>
    <w:rsid w:val="00446899"/>
    <w:rsid w:val="00447689"/>
    <w:rsid w:val="0046235C"/>
    <w:rsid w:val="004629AD"/>
    <w:rsid w:val="00463DD1"/>
    <w:rsid w:val="004806AF"/>
    <w:rsid w:val="00486878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25B3B"/>
    <w:rsid w:val="00552DC0"/>
    <w:rsid w:val="0055550C"/>
    <w:rsid w:val="00563E60"/>
    <w:rsid w:val="00592833"/>
    <w:rsid w:val="00594B9F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65C54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D0CC8"/>
    <w:rsid w:val="009D6C04"/>
    <w:rsid w:val="009E28F9"/>
    <w:rsid w:val="009E48E8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47E26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177D4"/>
    <w:rsid w:val="00D313A4"/>
    <w:rsid w:val="00D32108"/>
    <w:rsid w:val="00D45693"/>
    <w:rsid w:val="00D47D4E"/>
    <w:rsid w:val="00D55DC3"/>
    <w:rsid w:val="00D57457"/>
    <w:rsid w:val="00D64F60"/>
    <w:rsid w:val="00DA2153"/>
    <w:rsid w:val="00DA2662"/>
    <w:rsid w:val="00DA443E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6C0B"/>
    <w:rsid w:val="00E76D9B"/>
    <w:rsid w:val="00E77789"/>
    <w:rsid w:val="00E80515"/>
    <w:rsid w:val="00E90312"/>
    <w:rsid w:val="00E954AC"/>
    <w:rsid w:val="00EA2954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75273213"/>
  <w15:docId w15:val="{8BDCED09-2FD3-4DE3-9908-90A5B5BAE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rsid w:val="00A47E26"/>
    <w:rPr>
      <w:rFonts w:ascii="Arial" w:hAnsi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7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379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2767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6</cp:revision>
  <cp:lastPrinted>2007-09-03T14:44:00Z</cp:lastPrinted>
  <dcterms:created xsi:type="dcterms:W3CDTF">2018-09-12T08:00:00Z</dcterms:created>
  <dcterms:modified xsi:type="dcterms:W3CDTF">2018-09-17T07:48:00Z</dcterms:modified>
</cp:coreProperties>
</file>