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10F0F" w14:textId="2FEB58C7" w:rsidR="005E1468" w:rsidRDefault="000556D1" w:rsidP="005E1468">
      <w:pPr>
        <w:pStyle w:val="berschrift2"/>
      </w:pPr>
      <w:bookmarkStart w:id="0" w:name="_GoBack"/>
      <w:bookmarkEnd w:id="0"/>
      <w:r>
        <w:t>150 Jahre KFV</w:t>
      </w:r>
      <w:r w:rsidR="00F6067C">
        <w:t xml:space="preserve"> </w:t>
      </w:r>
      <w:r w:rsidR="00C774CF">
        <w:t>Velbert</w:t>
      </w:r>
    </w:p>
    <w:p w14:paraId="0E3B7510" w14:textId="42AA02C7" w:rsidR="00A82224" w:rsidRPr="0009170D" w:rsidRDefault="003161AC" w:rsidP="00A82224">
      <w:pPr>
        <w:pStyle w:val="berschrift1"/>
      </w:pPr>
      <w:r>
        <w:t>Von der Schlos</w:t>
      </w:r>
      <w:r w:rsidR="00B60068">
        <w:t>s</w:t>
      </w:r>
      <w:r>
        <w:t>schmiede zum Weltunternehmen</w:t>
      </w:r>
    </w:p>
    <w:p w14:paraId="1A06ACA6" w14:textId="64A9ECAC" w:rsidR="002E27EC" w:rsidRDefault="002E27EC" w:rsidP="00836161"/>
    <w:p w14:paraId="67C45659" w14:textId="36B81869" w:rsidR="008D13BC" w:rsidRDefault="00D9438B" w:rsidP="00D04A95">
      <w:pPr>
        <w:pStyle w:val="berschrift3"/>
      </w:pPr>
      <w:r>
        <w:t xml:space="preserve">Seit </w:t>
      </w:r>
      <w:r w:rsidR="00836161">
        <w:t xml:space="preserve">weit über </w:t>
      </w:r>
      <w:r w:rsidR="007917B6">
        <w:t>einhundert</w:t>
      </w:r>
      <w:r w:rsidR="00836161">
        <w:t xml:space="preserve"> </w:t>
      </w:r>
      <w:r>
        <w:t xml:space="preserve">Jahren schreibt </w:t>
      </w:r>
      <w:r w:rsidR="00C774CF">
        <w:t xml:space="preserve">die </w:t>
      </w:r>
      <w:r>
        <w:t>K</w:t>
      </w:r>
      <w:r w:rsidR="00C774CF">
        <w:t>arl Fliether GmbH &amp; Co KG</w:t>
      </w:r>
      <w:r>
        <w:t xml:space="preserve"> </w:t>
      </w:r>
      <w:r w:rsidR="009310FC">
        <w:t xml:space="preserve">– im Raum Velbert </w:t>
      </w:r>
      <w:r w:rsidR="000A3594">
        <w:t xml:space="preserve">lange </w:t>
      </w:r>
      <w:r w:rsidR="00FB250A">
        <w:t>unter dem Namen</w:t>
      </w:r>
      <w:r w:rsidR="009310FC">
        <w:t xml:space="preserve"> „</w:t>
      </w:r>
      <w:proofErr w:type="spellStart"/>
      <w:r w:rsidR="009310FC">
        <w:t>Fliether</w:t>
      </w:r>
      <w:proofErr w:type="spellEnd"/>
      <w:r w:rsidR="009310FC">
        <w:t>“ bekannt – m</w:t>
      </w:r>
      <w:r>
        <w:t xml:space="preserve">it innovativer Schließtechnik für Türen Erfolgsgeschichte. </w:t>
      </w:r>
      <w:r w:rsidR="00A56502">
        <w:t>Die Lösungen des Velberter Traditionsunternehmens werden von namhaften Türenherstellern in ganz Europa eingesetzt und sorgen in zahlreichen privaten und öffentlichen Gebäuden für Sicherheit</w:t>
      </w:r>
      <w:r w:rsidR="00C774CF">
        <w:t xml:space="preserve"> und</w:t>
      </w:r>
      <w:r w:rsidR="00A56502">
        <w:t xml:space="preserve"> Komfort </w:t>
      </w:r>
      <w:r w:rsidR="00C774CF">
        <w:t>mit</w:t>
      </w:r>
      <w:r w:rsidR="00A56502">
        <w:t xml:space="preserve"> smarte</w:t>
      </w:r>
      <w:r w:rsidR="00C774CF">
        <w:t>r</w:t>
      </w:r>
      <w:r w:rsidR="00A56502">
        <w:t xml:space="preserve"> Technik. Auch im Moskauer Bolschoi-Theater sind rund 300 Türschlösser von KFV zu finden. </w:t>
      </w:r>
      <w:r w:rsidR="00D3707C">
        <w:t xml:space="preserve">Jetzt </w:t>
      </w:r>
      <w:r w:rsidR="003629B2">
        <w:t>feiert</w:t>
      </w:r>
      <w:r w:rsidR="00A56502">
        <w:t xml:space="preserve"> das</w:t>
      </w:r>
      <w:r w:rsidR="00836161">
        <w:t xml:space="preserve"> </w:t>
      </w:r>
      <w:r w:rsidR="00D04A95">
        <w:t>Unternehmen</w:t>
      </w:r>
      <w:r w:rsidR="007917B6">
        <w:t xml:space="preserve"> </w:t>
      </w:r>
      <w:r w:rsidR="00836161">
        <w:t xml:space="preserve">ein </w:t>
      </w:r>
      <w:r w:rsidR="003629B2">
        <w:t xml:space="preserve">denkwürdiges </w:t>
      </w:r>
      <w:r w:rsidR="00D3707C">
        <w:t>Jubiläum</w:t>
      </w:r>
      <w:r w:rsidR="007F2956">
        <w:t xml:space="preserve">: Heute </w:t>
      </w:r>
      <w:r w:rsidR="00D3707C">
        <w:t xml:space="preserve">wird KFV 150 Jahre alt. </w:t>
      </w:r>
      <w:r w:rsidR="00FB250A">
        <w:t xml:space="preserve">Im Rahmen </w:t>
      </w:r>
      <w:r w:rsidR="008D13BC">
        <w:t xml:space="preserve">einer großen Feier will KFV sich </w:t>
      </w:r>
      <w:r w:rsidR="007D78D7">
        <w:t xml:space="preserve">am kommenden Wochenende </w:t>
      </w:r>
      <w:r w:rsidR="008D13BC">
        <w:t xml:space="preserve">bei </w:t>
      </w:r>
      <w:r w:rsidR="000A3594">
        <w:t>seinen</w:t>
      </w:r>
      <w:r w:rsidR="008D13BC">
        <w:t xml:space="preserve"> </w:t>
      </w:r>
      <w:r w:rsidR="000A3594">
        <w:t xml:space="preserve">Mitarbeitern </w:t>
      </w:r>
      <w:r w:rsidR="008D13BC">
        <w:t xml:space="preserve">bedanken, die </w:t>
      </w:r>
      <w:r w:rsidR="007D78D7">
        <w:t xml:space="preserve">heute </w:t>
      </w:r>
      <w:r w:rsidR="008D13BC">
        <w:t xml:space="preserve">zur erfolgreichen Entwicklung des Unternehmens beitragen. </w:t>
      </w:r>
    </w:p>
    <w:p w14:paraId="086FAAD3" w14:textId="51DDBA14" w:rsidR="00D04A95" w:rsidRDefault="00D04A95" w:rsidP="00212677"/>
    <w:p w14:paraId="3A48018F" w14:textId="17C00775" w:rsidR="00843F3E" w:rsidRDefault="009310FC" w:rsidP="00212677">
      <w:r>
        <w:t xml:space="preserve">Alles begann, als Firmengründer Karl Fliether </w:t>
      </w:r>
      <w:r w:rsidR="000556D1">
        <w:t>am</w:t>
      </w:r>
      <w:r w:rsidR="00D04A95">
        <w:t xml:space="preserve"> </w:t>
      </w:r>
      <w:r w:rsidR="000556D1">
        <w:t>28. August 1868</w:t>
      </w:r>
      <w:r>
        <w:t xml:space="preserve"> i</w:t>
      </w:r>
      <w:r w:rsidR="000556D1">
        <w:t xml:space="preserve">m Alter von </w:t>
      </w:r>
      <w:r>
        <w:t xml:space="preserve">gerade einmal </w:t>
      </w:r>
      <w:r w:rsidR="000556D1">
        <w:t>16 Jahren im Osten von Velbert eine Schlossschmiede</w:t>
      </w:r>
      <w:r w:rsidRPr="009310FC">
        <w:t xml:space="preserve"> </w:t>
      </w:r>
      <w:r>
        <w:t>eröffnete</w:t>
      </w:r>
      <w:r w:rsidR="000556D1">
        <w:t xml:space="preserve">. </w:t>
      </w:r>
      <w:r w:rsidR="007917B6">
        <w:t xml:space="preserve">1897 </w:t>
      </w:r>
      <w:r w:rsidR="000D1F69">
        <w:t>leitete</w:t>
      </w:r>
      <w:r w:rsidR="007917B6">
        <w:t xml:space="preserve"> er durch die Inbetriebnahme einer Dampfmaschine </w:t>
      </w:r>
      <w:r w:rsidR="00711802">
        <w:t xml:space="preserve">den </w:t>
      </w:r>
      <w:r w:rsidR="00947C17">
        <w:t xml:space="preserve">entscheidenden </w:t>
      </w:r>
      <w:r w:rsidR="00711802">
        <w:t>Schritt vom Handwerks- zum Industrieunternehmen</w:t>
      </w:r>
      <w:r w:rsidR="000D1F69">
        <w:t xml:space="preserve"> ein</w:t>
      </w:r>
      <w:r w:rsidR="006F4966">
        <w:t>. Diese</w:t>
      </w:r>
      <w:r w:rsidR="00CE0C10">
        <w:t xml:space="preserve"> Maßnahme</w:t>
      </w:r>
      <w:r w:rsidR="006F4966">
        <w:t xml:space="preserve"> sollte</w:t>
      </w:r>
      <w:r w:rsidR="00CE0C10">
        <w:t xml:space="preserve"> sich </w:t>
      </w:r>
      <w:r>
        <w:t>schnell</w:t>
      </w:r>
      <w:r w:rsidR="00CE0C10">
        <w:t xml:space="preserve"> auszahlen</w:t>
      </w:r>
      <w:r>
        <w:t xml:space="preserve">, da der damals noch recht junge </w:t>
      </w:r>
      <w:r w:rsidR="00B45631">
        <w:t xml:space="preserve">Bahnanschluss </w:t>
      </w:r>
      <w:r>
        <w:t>der</w:t>
      </w:r>
      <w:r w:rsidR="00B45631">
        <w:t xml:space="preserve"> Stadt Velbert den</w:t>
      </w:r>
      <w:r w:rsidR="00843F3E">
        <w:t xml:space="preserve"> Transport von Kohle </w:t>
      </w:r>
      <w:r w:rsidR="006F4966">
        <w:t xml:space="preserve">und </w:t>
      </w:r>
      <w:r w:rsidR="00843F3E">
        <w:t>Rohmaterial</w:t>
      </w:r>
      <w:r>
        <w:t>i</w:t>
      </w:r>
      <w:r w:rsidR="00843F3E">
        <w:t xml:space="preserve">en und </w:t>
      </w:r>
      <w:r>
        <w:t xml:space="preserve">damit </w:t>
      </w:r>
      <w:r w:rsidR="00843F3E">
        <w:t xml:space="preserve">die Produktion in großen </w:t>
      </w:r>
      <w:r w:rsidR="008139F7">
        <w:t>Stückzahlen</w:t>
      </w:r>
      <w:r>
        <w:t xml:space="preserve"> ermöglichte.</w:t>
      </w:r>
    </w:p>
    <w:p w14:paraId="783C2D59" w14:textId="77777777" w:rsidR="00843F3E" w:rsidRDefault="00843F3E" w:rsidP="00212677"/>
    <w:p w14:paraId="3DFA2884" w14:textId="1709A311" w:rsidR="00F47549" w:rsidRDefault="00D04A95" w:rsidP="00843F3E">
      <w:r>
        <w:t xml:space="preserve">Bereits um 1900 </w:t>
      </w:r>
      <w:r w:rsidR="00711802">
        <w:t>konzentrierte sich Karl Fliether auf die Produktion von Türschlössern und</w:t>
      </w:r>
      <w:r w:rsidR="000556D1">
        <w:t xml:space="preserve"> meldete in Folge erste Patente an. </w:t>
      </w:r>
      <w:r>
        <w:t>D</w:t>
      </w:r>
      <w:r w:rsidR="00FC0120">
        <w:t xml:space="preserve">ie Zerstörung weiter Teile der Fabrikation durch einen Brand im Jahr 1906 </w:t>
      </w:r>
      <w:r w:rsidR="00B45631">
        <w:t xml:space="preserve">nutzte </w:t>
      </w:r>
      <w:r w:rsidR="00FC0120">
        <w:t xml:space="preserve">er </w:t>
      </w:r>
      <w:r w:rsidR="00B45631">
        <w:t>zur Errichtung einer</w:t>
      </w:r>
      <w:r w:rsidR="00FC0120">
        <w:t xml:space="preserve"> neue</w:t>
      </w:r>
      <w:r w:rsidR="00B45631">
        <w:t>n</w:t>
      </w:r>
      <w:r w:rsidR="00FC0120">
        <w:t>, hochmoderne</w:t>
      </w:r>
      <w:r w:rsidR="00B45631">
        <w:t>n</w:t>
      </w:r>
      <w:r w:rsidR="00FC0120">
        <w:t xml:space="preserve"> Fertigung. </w:t>
      </w:r>
      <w:r w:rsidR="008139F7">
        <w:t>So konnte er s</w:t>
      </w:r>
      <w:r w:rsidR="00843F3E">
        <w:t>einen Söhnen Fritz und Otto Fliether 1910</w:t>
      </w:r>
      <w:r w:rsidR="007F2956">
        <w:t xml:space="preserve"> </w:t>
      </w:r>
      <w:r w:rsidR="00843F3E">
        <w:t>ein Unternehmen hinterlassen, das auf de</w:t>
      </w:r>
      <w:r w:rsidR="008139F7">
        <w:t>m neuesten Stand der Technik</w:t>
      </w:r>
      <w:r w:rsidR="00843F3E">
        <w:t xml:space="preserve"> war. </w:t>
      </w:r>
    </w:p>
    <w:p w14:paraId="3694B4CC" w14:textId="77777777" w:rsidR="002E55C0" w:rsidRDefault="002E55C0" w:rsidP="00212677"/>
    <w:p w14:paraId="40F12B97" w14:textId="0D0363CF" w:rsidR="00947C17" w:rsidRDefault="000556D1" w:rsidP="00212677">
      <w:r>
        <w:t>Über</w:t>
      </w:r>
      <w:r w:rsidR="000D1F69">
        <w:t xml:space="preserve"> </w:t>
      </w:r>
      <w:r>
        <w:t xml:space="preserve">vier Generationen hinweg machte sich KFV </w:t>
      </w:r>
      <w:r w:rsidR="00843F3E">
        <w:t xml:space="preserve">in den kommenden Jahrzehnten </w:t>
      </w:r>
      <w:r>
        <w:t>als Familienbetrieb einen guten Namen</w:t>
      </w:r>
      <w:r w:rsidR="00947C17">
        <w:t xml:space="preserve">. </w:t>
      </w:r>
      <w:r w:rsidR="006D1765">
        <w:t xml:space="preserve">1940 </w:t>
      </w:r>
      <w:r w:rsidR="006F4966">
        <w:t xml:space="preserve">übernahm Helmut Fliether den Platz seines Vaters </w:t>
      </w:r>
      <w:r w:rsidR="006D1765">
        <w:t>Fritz</w:t>
      </w:r>
      <w:r w:rsidR="0001008C">
        <w:t xml:space="preserve"> in der Geschäftsleitung. </w:t>
      </w:r>
      <w:r w:rsidR="009A48E4">
        <w:t xml:space="preserve">Als </w:t>
      </w:r>
      <w:r w:rsidR="006F4966">
        <w:t xml:space="preserve">ebenfalls </w:t>
      </w:r>
      <w:r w:rsidR="009A48E4">
        <w:t xml:space="preserve">bedeutsam </w:t>
      </w:r>
      <w:r w:rsidR="00B45631">
        <w:t>erwies</w:t>
      </w:r>
      <w:r w:rsidR="009A48E4">
        <w:t xml:space="preserve"> sich der Wechsel an der Führungsspitze im Jahr 1959: </w:t>
      </w:r>
      <w:r w:rsidR="006F4966">
        <w:t xml:space="preserve">In diesem Jahr </w:t>
      </w:r>
      <w:r w:rsidR="00F65644">
        <w:t>trat</w:t>
      </w:r>
      <w:r w:rsidR="006F4966">
        <w:t xml:space="preserve"> Karl Joachim Fliether </w:t>
      </w:r>
      <w:r w:rsidR="00F65644">
        <w:t xml:space="preserve">anstelle seines Onkels Otto in </w:t>
      </w:r>
      <w:r w:rsidR="009A48E4">
        <w:t>die Unternehmens</w:t>
      </w:r>
      <w:r w:rsidR="00F65644">
        <w:t xml:space="preserve">leitung ein. Das sollte in den folgenden Jahrzehnten </w:t>
      </w:r>
      <w:r w:rsidR="007D78D7">
        <w:t>eine</w:t>
      </w:r>
      <w:r w:rsidR="00F65644">
        <w:t xml:space="preserve"> </w:t>
      </w:r>
      <w:r w:rsidR="00D04A95">
        <w:t>rasante</w:t>
      </w:r>
      <w:r w:rsidR="0009170D">
        <w:t xml:space="preserve"> </w:t>
      </w:r>
      <w:r w:rsidR="009A48E4">
        <w:t xml:space="preserve">Entwicklung </w:t>
      </w:r>
      <w:r w:rsidR="00F65644">
        <w:t>bewirken</w:t>
      </w:r>
      <w:r w:rsidR="009A48E4">
        <w:t xml:space="preserve">. </w:t>
      </w:r>
      <w:r w:rsidR="00D04A95">
        <w:t>Z</w:t>
      </w:r>
      <w:r w:rsidR="009A48E4">
        <w:t>unächst jedoch</w:t>
      </w:r>
      <w:r w:rsidR="002E3292">
        <w:t xml:space="preserve"> setzte die Unternehmensführung </w:t>
      </w:r>
      <w:r w:rsidR="00F65644">
        <w:t xml:space="preserve">1959 durch ihr </w:t>
      </w:r>
      <w:r w:rsidR="00947C17">
        <w:t xml:space="preserve">Engagement für die Mitarbeiter </w:t>
      </w:r>
      <w:r w:rsidR="00F65644">
        <w:t>Zeichen</w:t>
      </w:r>
      <w:r w:rsidR="00947C17">
        <w:t xml:space="preserve">: </w:t>
      </w:r>
      <w:r w:rsidR="00387A7F">
        <w:t xml:space="preserve">Aufgrund der angespannten </w:t>
      </w:r>
      <w:r w:rsidR="00947C17">
        <w:t xml:space="preserve">Wohnungssituation in Velbert </w:t>
      </w:r>
      <w:r w:rsidR="00064993">
        <w:t>ließ</w:t>
      </w:r>
      <w:r w:rsidR="00F65644" w:rsidRPr="00391A4E">
        <w:rPr>
          <w:strike/>
        </w:rPr>
        <w:t xml:space="preserve"> </w:t>
      </w:r>
      <w:r w:rsidR="00F65644">
        <w:t>sie</w:t>
      </w:r>
      <w:r w:rsidR="00947C17">
        <w:t xml:space="preserve"> </w:t>
      </w:r>
      <w:r w:rsidR="00A156B4">
        <w:t>das „</w:t>
      </w:r>
      <w:proofErr w:type="spellStart"/>
      <w:r w:rsidR="00A156B4">
        <w:t>Fliether</w:t>
      </w:r>
      <w:proofErr w:type="spellEnd"/>
      <w:r w:rsidR="00A156B4">
        <w:t xml:space="preserve"> Hochhaus“ – bis heute ein Wahrzeichen der Stadt –</w:t>
      </w:r>
      <w:r w:rsidR="00D04A95">
        <w:t xml:space="preserve"> </w:t>
      </w:r>
      <w:r w:rsidR="00A156B4">
        <w:t xml:space="preserve">errichten. </w:t>
      </w:r>
    </w:p>
    <w:p w14:paraId="7F221F50" w14:textId="5BCFCCD7" w:rsidR="00947C17" w:rsidRDefault="002E55C0" w:rsidP="002E55C0">
      <w:pPr>
        <w:pStyle w:val="berschrift4"/>
      </w:pPr>
      <w:r>
        <w:lastRenderedPageBreak/>
        <w:t>Bahnbrechende Innovation</w:t>
      </w:r>
    </w:p>
    <w:p w14:paraId="619AEEE7" w14:textId="5E00639C" w:rsidR="00DA7075" w:rsidRDefault="00387A7F" w:rsidP="00A156B4">
      <w:r>
        <w:t xml:space="preserve">In den 70er Jahren schrieb KFV </w:t>
      </w:r>
      <w:r w:rsidR="00F65644">
        <w:t xml:space="preserve">Geschichte </w:t>
      </w:r>
      <w:r>
        <w:t xml:space="preserve">mit einer wegweisenden </w:t>
      </w:r>
      <w:r w:rsidR="001F378C">
        <w:t>neuen Lösung</w:t>
      </w:r>
      <w:r w:rsidR="00064993">
        <w:t xml:space="preserve">, die den Grundstein für </w:t>
      </w:r>
      <w:r w:rsidR="00D04A95">
        <w:t>rapides</w:t>
      </w:r>
      <w:r w:rsidR="00064993">
        <w:t xml:space="preserve"> Wachstum </w:t>
      </w:r>
      <w:r w:rsidR="00F65644">
        <w:t xml:space="preserve">und herausragenden Erfolg </w:t>
      </w:r>
      <w:r w:rsidR="00064993">
        <w:t>legte</w:t>
      </w:r>
      <w:r>
        <w:t xml:space="preserve">. Zu dieser Zeit arbeitete die Branche intensiv an </w:t>
      </w:r>
      <w:r w:rsidR="001F378C">
        <w:t>technischen Möglichkeiten</w:t>
      </w:r>
      <w:r>
        <w:t xml:space="preserve">, </w:t>
      </w:r>
      <w:r w:rsidR="00064993">
        <w:t xml:space="preserve">um </w:t>
      </w:r>
      <w:r>
        <w:t xml:space="preserve">der steigenden Einbruchskriminalität in Deutschland Einhalt </w:t>
      </w:r>
      <w:r w:rsidR="00064993">
        <w:t xml:space="preserve">zu </w:t>
      </w:r>
      <w:r>
        <w:t xml:space="preserve">gebieten. </w:t>
      </w:r>
      <w:r w:rsidR="00B45631">
        <w:t>Die</w:t>
      </w:r>
      <w:r w:rsidR="002E3292">
        <w:t xml:space="preserve"> völlig neuartige Entwicklung einer </w:t>
      </w:r>
      <w:r w:rsidR="00DA7075">
        <w:t xml:space="preserve">Mehrfachverriegelung für Haustüren – die </w:t>
      </w:r>
      <w:proofErr w:type="spellStart"/>
      <w:r w:rsidR="00DA7075">
        <w:t>Fliether</w:t>
      </w:r>
      <w:proofErr w:type="spellEnd"/>
      <w:r w:rsidR="00DA7075">
        <w:t>-Mehrpunktverriegelung</w:t>
      </w:r>
      <w:r w:rsidR="002E3292">
        <w:t xml:space="preserve"> </w:t>
      </w:r>
      <w:r w:rsidR="00DA7075">
        <w:t>– gab dem Unternehmen ein Alleinstellungsmerkmal, das den endgültigen Durchbruch bewirkte und es zum Marktführer für Mehrfachverriegelungen machte</w:t>
      </w:r>
      <w:r w:rsidRPr="00387A7F">
        <w:t xml:space="preserve">. </w:t>
      </w:r>
    </w:p>
    <w:p w14:paraId="12ADC0E0" w14:textId="4EAE021D" w:rsidR="004C527D" w:rsidRDefault="002E55C0" w:rsidP="002E55C0">
      <w:pPr>
        <w:pStyle w:val="berschrift4"/>
      </w:pPr>
      <w:r>
        <w:t>Rasantes Wachstum – Ausbau der Fertigungskapazitäten</w:t>
      </w:r>
    </w:p>
    <w:p w14:paraId="5041DA3E" w14:textId="51A9B4F2" w:rsidR="00663852" w:rsidRDefault="002E3292" w:rsidP="00663852">
      <w:r>
        <w:t>Als Nachfolger s</w:t>
      </w:r>
      <w:r w:rsidR="00663852">
        <w:t xml:space="preserve">eines Vaters Helmut trat 1993 Stephan Fliether in das Unternehmen ein. Im Laufe der folgenden Jahrzehnte baute KFV seine starke Position mit weiteren Neuentwicklungen aus und blieb </w:t>
      </w:r>
      <w:r w:rsidR="00663852" w:rsidRPr="000D1F69">
        <w:t>mit Innovationen für Schlösser und Sc</w:t>
      </w:r>
      <w:r w:rsidR="00663852">
        <w:t xml:space="preserve">hließtechnik auf Wachstumskurs, so z. B. durch die Einführung </w:t>
      </w:r>
      <w:r w:rsidR="00E06FBA">
        <w:t>der</w:t>
      </w:r>
      <w:r w:rsidR="00663852">
        <w:t xml:space="preserve"> </w:t>
      </w:r>
      <w:proofErr w:type="spellStart"/>
      <w:r w:rsidR="00663852">
        <w:t>Fliethomatic</w:t>
      </w:r>
      <w:proofErr w:type="spellEnd"/>
      <w:r w:rsidR="00E06FBA">
        <w:t xml:space="preserve">, ein motorisches Schließsystem für Haustüren </w:t>
      </w:r>
      <w:r w:rsidR="007D78D7">
        <w:t>aus dem</w:t>
      </w:r>
      <w:r w:rsidR="00663852">
        <w:t xml:space="preserve"> Jahr 1999.</w:t>
      </w:r>
      <w:r w:rsidR="00627D0D" w:rsidRPr="00627D0D">
        <w:t xml:space="preserve"> </w:t>
      </w:r>
      <w:r w:rsidR="00627D0D" w:rsidRPr="009947D3">
        <w:t>Ein weiterer Meilenstein folgte im Jahr 2002 mit der Markteinführung de</w:t>
      </w:r>
      <w:r w:rsidR="00627D0D">
        <w:t xml:space="preserve">r </w:t>
      </w:r>
      <w:r w:rsidR="008A669B">
        <w:t>„</w:t>
      </w:r>
      <w:r w:rsidR="00627D0D">
        <w:t>GENIUS</w:t>
      </w:r>
      <w:r w:rsidR="008A669B">
        <w:t>“</w:t>
      </w:r>
      <w:r w:rsidR="00627D0D">
        <w:t xml:space="preserve">, </w:t>
      </w:r>
      <w:r w:rsidR="007D4538">
        <w:t xml:space="preserve">einer vollmotorischen Mehrfachverriegelung, </w:t>
      </w:r>
      <w:r w:rsidR="00627D0D">
        <w:t xml:space="preserve">die </w:t>
      </w:r>
      <w:r w:rsidR="007D78D7">
        <w:t xml:space="preserve">Haustüren </w:t>
      </w:r>
      <w:r w:rsidR="00627D0D">
        <w:t>elektromechanisch</w:t>
      </w:r>
      <w:r w:rsidR="007D78D7">
        <w:t xml:space="preserve"> </w:t>
      </w:r>
      <w:proofErr w:type="spellStart"/>
      <w:r w:rsidR="007D78D7">
        <w:t>v</w:t>
      </w:r>
      <w:r w:rsidR="00627D0D">
        <w:t>er</w:t>
      </w:r>
      <w:proofErr w:type="spellEnd"/>
      <w:r w:rsidR="00627D0D">
        <w:t xml:space="preserve">- und </w:t>
      </w:r>
      <w:r w:rsidR="007D78D7">
        <w:t>e</w:t>
      </w:r>
      <w:r w:rsidR="00627D0D">
        <w:t>ntriegel</w:t>
      </w:r>
      <w:r w:rsidR="007D78D7">
        <w:t xml:space="preserve">t und so </w:t>
      </w:r>
      <w:r w:rsidR="00627D0D">
        <w:t>Komfort und Sicherheit miteinander verbindet</w:t>
      </w:r>
      <w:r w:rsidR="007D78D7">
        <w:t xml:space="preserve">. Bis heute wird die GENIUS </w:t>
      </w:r>
      <w:r w:rsidR="00627D0D" w:rsidRPr="009947D3">
        <w:t>konsequent weiterentwickelt.</w:t>
      </w:r>
    </w:p>
    <w:p w14:paraId="3C4AD3CD" w14:textId="77777777" w:rsidR="00E06FBA" w:rsidRDefault="00E06FBA" w:rsidP="009947D3"/>
    <w:p w14:paraId="2C2D8FCD" w14:textId="4D9B74F5" w:rsidR="00151D25" w:rsidRPr="009947D3" w:rsidRDefault="00751A80" w:rsidP="009947D3">
      <w:r>
        <w:t xml:space="preserve">Um mit der rasanten Entwicklung Schritt zu halten, vergrößerte KFV </w:t>
      </w:r>
      <w:r w:rsidR="002E55C0">
        <w:t>Schritt für Schritt</w:t>
      </w:r>
      <w:r>
        <w:t xml:space="preserve"> seine Produktionskapazitäten</w:t>
      </w:r>
      <w:r w:rsidR="00B45631">
        <w:t>:</w:t>
      </w:r>
      <w:r>
        <w:t xml:space="preserve"> </w:t>
      </w:r>
      <w:r w:rsidR="00663852">
        <w:t xml:space="preserve">Zu Beginn des 21. Jahrhundert beschäftigte </w:t>
      </w:r>
      <w:r w:rsidR="009B63EE">
        <w:t>das Unternehmen</w:t>
      </w:r>
      <w:r w:rsidR="00663852">
        <w:t xml:space="preserve"> mehrere hundert Mitarbeiter und </w:t>
      </w:r>
      <w:r>
        <w:t>produzierte in Velbert an insgesamt fünf Standorten</w:t>
      </w:r>
      <w:r w:rsidR="00441F7E" w:rsidRPr="009947D3">
        <w:t xml:space="preserve">. </w:t>
      </w:r>
      <w:r w:rsidR="00FA5C56">
        <w:t xml:space="preserve">2003 </w:t>
      </w:r>
      <w:r w:rsidR="00F67CAA">
        <w:t xml:space="preserve">erwarb </w:t>
      </w:r>
      <w:r w:rsidR="009B63EE">
        <w:t>KFV</w:t>
      </w:r>
      <w:r w:rsidR="00F67CAA">
        <w:t xml:space="preserve"> </w:t>
      </w:r>
      <w:r w:rsidR="00FA5C56">
        <w:t>das Werk in der Siemensstraße, das sukzessiv zum neuen Hauptsitz des Unternehmens ausgebaut wurde.</w:t>
      </w:r>
    </w:p>
    <w:p w14:paraId="42276995" w14:textId="77777777" w:rsidR="000556D1" w:rsidRPr="00E728EE" w:rsidRDefault="000556D1" w:rsidP="000556D1">
      <w:pPr>
        <w:pStyle w:val="berschrift4"/>
      </w:pPr>
      <w:r>
        <w:t xml:space="preserve">Ein starker Partner für die SIEGENIA GRUPPE </w:t>
      </w:r>
    </w:p>
    <w:p w14:paraId="5138BE75" w14:textId="1E7ED527" w:rsidR="00294EC5" w:rsidRPr="006C5ADA" w:rsidRDefault="00836986" w:rsidP="00836986">
      <w:pPr>
        <w:rPr>
          <w:strike/>
          <w:vertAlign w:val="subscript"/>
        </w:rPr>
      </w:pPr>
      <w:r>
        <w:t xml:space="preserve">Seit 2006 gehört KFV der SIEGENIA GRUPPE an. </w:t>
      </w:r>
      <w:r w:rsidR="001008DB">
        <w:t xml:space="preserve">Das Familienunternehmen in vierter Generation entwickelt Fenster-, Tür- und Komfortsysteme für das moderne Wohnen und Leben und </w:t>
      </w:r>
      <w:r w:rsidR="003448A5">
        <w:t xml:space="preserve">hat </w:t>
      </w:r>
      <w:r w:rsidR="007D78D7">
        <w:t>seinen</w:t>
      </w:r>
      <w:r w:rsidR="003448A5">
        <w:t xml:space="preserve"> Unternehmenssitz im siegerländischen Wilnsdorf-Niederdielfen</w:t>
      </w:r>
      <w:r w:rsidR="001008DB">
        <w:t xml:space="preserve">. </w:t>
      </w:r>
      <w:r w:rsidR="00F47549">
        <w:t xml:space="preserve">Mit der Übernahme des deutschen Marktführers für Mehrfachverriegelungen rundete die Unternehmensgruppe ihr </w:t>
      </w:r>
      <w:r w:rsidR="00B45631">
        <w:t>Portfolio</w:t>
      </w:r>
      <w:r w:rsidR="00F47549">
        <w:t xml:space="preserve"> ab</w:t>
      </w:r>
      <w:r>
        <w:t xml:space="preserve">. </w:t>
      </w:r>
      <w:r w:rsidR="00280F08">
        <w:t>„</w:t>
      </w:r>
      <w:r w:rsidR="003448A5">
        <w:t>Wir setzen</w:t>
      </w:r>
      <w:r w:rsidR="001008DB">
        <w:t xml:space="preserve"> </w:t>
      </w:r>
      <w:r w:rsidR="00086384">
        <w:t xml:space="preserve">auf die sinnvolle Vernetzung </w:t>
      </w:r>
      <w:r w:rsidR="00F67CAA">
        <w:t>von</w:t>
      </w:r>
      <w:r w:rsidR="00086384">
        <w:t xml:space="preserve"> Einzellösungen</w:t>
      </w:r>
      <w:r w:rsidR="00086384" w:rsidRPr="00CB5D7A">
        <w:t xml:space="preserve"> </w:t>
      </w:r>
      <w:r w:rsidR="00086384">
        <w:t>für mehr Raumkomfort. Die Schließsysteme für Türen von KFV stellen eine wichtige Ergänzung dar</w:t>
      </w:r>
      <w:r w:rsidR="00280F08">
        <w:t>“, unterstreicht Wieland Frank</w:t>
      </w:r>
      <w:r w:rsidR="00B45631">
        <w:t>, Geschäftsführender Gesellschafter von SIEGENIA</w:t>
      </w:r>
      <w:r w:rsidR="00280F08" w:rsidRPr="00AC5F08">
        <w:t>.</w:t>
      </w:r>
      <w:r w:rsidR="00B45631">
        <w:t xml:space="preserve"> </w:t>
      </w:r>
      <w:r w:rsidR="00086384">
        <w:t xml:space="preserve">Der strategische Zusammenschluss bedeutete </w:t>
      </w:r>
      <w:r w:rsidR="00890E44">
        <w:t xml:space="preserve">auch </w:t>
      </w:r>
      <w:r w:rsidR="00086384">
        <w:t xml:space="preserve">für </w:t>
      </w:r>
      <w:r w:rsidR="00F67CAA">
        <w:t>KFV</w:t>
      </w:r>
      <w:r w:rsidR="00086384">
        <w:t xml:space="preserve"> eine erneute Stärkung der </w:t>
      </w:r>
      <w:r w:rsidR="00B45631">
        <w:t>Markt</w:t>
      </w:r>
      <w:r w:rsidR="00086384">
        <w:t>position</w:t>
      </w:r>
      <w:r w:rsidR="00792F8F">
        <w:t>.</w:t>
      </w:r>
      <w:r w:rsidR="00FA5C56">
        <w:t xml:space="preserve"> Hierzu trugen insbesondere die Verfolgung der Ein-Standort-Strategie, </w:t>
      </w:r>
      <w:r w:rsidR="00FA5C56">
        <w:lastRenderedPageBreak/>
        <w:t xml:space="preserve">umfangreiche Investitionen in die Produktionsanlagen sowie die Reorganisation der Fertigung bei. </w:t>
      </w:r>
      <w:r w:rsidR="003448A5">
        <w:t>Zudem machte das Unternehmen in den folgenden Jahren</w:t>
      </w:r>
      <w:r>
        <w:t xml:space="preserve"> mit diversen Neuentwicklungen, so z. B. </w:t>
      </w:r>
      <w:r w:rsidR="00F67CAA">
        <w:t>einem motorischen Türö</w:t>
      </w:r>
      <w:r>
        <w:t xml:space="preserve">ffner oder </w:t>
      </w:r>
      <w:proofErr w:type="spellStart"/>
      <w:r>
        <w:t>KFVkeyless</w:t>
      </w:r>
      <w:proofErr w:type="spellEnd"/>
      <w:r w:rsidR="002E3292">
        <w:t>,</w:t>
      </w:r>
      <w:r w:rsidR="00F67CAA">
        <w:t xml:space="preserve"> der Zutrittskontrolle per Mobiltelefon</w:t>
      </w:r>
      <w:r w:rsidR="002E3292">
        <w:t>,</w:t>
      </w:r>
      <w:r>
        <w:t xml:space="preserve"> von sich reden. Heute zählt KFV zu den führenden Schlossherstellern in Europa und deckt mit seiner Produktpalette </w:t>
      </w:r>
      <w:r w:rsidRPr="00382470">
        <w:t>das gesamte Feld moderner Schließsysteme für Türen a</w:t>
      </w:r>
      <w:r w:rsidR="002E3292">
        <w:t xml:space="preserve">b. </w:t>
      </w:r>
    </w:p>
    <w:p w14:paraId="123A2D75" w14:textId="55B6527A" w:rsidR="00836986" w:rsidRDefault="00836986" w:rsidP="00836986"/>
    <w:p w14:paraId="2FB3071B" w14:textId="77777777" w:rsidR="000556D1" w:rsidRPr="00B55070" w:rsidRDefault="000556D1" w:rsidP="005E1468"/>
    <w:p w14:paraId="4BA35ABC" w14:textId="1A2DA5D5" w:rsidR="005E1468" w:rsidRPr="001F378C" w:rsidRDefault="005E1468" w:rsidP="001F378C">
      <w:pPr>
        <w:pStyle w:val="berschrift4"/>
      </w:pPr>
      <w:r w:rsidRPr="00420040">
        <w:t>Bildunterschriften</w:t>
      </w:r>
    </w:p>
    <w:p w14:paraId="78F40B1D" w14:textId="3BD4780E" w:rsidR="00C554CD" w:rsidRDefault="002A7F37" w:rsidP="002A7F37">
      <w:r>
        <w:t>Bildquelle: SIEGENIA</w:t>
      </w:r>
    </w:p>
    <w:p w14:paraId="6A3A839B" w14:textId="77777777" w:rsidR="00C554CD" w:rsidRDefault="00C554CD" w:rsidP="002A7F37"/>
    <w:p w14:paraId="5367DAF0" w14:textId="719D51B4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 1: </w:t>
      </w:r>
      <w:proofErr w:type="spellStart"/>
      <w:r>
        <w:rPr>
          <w:bCs/>
          <w:i/>
        </w:rPr>
        <w:t>SIE_</w:t>
      </w:r>
      <w:r w:rsidR="00D961B5">
        <w:rPr>
          <w:bCs/>
          <w:i/>
        </w:rPr>
        <w:t>KFV_</w:t>
      </w:r>
      <w:r>
        <w:rPr>
          <w:bCs/>
          <w:i/>
        </w:rPr>
        <w:t>Karl</w:t>
      </w:r>
      <w:proofErr w:type="spellEnd"/>
      <w:r>
        <w:rPr>
          <w:bCs/>
          <w:i/>
        </w:rPr>
        <w:t xml:space="preserve"> Fliether.jpg </w:t>
      </w:r>
    </w:p>
    <w:p w14:paraId="5247189B" w14:textId="4EC7C8A8" w:rsidR="00C554CD" w:rsidRDefault="00C554CD" w:rsidP="00C554CD">
      <w:r>
        <w:t>Mit Geschäftssinn und Ideenreichtum brachte Karl Fliether sein Unternehmen zügig voran.</w:t>
      </w:r>
    </w:p>
    <w:p w14:paraId="0C87CFF9" w14:textId="77777777" w:rsidR="00C554CD" w:rsidRDefault="00C554CD" w:rsidP="00C554CD"/>
    <w:p w14:paraId="514238E1" w14:textId="05EFC60F" w:rsidR="00C554CD" w:rsidRDefault="00C554CD" w:rsidP="00C554CD">
      <w:pPr>
        <w:rPr>
          <w:bCs/>
          <w:i/>
        </w:rPr>
      </w:pPr>
      <w:r>
        <w:rPr>
          <w:bCs/>
          <w:i/>
        </w:rPr>
        <w:t>Motiv 2: SIE_</w:t>
      </w:r>
      <w:r w:rsidR="00D961B5">
        <w:rPr>
          <w:bCs/>
          <w:i/>
        </w:rPr>
        <w:t>KFV_</w:t>
      </w:r>
      <w:r>
        <w:rPr>
          <w:bCs/>
          <w:i/>
        </w:rPr>
        <w:t>1868_Logo Carl Fliet</w:t>
      </w:r>
      <w:r w:rsidR="00D04A95">
        <w:rPr>
          <w:bCs/>
          <w:i/>
        </w:rPr>
        <w:t>h</w:t>
      </w:r>
      <w:r>
        <w:rPr>
          <w:bCs/>
          <w:i/>
        </w:rPr>
        <w:t xml:space="preserve">er.jpg </w:t>
      </w:r>
    </w:p>
    <w:p w14:paraId="748CFD21" w14:textId="3DBC5187" w:rsidR="00C554CD" w:rsidRDefault="00C554CD" w:rsidP="00C554CD">
      <w:pPr>
        <w:rPr>
          <w:bCs/>
        </w:rPr>
      </w:pPr>
      <w:r>
        <w:rPr>
          <w:bCs/>
        </w:rPr>
        <w:t xml:space="preserve">Im Jahr 1868 </w:t>
      </w:r>
      <w:r w:rsidR="009B63EE">
        <w:rPr>
          <w:bCs/>
        </w:rPr>
        <w:t>nahm</w:t>
      </w:r>
      <w:r>
        <w:rPr>
          <w:bCs/>
        </w:rPr>
        <w:t xml:space="preserve"> die Firma Karl Fliether Velbert (damals noch „Carl </w:t>
      </w:r>
      <w:proofErr w:type="spellStart"/>
      <w:r>
        <w:rPr>
          <w:bCs/>
        </w:rPr>
        <w:t>Flieter</w:t>
      </w:r>
      <w:proofErr w:type="spellEnd"/>
      <w:r>
        <w:rPr>
          <w:bCs/>
        </w:rPr>
        <w:t xml:space="preserve"> Velbert“) ihren Betrieb auf.</w:t>
      </w:r>
    </w:p>
    <w:p w14:paraId="5FD7E2AF" w14:textId="77777777" w:rsidR="00C554CD" w:rsidRDefault="00C554CD" w:rsidP="00C554CD">
      <w:pPr>
        <w:rPr>
          <w:bCs/>
          <w:i/>
        </w:rPr>
      </w:pPr>
    </w:p>
    <w:p w14:paraId="78202B9D" w14:textId="04264D79" w:rsidR="00C554CD" w:rsidRDefault="00C554CD" w:rsidP="00C554CD">
      <w:pPr>
        <w:rPr>
          <w:bCs/>
          <w:i/>
        </w:rPr>
      </w:pPr>
      <w:r>
        <w:rPr>
          <w:bCs/>
          <w:i/>
        </w:rPr>
        <w:t>Motiv 3: SIE_</w:t>
      </w:r>
      <w:r w:rsidR="00D961B5">
        <w:rPr>
          <w:bCs/>
          <w:i/>
        </w:rPr>
        <w:t>KFV_</w:t>
      </w:r>
      <w:r>
        <w:rPr>
          <w:bCs/>
          <w:i/>
        </w:rPr>
        <w:t xml:space="preserve">1897_Schlossfabrik mit Dampfbetrieb.jpg </w:t>
      </w:r>
    </w:p>
    <w:p w14:paraId="0536104A" w14:textId="7C908EB1" w:rsidR="00C554CD" w:rsidRDefault="00C554CD" w:rsidP="00C554CD">
      <w:pPr>
        <w:rPr>
          <w:bCs/>
        </w:rPr>
      </w:pPr>
      <w:r>
        <w:rPr>
          <w:bCs/>
        </w:rPr>
        <w:t>Mit der Inbetriebnahme einer Dampfmaschine wandelt</w:t>
      </w:r>
      <w:r w:rsidR="009B63EE">
        <w:rPr>
          <w:bCs/>
        </w:rPr>
        <w:t>e</w:t>
      </w:r>
      <w:r>
        <w:rPr>
          <w:bCs/>
        </w:rPr>
        <w:t xml:space="preserve"> sich das Unternehmen vom Handwerks- zum Industriebetrieb.</w:t>
      </w:r>
    </w:p>
    <w:p w14:paraId="061B89BA" w14:textId="77777777" w:rsidR="00C554CD" w:rsidRDefault="00C554CD" w:rsidP="00C554CD">
      <w:pPr>
        <w:rPr>
          <w:bCs/>
          <w:i/>
        </w:rPr>
      </w:pPr>
    </w:p>
    <w:p w14:paraId="3D11312B" w14:textId="301E623A" w:rsidR="00C554CD" w:rsidRPr="00C554CD" w:rsidRDefault="00C554CD" w:rsidP="00C554CD">
      <w:pPr>
        <w:rPr>
          <w:bCs/>
        </w:rPr>
      </w:pPr>
      <w:r>
        <w:rPr>
          <w:bCs/>
          <w:i/>
        </w:rPr>
        <w:t xml:space="preserve">Motiv </w:t>
      </w:r>
      <w:r w:rsidR="00241E05">
        <w:rPr>
          <w:bCs/>
          <w:i/>
        </w:rPr>
        <w:t>4</w:t>
      </w:r>
      <w:r>
        <w:rPr>
          <w:bCs/>
          <w:i/>
        </w:rPr>
        <w:t>: SIE_</w:t>
      </w:r>
      <w:r w:rsidR="00D961B5">
        <w:rPr>
          <w:bCs/>
          <w:i/>
        </w:rPr>
        <w:t>KFV_</w:t>
      </w:r>
      <w:r>
        <w:rPr>
          <w:bCs/>
          <w:i/>
        </w:rPr>
        <w:t xml:space="preserve">1979_Mehrfachverriegelung.jpg </w:t>
      </w:r>
    </w:p>
    <w:p w14:paraId="5798020E" w14:textId="47590FE5" w:rsidR="00C554CD" w:rsidRDefault="00C554CD" w:rsidP="00C554CD">
      <w:pPr>
        <w:rPr>
          <w:bCs/>
        </w:rPr>
      </w:pPr>
      <w:r>
        <w:rPr>
          <w:bCs/>
        </w:rPr>
        <w:t xml:space="preserve">Die Entwicklung der </w:t>
      </w:r>
      <w:proofErr w:type="spellStart"/>
      <w:r w:rsidR="009B63EE">
        <w:t>Fliether</w:t>
      </w:r>
      <w:proofErr w:type="spellEnd"/>
      <w:r w:rsidR="009B63EE">
        <w:t xml:space="preserve">-Mehrpunktverriegelung </w:t>
      </w:r>
      <w:r w:rsidR="009B63EE">
        <w:rPr>
          <w:bCs/>
        </w:rPr>
        <w:t>war</w:t>
      </w:r>
      <w:r>
        <w:rPr>
          <w:bCs/>
        </w:rPr>
        <w:t xml:space="preserve"> ein Alleinstellungsmerkmal </w:t>
      </w:r>
      <w:r w:rsidR="00ED11E6">
        <w:rPr>
          <w:bCs/>
        </w:rPr>
        <w:t>von KFV</w:t>
      </w:r>
      <w:r>
        <w:rPr>
          <w:bCs/>
        </w:rPr>
        <w:t xml:space="preserve"> und legt</w:t>
      </w:r>
      <w:r w:rsidR="009B63EE">
        <w:rPr>
          <w:bCs/>
        </w:rPr>
        <w:t>e</w:t>
      </w:r>
      <w:r>
        <w:rPr>
          <w:bCs/>
        </w:rPr>
        <w:t xml:space="preserve"> den Grundstein für ein rasantes Wachstum. </w:t>
      </w:r>
    </w:p>
    <w:p w14:paraId="7D93BF34" w14:textId="77777777" w:rsidR="00C554CD" w:rsidRDefault="00C554CD" w:rsidP="00C554CD">
      <w:pPr>
        <w:rPr>
          <w:bCs/>
          <w:i/>
        </w:rPr>
      </w:pPr>
    </w:p>
    <w:p w14:paraId="281B3237" w14:textId="332EA56B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 </w:t>
      </w:r>
      <w:r w:rsidR="00241E05">
        <w:rPr>
          <w:bCs/>
          <w:i/>
        </w:rPr>
        <w:t>5</w:t>
      </w:r>
      <w:r>
        <w:rPr>
          <w:bCs/>
          <w:i/>
        </w:rPr>
        <w:t>: SIE_</w:t>
      </w:r>
      <w:r w:rsidR="00D961B5">
        <w:rPr>
          <w:bCs/>
          <w:i/>
        </w:rPr>
        <w:t>KFV_</w:t>
      </w:r>
      <w:r>
        <w:rPr>
          <w:bCs/>
          <w:i/>
        </w:rPr>
        <w:t xml:space="preserve">1999_Fliethomatic.jpg </w:t>
      </w:r>
    </w:p>
    <w:p w14:paraId="713C35B4" w14:textId="5C515BD6" w:rsidR="00C554CD" w:rsidRDefault="00ED11E6" w:rsidP="00C554CD">
      <w:r>
        <w:t xml:space="preserve">In den 90-ern blieb KFV </w:t>
      </w:r>
      <w:r w:rsidRPr="000D1F69">
        <w:t>mit Innovationen für Schlösser und Sc</w:t>
      </w:r>
      <w:r>
        <w:t xml:space="preserve">hließtechnik auf Wachstumskurs, so z. B. mit der </w:t>
      </w:r>
      <w:proofErr w:type="spellStart"/>
      <w:r>
        <w:t>Fliethomatic</w:t>
      </w:r>
      <w:proofErr w:type="spellEnd"/>
      <w:r>
        <w:t>, ein motorisches Schließsystem für Haustüren aus dem Jahr 1999.</w:t>
      </w:r>
    </w:p>
    <w:p w14:paraId="094F3BBE" w14:textId="77777777" w:rsidR="00ED11E6" w:rsidRDefault="00ED11E6" w:rsidP="00C554CD">
      <w:pPr>
        <w:rPr>
          <w:bCs/>
          <w:i/>
        </w:rPr>
      </w:pPr>
    </w:p>
    <w:p w14:paraId="2DE51D39" w14:textId="47C76CAB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 </w:t>
      </w:r>
      <w:r w:rsidR="00241E05">
        <w:rPr>
          <w:bCs/>
          <w:i/>
        </w:rPr>
        <w:t>6</w:t>
      </w:r>
      <w:r>
        <w:rPr>
          <w:bCs/>
          <w:i/>
        </w:rPr>
        <w:t>: SIE_</w:t>
      </w:r>
      <w:r w:rsidR="00D961B5">
        <w:rPr>
          <w:bCs/>
          <w:i/>
        </w:rPr>
        <w:t>KFV_</w:t>
      </w:r>
      <w:r>
        <w:rPr>
          <w:bCs/>
          <w:i/>
        </w:rPr>
        <w:t>20</w:t>
      </w:r>
      <w:r w:rsidR="00D961B5">
        <w:rPr>
          <w:bCs/>
          <w:i/>
        </w:rPr>
        <w:t>16</w:t>
      </w:r>
      <w:r>
        <w:rPr>
          <w:bCs/>
          <w:i/>
        </w:rPr>
        <w:t>_GENIUS_</w:t>
      </w:r>
      <w:r w:rsidR="00241E05">
        <w:rPr>
          <w:bCs/>
          <w:i/>
        </w:rPr>
        <w:t>KFVkeyless</w:t>
      </w:r>
      <w:r>
        <w:rPr>
          <w:bCs/>
          <w:i/>
        </w:rPr>
        <w:t xml:space="preserve">.jpg </w:t>
      </w:r>
    </w:p>
    <w:p w14:paraId="558B6AFB" w14:textId="65AC45FA" w:rsidR="00ED11E6" w:rsidRDefault="00ED11E6" w:rsidP="00ED11E6">
      <w:r w:rsidRPr="009947D3">
        <w:t xml:space="preserve">Ein </w:t>
      </w:r>
      <w:r w:rsidR="009B63EE">
        <w:t xml:space="preserve">weiterer </w:t>
      </w:r>
      <w:r w:rsidRPr="009947D3">
        <w:t xml:space="preserve">Meilenstein </w:t>
      </w:r>
      <w:r>
        <w:t>war</w:t>
      </w:r>
      <w:r w:rsidRPr="009947D3">
        <w:t xml:space="preserve"> </w:t>
      </w:r>
      <w:r>
        <w:t>die</w:t>
      </w:r>
      <w:r w:rsidRPr="009947D3">
        <w:t xml:space="preserve"> Markteinführung de</w:t>
      </w:r>
      <w:r>
        <w:t>r GENIUS</w:t>
      </w:r>
      <w:r w:rsidRPr="00ED11E6">
        <w:t xml:space="preserve"> </w:t>
      </w:r>
      <w:r w:rsidRPr="009947D3">
        <w:t>im Jahr 2002</w:t>
      </w:r>
      <w:r>
        <w:t xml:space="preserve">. Die vollmotorische Mehrfachverriegelung </w:t>
      </w:r>
      <w:proofErr w:type="spellStart"/>
      <w:r>
        <w:t>ver</w:t>
      </w:r>
      <w:proofErr w:type="spellEnd"/>
      <w:r>
        <w:t>- und entriegelt Haustüren elektromechanisch und verbindet so Komfort und Sicherheit.</w:t>
      </w:r>
    </w:p>
    <w:p w14:paraId="6EAA80F2" w14:textId="77777777" w:rsidR="00C554CD" w:rsidRDefault="00C554CD" w:rsidP="00C554CD">
      <w:pPr>
        <w:rPr>
          <w:bCs/>
          <w:i/>
        </w:rPr>
      </w:pPr>
    </w:p>
    <w:p w14:paraId="1E21BAFA" w14:textId="0209E512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Motive </w:t>
      </w:r>
      <w:r w:rsidR="00241E05">
        <w:rPr>
          <w:bCs/>
          <w:i/>
        </w:rPr>
        <w:t>7</w:t>
      </w:r>
      <w:r>
        <w:rPr>
          <w:bCs/>
          <w:i/>
        </w:rPr>
        <w:t>: SIE_</w:t>
      </w:r>
      <w:r w:rsidR="00D961B5">
        <w:rPr>
          <w:bCs/>
          <w:i/>
        </w:rPr>
        <w:t>KFV_2016_</w:t>
      </w:r>
      <w:r>
        <w:rPr>
          <w:bCs/>
          <w:i/>
        </w:rPr>
        <w:t>Eingangstür_KFVkeyless_Zutrittskontrolle per Mobiltelefon</w:t>
      </w:r>
      <w:r w:rsidR="00241E05">
        <w:rPr>
          <w:bCs/>
          <w:i/>
        </w:rPr>
        <w:t>_b</w:t>
      </w:r>
      <w:r>
        <w:rPr>
          <w:bCs/>
          <w:i/>
        </w:rPr>
        <w:t xml:space="preserve">.jpg </w:t>
      </w:r>
    </w:p>
    <w:p w14:paraId="46F817A3" w14:textId="2F0B9E72" w:rsidR="00C554CD" w:rsidRDefault="00C554CD" w:rsidP="00C554CD">
      <w:pPr>
        <w:rPr>
          <w:bCs/>
        </w:rPr>
      </w:pPr>
      <w:r>
        <w:rPr>
          <w:bCs/>
        </w:rPr>
        <w:lastRenderedPageBreak/>
        <w:t xml:space="preserve">Das elektronische Zutrittskontrollsystem </w:t>
      </w:r>
      <w:proofErr w:type="spellStart"/>
      <w:r>
        <w:rPr>
          <w:bCs/>
        </w:rPr>
        <w:t>KFVkeyless</w:t>
      </w:r>
      <w:proofErr w:type="spellEnd"/>
      <w:r>
        <w:rPr>
          <w:bCs/>
        </w:rPr>
        <w:t xml:space="preserve"> ermöglicht ein berührungsloses Türöffnen </w:t>
      </w:r>
      <w:r w:rsidR="00ED11E6">
        <w:rPr>
          <w:bCs/>
        </w:rPr>
        <w:t>über die</w:t>
      </w:r>
      <w:r>
        <w:rPr>
          <w:bCs/>
        </w:rPr>
        <w:t xml:space="preserve"> Bluetooth-Funktion </w:t>
      </w:r>
      <w:r w:rsidR="00ED11E6">
        <w:rPr>
          <w:bCs/>
        </w:rPr>
        <w:t>von</w:t>
      </w:r>
      <w:r>
        <w:rPr>
          <w:bCs/>
        </w:rPr>
        <w:t xml:space="preserve"> Smartphone</w:t>
      </w:r>
      <w:r w:rsidR="00ED11E6">
        <w:rPr>
          <w:bCs/>
        </w:rPr>
        <w:t>s.</w:t>
      </w:r>
    </w:p>
    <w:p w14:paraId="36AFB157" w14:textId="77777777" w:rsidR="00C554CD" w:rsidRDefault="00C554CD" w:rsidP="00C554CD">
      <w:pPr>
        <w:rPr>
          <w:bCs/>
          <w:i/>
        </w:rPr>
      </w:pPr>
    </w:p>
    <w:p w14:paraId="3326D620" w14:textId="6FBA07BD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 </w:t>
      </w:r>
      <w:r w:rsidR="00241E05">
        <w:rPr>
          <w:bCs/>
          <w:i/>
        </w:rPr>
        <w:t>8</w:t>
      </w:r>
      <w:r w:rsidR="001008DB">
        <w:rPr>
          <w:bCs/>
          <w:i/>
        </w:rPr>
        <w:t>:</w:t>
      </w:r>
      <w:r>
        <w:rPr>
          <w:bCs/>
          <w:i/>
        </w:rPr>
        <w:t xml:space="preserve"> SIE_</w:t>
      </w:r>
      <w:r w:rsidR="00D961B5">
        <w:rPr>
          <w:bCs/>
          <w:i/>
        </w:rPr>
        <w:t>KFV_</w:t>
      </w:r>
      <w:r>
        <w:rPr>
          <w:bCs/>
          <w:i/>
        </w:rPr>
        <w:t>2018_Zeitst</w:t>
      </w:r>
      <w:r w:rsidR="001008DB">
        <w:rPr>
          <w:bCs/>
          <w:i/>
        </w:rPr>
        <w:t>r</w:t>
      </w:r>
      <w:r>
        <w:rPr>
          <w:bCs/>
          <w:i/>
        </w:rPr>
        <w:t>ahl</w:t>
      </w:r>
      <w:r w:rsidR="00ED11E6">
        <w:rPr>
          <w:bCs/>
          <w:i/>
        </w:rPr>
        <w:t>.jpg</w:t>
      </w:r>
      <w:r>
        <w:rPr>
          <w:bCs/>
          <w:i/>
        </w:rPr>
        <w:t xml:space="preserve"> </w:t>
      </w:r>
    </w:p>
    <w:p w14:paraId="73F145F0" w14:textId="77777777" w:rsidR="00C554CD" w:rsidRDefault="00C554CD" w:rsidP="00C554CD">
      <w:pPr>
        <w:rPr>
          <w:bCs/>
        </w:rPr>
      </w:pPr>
      <w:r>
        <w:rPr>
          <w:bCs/>
        </w:rPr>
        <w:t>Die Unternehmensgeschichte der KFV Karl Fliether GmbH &amp; Co. KG kurz zusammengefasst.</w:t>
      </w:r>
    </w:p>
    <w:p w14:paraId="0A1510DC" w14:textId="77777777" w:rsidR="00C554CD" w:rsidRPr="00420040" w:rsidRDefault="00C554CD" w:rsidP="00C554CD">
      <w:pPr>
        <w:rPr>
          <w:strike/>
        </w:rPr>
      </w:pPr>
    </w:p>
    <w:p w14:paraId="3268C134" w14:textId="77777777" w:rsidR="002A7F37" w:rsidRPr="002A7F37" w:rsidRDefault="002A7F37" w:rsidP="002A7F37"/>
    <w:p w14:paraId="5EF297AB" w14:textId="77777777" w:rsidR="005E1468" w:rsidRDefault="005E1468" w:rsidP="005E1468"/>
    <w:p w14:paraId="116141D0" w14:textId="77777777" w:rsidR="0009170D" w:rsidRDefault="0009170D" w:rsidP="005E1468"/>
    <w:p w14:paraId="33066D3C" w14:textId="77777777" w:rsidR="0009170D" w:rsidRDefault="0009170D" w:rsidP="005E1468"/>
    <w:p w14:paraId="44F0F0FD" w14:textId="77777777" w:rsidR="0009170D" w:rsidRDefault="0009170D" w:rsidP="005E1468"/>
    <w:p w14:paraId="332B5E9E" w14:textId="77777777" w:rsidR="0009170D" w:rsidRDefault="0009170D" w:rsidP="005E1468"/>
    <w:p w14:paraId="6CB36E8C" w14:textId="77777777" w:rsidR="0009170D" w:rsidRDefault="0009170D" w:rsidP="005E1468"/>
    <w:p w14:paraId="69B10382" w14:textId="77777777" w:rsidR="0009170D" w:rsidRDefault="0009170D" w:rsidP="005E1468"/>
    <w:p w14:paraId="69767F06" w14:textId="77777777" w:rsidR="0009170D" w:rsidRDefault="0009170D" w:rsidP="005E1468"/>
    <w:p w14:paraId="38004C42" w14:textId="77777777" w:rsidR="0009170D" w:rsidRDefault="0009170D" w:rsidP="005E1468"/>
    <w:p w14:paraId="7E8BB5A7" w14:textId="77777777" w:rsidR="0009170D" w:rsidRDefault="0009170D" w:rsidP="005E1468"/>
    <w:p w14:paraId="3BF5A16D" w14:textId="77777777" w:rsidR="0009170D" w:rsidRDefault="0009170D" w:rsidP="005E1468"/>
    <w:p w14:paraId="1261A451" w14:textId="77777777" w:rsidR="0009170D" w:rsidRDefault="0009170D" w:rsidP="005E1468"/>
    <w:p w14:paraId="2A0C9B04" w14:textId="77777777" w:rsidR="0009170D" w:rsidRDefault="0009170D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FB230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91ECE6B" w14:textId="12F917DA" w:rsidR="008D7633" w:rsidRPr="0044187A" w:rsidRDefault="00C554CD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H</w:t>
            </w:r>
            <w:r w:rsidR="008D7633" w:rsidRPr="0044187A">
              <w:rPr>
                <w:u w:val="single"/>
              </w:rPr>
              <w:t>erausgeber</w:t>
            </w:r>
          </w:p>
          <w:p w14:paraId="3DE1C2F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901BE13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2E59CCA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DBCF2E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4C096EA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B6A4B9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7E410F0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36AC2E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1C3A0C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8FB1CF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492746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187D934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3A44E32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6158B7BE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38DE8B0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16247AA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0826D4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6A6118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FA793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309672F" w14:textId="7340F966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 w:rsidR="009B63EE">
              <w:t>3</w:t>
            </w:r>
          </w:p>
          <w:p w14:paraId="0AC849FF" w14:textId="1C7EFBF5" w:rsidR="008D7633" w:rsidRPr="00C33A1F" w:rsidRDefault="00C554CD" w:rsidP="007A5EB4">
            <w:pPr>
              <w:pStyle w:val="Formatvorlage2"/>
            </w:pPr>
            <w:r>
              <w:t>Wörter: 7</w:t>
            </w:r>
            <w:r w:rsidR="009B63EE">
              <w:t>06</w:t>
            </w:r>
          </w:p>
          <w:p w14:paraId="40CB7FE6" w14:textId="41DC8DC3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C554CD">
              <w:t>5</w:t>
            </w:r>
            <w:r w:rsidR="009B63EE">
              <w:t xml:space="preserve"> 280</w:t>
            </w:r>
            <w:r w:rsidRPr="00C33A1F">
              <w:br/>
              <w:t>(mit Leerzeichen)</w:t>
            </w:r>
          </w:p>
          <w:p w14:paraId="59F6603D" w14:textId="77777777" w:rsidR="008D7633" w:rsidRDefault="008D7633" w:rsidP="007A5EB4">
            <w:pPr>
              <w:pStyle w:val="Formatvorlage2"/>
            </w:pPr>
          </w:p>
          <w:p w14:paraId="5BD6DB27" w14:textId="33BF08F2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947D3">
              <w:t>2</w:t>
            </w:r>
            <w:r w:rsidR="00C554CD">
              <w:t>8.0</w:t>
            </w:r>
            <w:r w:rsidR="009947D3">
              <w:t>8</w:t>
            </w:r>
            <w:r w:rsidR="00C554CD">
              <w:t>.2018</w:t>
            </w:r>
          </w:p>
          <w:p w14:paraId="5CA23C9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23194A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BA9E4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3218CA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1C251" w14:textId="77777777" w:rsidR="0025013C" w:rsidRDefault="0025013C">
      <w:r>
        <w:separator/>
      </w:r>
    </w:p>
  </w:endnote>
  <w:endnote w:type="continuationSeparator" w:id="0">
    <w:p w14:paraId="7A7C6F55" w14:textId="77777777" w:rsidR="0025013C" w:rsidRDefault="0025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B78B5" w14:textId="77777777" w:rsidR="00DA7075" w:rsidRDefault="00DA7075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EE8C2" w14:textId="77777777" w:rsidR="0025013C" w:rsidRDefault="0025013C">
      <w:r>
        <w:separator/>
      </w:r>
    </w:p>
  </w:footnote>
  <w:footnote w:type="continuationSeparator" w:id="0">
    <w:p w14:paraId="76175990" w14:textId="77777777" w:rsidR="0025013C" w:rsidRDefault="00250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38A32" w14:textId="77777777" w:rsidR="00DA7075" w:rsidRDefault="00DA707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F80BF6" wp14:editId="11EFA96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0A25FA"/>
    <w:multiLevelType w:val="hybridMultilevel"/>
    <w:tmpl w:val="1C86A1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62AFF"/>
    <w:multiLevelType w:val="hybridMultilevel"/>
    <w:tmpl w:val="7D022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D1"/>
    <w:rsid w:val="000024D9"/>
    <w:rsid w:val="00003256"/>
    <w:rsid w:val="00005CAC"/>
    <w:rsid w:val="0001008C"/>
    <w:rsid w:val="0001449A"/>
    <w:rsid w:val="0001520C"/>
    <w:rsid w:val="00026907"/>
    <w:rsid w:val="00030EFF"/>
    <w:rsid w:val="00040EBF"/>
    <w:rsid w:val="000556D1"/>
    <w:rsid w:val="00064165"/>
    <w:rsid w:val="00064993"/>
    <w:rsid w:val="0006573C"/>
    <w:rsid w:val="000675C7"/>
    <w:rsid w:val="00086384"/>
    <w:rsid w:val="00086DB3"/>
    <w:rsid w:val="00090045"/>
    <w:rsid w:val="0009170D"/>
    <w:rsid w:val="00095303"/>
    <w:rsid w:val="000A1DF0"/>
    <w:rsid w:val="000A3594"/>
    <w:rsid w:val="000A5CA3"/>
    <w:rsid w:val="000C1776"/>
    <w:rsid w:val="000C47F3"/>
    <w:rsid w:val="000D0C02"/>
    <w:rsid w:val="000D1F69"/>
    <w:rsid w:val="000D2A27"/>
    <w:rsid w:val="000D4874"/>
    <w:rsid w:val="000E424C"/>
    <w:rsid w:val="000F2814"/>
    <w:rsid w:val="000F2936"/>
    <w:rsid w:val="000F565C"/>
    <w:rsid w:val="000F67C4"/>
    <w:rsid w:val="001008DB"/>
    <w:rsid w:val="00101970"/>
    <w:rsid w:val="001025BB"/>
    <w:rsid w:val="0010792E"/>
    <w:rsid w:val="00111128"/>
    <w:rsid w:val="001128F1"/>
    <w:rsid w:val="00122F20"/>
    <w:rsid w:val="00137BD1"/>
    <w:rsid w:val="00145B48"/>
    <w:rsid w:val="00151D25"/>
    <w:rsid w:val="001529E6"/>
    <w:rsid w:val="00156B0C"/>
    <w:rsid w:val="00166476"/>
    <w:rsid w:val="00166FB7"/>
    <w:rsid w:val="00171C51"/>
    <w:rsid w:val="00175026"/>
    <w:rsid w:val="00177180"/>
    <w:rsid w:val="00191AAE"/>
    <w:rsid w:val="001B2BAD"/>
    <w:rsid w:val="001B7003"/>
    <w:rsid w:val="001C39FF"/>
    <w:rsid w:val="001D26E4"/>
    <w:rsid w:val="001E0780"/>
    <w:rsid w:val="001E1DA6"/>
    <w:rsid w:val="001F26C1"/>
    <w:rsid w:val="001F3432"/>
    <w:rsid w:val="001F378C"/>
    <w:rsid w:val="002046D3"/>
    <w:rsid w:val="00212677"/>
    <w:rsid w:val="0022665F"/>
    <w:rsid w:val="00236562"/>
    <w:rsid w:val="00241E05"/>
    <w:rsid w:val="0025013C"/>
    <w:rsid w:val="00253494"/>
    <w:rsid w:val="00254A9B"/>
    <w:rsid w:val="00255FE8"/>
    <w:rsid w:val="00272508"/>
    <w:rsid w:val="002769DE"/>
    <w:rsid w:val="00280F08"/>
    <w:rsid w:val="002819C3"/>
    <w:rsid w:val="00281F4F"/>
    <w:rsid w:val="00294EC5"/>
    <w:rsid w:val="002A202C"/>
    <w:rsid w:val="002A7F37"/>
    <w:rsid w:val="002B6385"/>
    <w:rsid w:val="002C00E2"/>
    <w:rsid w:val="002C36FE"/>
    <w:rsid w:val="002C5A66"/>
    <w:rsid w:val="002C6D41"/>
    <w:rsid w:val="002E27EC"/>
    <w:rsid w:val="002E3292"/>
    <w:rsid w:val="002E48B5"/>
    <w:rsid w:val="002E55C0"/>
    <w:rsid w:val="002E59D6"/>
    <w:rsid w:val="002F18BB"/>
    <w:rsid w:val="002F466F"/>
    <w:rsid w:val="0031150D"/>
    <w:rsid w:val="003136F5"/>
    <w:rsid w:val="003161AC"/>
    <w:rsid w:val="00324F84"/>
    <w:rsid w:val="00326F7E"/>
    <w:rsid w:val="003448A5"/>
    <w:rsid w:val="00350ACA"/>
    <w:rsid w:val="003514C3"/>
    <w:rsid w:val="00357C43"/>
    <w:rsid w:val="003629B2"/>
    <w:rsid w:val="00364DEF"/>
    <w:rsid w:val="0036510E"/>
    <w:rsid w:val="00375A48"/>
    <w:rsid w:val="0038244F"/>
    <w:rsid w:val="0038276B"/>
    <w:rsid w:val="0038499F"/>
    <w:rsid w:val="00387A7F"/>
    <w:rsid w:val="003914C5"/>
    <w:rsid w:val="00391A4E"/>
    <w:rsid w:val="00392D5F"/>
    <w:rsid w:val="003A1BA5"/>
    <w:rsid w:val="003D00AF"/>
    <w:rsid w:val="003D61A2"/>
    <w:rsid w:val="003E0D26"/>
    <w:rsid w:val="003E378F"/>
    <w:rsid w:val="00407511"/>
    <w:rsid w:val="004176D4"/>
    <w:rsid w:val="00420040"/>
    <w:rsid w:val="00420F79"/>
    <w:rsid w:val="004333E8"/>
    <w:rsid w:val="0044187A"/>
    <w:rsid w:val="00441F7E"/>
    <w:rsid w:val="004456FB"/>
    <w:rsid w:val="00446899"/>
    <w:rsid w:val="00447689"/>
    <w:rsid w:val="0046235C"/>
    <w:rsid w:val="004629AD"/>
    <w:rsid w:val="0047123D"/>
    <w:rsid w:val="004806AF"/>
    <w:rsid w:val="00483834"/>
    <w:rsid w:val="00486878"/>
    <w:rsid w:val="004A7CC9"/>
    <w:rsid w:val="004B62AB"/>
    <w:rsid w:val="004C4FDA"/>
    <w:rsid w:val="004C503A"/>
    <w:rsid w:val="004C527D"/>
    <w:rsid w:val="004E057A"/>
    <w:rsid w:val="004E2322"/>
    <w:rsid w:val="004E2BD7"/>
    <w:rsid w:val="004E3AF9"/>
    <w:rsid w:val="00506D54"/>
    <w:rsid w:val="00510191"/>
    <w:rsid w:val="005254BE"/>
    <w:rsid w:val="00525510"/>
    <w:rsid w:val="00552DC0"/>
    <w:rsid w:val="0055550C"/>
    <w:rsid w:val="00563E60"/>
    <w:rsid w:val="00570A72"/>
    <w:rsid w:val="00581A93"/>
    <w:rsid w:val="00592833"/>
    <w:rsid w:val="00594456"/>
    <w:rsid w:val="005A214B"/>
    <w:rsid w:val="005A3974"/>
    <w:rsid w:val="005A5DC6"/>
    <w:rsid w:val="005A6A38"/>
    <w:rsid w:val="005A7C57"/>
    <w:rsid w:val="005B1AEF"/>
    <w:rsid w:val="005C0EEB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2B8B"/>
    <w:rsid w:val="0061700D"/>
    <w:rsid w:val="00617358"/>
    <w:rsid w:val="00617D76"/>
    <w:rsid w:val="006279BD"/>
    <w:rsid w:val="00627D0D"/>
    <w:rsid w:val="00630405"/>
    <w:rsid w:val="00634A59"/>
    <w:rsid w:val="006436FA"/>
    <w:rsid w:val="006446D6"/>
    <w:rsid w:val="00656A7F"/>
    <w:rsid w:val="00656FEE"/>
    <w:rsid w:val="00663852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5ADA"/>
    <w:rsid w:val="006C6D45"/>
    <w:rsid w:val="006D12E7"/>
    <w:rsid w:val="006D1765"/>
    <w:rsid w:val="006E5CC8"/>
    <w:rsid w:val="006F4966"/>
    <w:rsid w:val="00701954"/>
    <w:rsid w:val="00703943"/>
    <w:rsid w:val="007046C4"/>
    <w:rsid w:val="00711802"/>
    <w:rsid w:val="007148FF"/>
    <w:rsid w:val="00716BDB"/>
    <w:rsid w:val="00717456"/>
    <w:rsid w:val="00730985"/>
    <w:rsid w:val="00730E66"/>
    <w:rsid w:val="00737DE1"/>
    <w:rsid w:val="007447FE"/>
    <w:rsid w:val="00751517"/>
    <w:rsid w:val="00751A80"/>
    <w:rsid w:val="00754091"/>
    <w:rsid w:val="00757DDE"/>
    <w:rsid w:val="00764AAC"/>
    <w:rsid w:val="0078628D"/>
    <w:rsid w:val="007871C1"/>
    <w:rsid w:val="007917B6"/>
    <w:rsid w:val="0079193B"/>
    <w:rsid w:val="00792F8F"/>
    <w:rsid w:val="00794A4F"/>
    <w:rsid w:val="007A5EB4"/>
    <w:rsid w:val="007A6E1C"/>
    <w:rsid w:val="007C50D1"/>
    <w:rsid w:val="007C5C24"/>
    <w:rsid w:val="007D4538"/>
    <w:rsid w:val="007D78D7"/>
    <w:rsid w:val="007E24F4"/>
    <w:rsid w:val="007E2B7F"/>
    <w:rsid w:val="007F2956"/>
    <w:rsid w:val="007F3F54"/>
    <w:rsid w:val="007F43E0"/>
    <w:rsid w:val="00801D78"/>
    <w:rsid w:val="0080733E"/>
    <w:rsid w:val="008078CF"/>
    <w:rsid w:val="00812335"/>
    <w:rsid w:val="008139F7"/>
    <w:rsid w:val="008171AF"/>
    <w:rsid w:val="0083465B"/>
    <w:rsid w:val="00834DA4"/>
    <w:rsid w:val="00835351"/>
    <w:rsid w:val="00836161"/>
    <w:rsid w:val="008366E0"/>
    <w:rsid w:val="00836986"/>
    <w:rsid w:val="008421A7"/>
    <w:rsid w:val="008429DC"/>
    <w:rsid w:val="00843F3E"/>
    <w:rsid w:val="0085079E"/>
    <w:rsid w:val="00851464"/>
    <w:rsid w:val="00852D9D"/>
    <w:rsid w:val="00853823"/>
    <w:rsid w:val="00857800"/>
    <w:rsid w:val="0086386E"/>
    <w:rsid w:val="00871847"/>
    <w:rsid w:val="0088698F"/>
    <w:rsid w:val="00890E44"/>
    <w:rsid w:val="00894ADF"/>
    <w:rsid w:val="008A669B"/>
    <w:rsid w:val="008A6F1F"/>
    <w:rsid w:val="008C3491"/>
    <w:rsid w:val="008C5079"/>
    <w:rsid w:val="008D13BC"/>
    <w:rsid w:val="008D2B30"/>
    <w:rsid w:val="008D3232"/>
    <w:rsid w:val="008D7633"/>
    <w:rsid w:val="008E504A"/>
    <w:rsid w:val="008F7B34"/>
    <w:rsid w:val="00910883"/>
    <w:rsid w:val="00910E0E"/>
    <w:rsid w:val="00911544"/>
    <w:rsid w:val="0092580A"/>
    <w:rsid w:val="009301B9"/>
    <w:rsid w:val="009310FC"/>
    <w:rsid w:val="0093490C"/>
    <w:rsid w:val="00935001"/>
    <w:rsid w:val="0093664F"/>
    <w:rsid w:val="00943EB0"/>
    <w:rsid w:val="00945CA5"/>
    <w:rsid w:val="00947C17"/>
    <w:rsid w:val="009553BC"/>
    <w:rsid w:val="009557EA"/>
    <w:rsid w:val="00963959"/>
    <w:rsid w:val="00963D60"/>
    <w:rsid w:val="0096600A"/>
    <w:rsid w:val="009947D3"/>
    <w:rsid w:val="009A413C"/>
    <w:rsid w:val="009A48E4"/>
    <w:rsid w:val="009B067B"/>
    <w:rsid w:val="009B4822"/>
    <w:rsid w:val="009B5300"/>
    <w:rsid w:val="009B5DE9"/>
    <w:rsid w:val="009B63EE"/>
    <w:rsid w:val="009D0CC8"/>
    <w:rsid w:val="009D6C04"/>
    <w:rsid w:val="009E28F9"/>
    <w:rsid w:val="009E7597"/>
    <w:rsid w:val="00A02FA4"/>
    <w:rsid w:val="00A12A8B"/>
    <w:rsid w:val="00A14556"/>
    <w:rsid w:val="00A156B4"/>
    <w:rsid w:val="00A17D84"/>
    <w:rsid w:val="00A22DF2"/>
    <w:rsid w:val="00A23065"/>
    <w:rsid w:val="00A2339E"/>
    <w:rsid w:val="00A24651"/>
    <w:rsid w:val="00A25EB9"/>
    <w:rsid w:val="00A32395"/>
    <w:rsid w:val="00A37AED"/>
    <w:rsid w:val="00A40AB4"/>
    <w:rsid w:val="00A56502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5F08"/>
    <w:rsid w:val="00AD4128"/>
    <w:rsid w:val="00AD7705"/>
    <w:rsid w:val="00AD7B27"/>
    <w:rsid w:val="00AE06DB"/>
    <w:rsid w:val="00AF5614"/>
    <w:rsid w:val="00B057B0"/>
    <w:rsid w:val="00B11AB7"/>
    <w:rsid w:val="00B239B4"/>
    <w:rsid w:val="00B3687B"/>
    <w:rsid w:val="00B41B50"/>
    <w:rsid w:val="00B4419C"/>
    <w:rsid w:val="00B45631"/>
    <w:rsid w:val="00B47777"/>
    <w:rsid w:val="00B47ADF"/>
    <w:rsid w:val="00B55070"/>
    <w:rsid w:val="00B60068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00AD"/>
    <w:rsid w:val="00C52D3B"/>
    <w:rsid w:val="00C53FE3"/>
    <w:rsid w:val="00C554CD"/>
    <w:rsid w:val="00C55524"/>
    <w:rsid w:val="00C615A2"/>
    <w:rsid w:val="00C65852"/>
    <w:rsid w:val="00C72B49"/>
    <w:rsid w:val="00C77106"/>
    <w:rsid w:val="00C774CF"/>
    <w:rsid w:val="00C87836"/>
    <w:rsid w:val="00C904ED"/>
    <w:rsid w:val="00C92A2E"/>
    <w:rsid w:val="00CA66F5"/>
    <w:rsid w:val="00CA6BD1"/>
    <w:rsid w:val="00CA79F1"/>
    <w:rsid w:val="00CE0C10"/>
    <w:rsid w:val="00CE16F1"/>
    <w:rsid w:val="00CE5038"/>
    <w:rsid w:val="00CE5448"/>
    <w:rsid w:val="00CE5488"/>
    <w:rsid w:val="00CE63E0"/>
    <w:rsid w:val="00CF5885"/>
    <w:rsid w:val="00CF6534"/>
    <w:rsid w:val="00CF72EF"/>
    <w:rsid w:val="00CF7462"/>
    <w:rsid w:val="00CF7A00"/>
    <w:rsid w:val="00D03796"/>
    <w:rsid w:val="00D04A95"/>
    <w:rsid w:val="00D04FE4"/>
    <w:rsid w:val="00D313A4"/>
    <w:rsid w:val="00D32108"/>
    <w:rsid w:val="00D3707C"/>
    <w:rsid w:val="00D409C0"/>
    <w:rsid w:val="00D45693"/>
    <w:rsid w:val="00D47D4E"/>
    <w:rsid w:val="00D55DC3"/>
    <w:rsid w:val="00D57457"/>
    <w:rsid w:val="00D62600"/>
    <w:rsid w:val="00D64C60"/>
    <w:rsid w:val="00D64F60"/>
    <w:rsid w:val="00D9438B"/>
    <w:rsid w:val="00D961B5"/>
    <w:rsid w:val="00DA2153"/>
    <w:rsid w:val="00DA2662"/>
    <w:rsid w:val="00DA7075"/>
    <w:rsid w:val="00DB44DA"/>
    <w:rsid w:val="00DB4ACB"/>
    <w:rsid w:val="00DC032C"/>
    <w:rsid w:val="00DC1F2A"/>
    <w:rsid w:val="00DD3C53"/>
    <w:rsid w:val="00DE0230"/>
    <w:rsid w:val="00DE3025"/>
    <w:rsid w:val="00DE5309"/>
    <w:rsid w:val="00DF1C10"/>
    <w:rsid w:val="00DF1EE2"/>
    <w:rsid w:val="00E03F6F"/>
    <w:rsid w:val="00E04C83"/>
    <w:rsid w:val="00E06FBA"/>
    <w:rsid w:val="00E14DD8"/>
    <w:rsid w:val="00E155F0"/>
    <w:rsid w:val="00E15E5D"/>
    <w:rsid w:val="00E17E89"/>
    <w:rsid w:val="00E20D4D"/>
    <w:rsid w:val="00E2358B"/>
    <w:rsid w:val="00E30003"/>
    <w:rsid w:val="00E34020"/>
    <w:rsid w:val="00E3479A"/>
    <w:rsid w:val="00E6313B"/>
    <w:rsid w:val="00E66783"/>
    <w:rsid w:val="00E74DE6"/>
    <w:rsid w:val="00E76C0B"/>
    <w:rsid w:val="00E76D9B"/>
    <w:rsid w:val="00E77789"/>
    <w:rsid w:val="00E80515"/>
    <w:rsid w:val="00E857A9"/>
    <w:rsid w:val="00E90862"/>
    <w:rsid w:val="00E92307"/>
    <w:rsid w:val="00E954AC"/>
    <w:rsid w:val="00E95A92"/>
    <w:rsid w:val="00EA2954"/>
    <w:rsid w:val="00EB511E"/>
    <w:rsid w:val="00EB632F"/>
    <w:rsid w:val="00EC1396"/>
    <w:rsid w:val="00ED11E6"/>
    <w:rsid w:val="00EE123F"/>
    <w:rsid w:val="00EF15B4"/>
    <w:rsid w:val="00EF2F06"/>
    <w:rsid w:val="00EF3C23"/>
    <w:rsid w:val="00F0149D"/>
    <w:rsid w:val="00F05D3F"/>
    <w:rsid w:val="00F10E71"/>
    <w:rsid w:val="00F1395B"/>
    <w:rsid w:val="00F142BE"/>
    <w:rsid w:val="00F222EB"/>
    <w:rsid w:val="00F25601"/>
    <w:rsid w:val="00F344B8"/>
    <w:rsid w:val="00F41966"/>
    <w:rsid w:val="00F445E5"/>
    <w:rsid w:val="00F45D74"/>
    <w:rsid w:val="00F47549"/>
    <w:rsid w:val="00F516C4"/>
    <w:rsid w:val="00F6067C"/>
    <w:rsid w:val="00F61445"/>
    <w:rsid w:val="00F65644"/>
    <w:rsid w:val="00F67CAA"/>
    <w:rsid w:val="00F71E39"/>
    <w:rsid w:val="00F73478"/>
    <w:rsid w:val="00F82E34"/>
    <w:rsid w:val="00F84C8D"/>
    <w:rsid w:val="00FA07A1"/>
    <w:rsid w:val="00FA3E25"/>
    <w:rsid w:val="00FA5C56"/>
    <w:rsid w:val="00FB250A"/>
    <w:rsid w:val="00FB5A18"/>
    <w:rsid w:val="00FC0120"/>
    <w:rsid w:val="00FC598E"/>
    <w:rsid w:val="00FD07B9"/>
    <w:rsid w:val="00FD182E"/>
    <w:rsid w:val="00FD7F63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120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Text">
    <w:name w:val="Text"/>
    <w:rsid w:val="002126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berschrift4Zchn">
    <w:name w:val="Überschrift 4 Zchn"/>
    <w:basedOn w:val="Absatz-Standardschriftart"/>
    <w:link w:val="berschrift4"/>
    <w:rsid w:val="00836161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75026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Text">
    <w:name w:val="Text"/>
    <w:rsid w:val="002126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berschrift4Zchn">
    <w:name w:val="Überschrift 4 Zchn"/>
    <w:basedOn w:val="Absatz-Standardschriftart"/>
    <w:link w:val="berschrift4"/>
    <w:rsid w:val="00836161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75026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7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6C097-A984-426B-9A92-92C32384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4</Pages>
  <Words>956</Words>
  <Characters>6513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7455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Jung, Angelika KMK-N</cp:lastModifiedBy>
  <cp:revision>3</cp:revision>
  <cp:lastPrinted>2018-06-08T09:37:00Z</cp:lastPrinted>
  <dcterms:created xsi:type="dcterms:W3CDTF">2018-08-20T11:05:00Z</dcterms:created>
  <dcterms:modified xsi:type="dcterms:W3CDTF">2018-08-20T11:25:00Z</dcterms:modified>
</cp:coreProperties>
</file>