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D10F0F" w14:textId="77777777" w:rsidR="005E1468" w:rsidRDefault="000556D1" w:rsidP="00242455">
      <w:pPr>
        <w:pStyle w:val="berschrift2"/>
      </w:pPr>
      <w:r>
        <w:t>150 Jahre KFV</w:t>
      </w:r>
      <w:r w:rsidR="00F6067C">
        <w:t xml:space="preserve"> </w:t>
      </w:r>
    </w:p>
    <w:p w14:paraId="0E3B7510" w14:textId="506A8A51" w:rsidR="00A82224" w:rsidRPr="0009170D" w:rsidRDefault="003161AC" w:rsidP="00A82224">
      <w:pPr>
        <w:pStyle w:val="berschrift1"/>
      </w:pPr>
      <w:r>
        <w:t>Von der Schlos</w:t>
      </w:r>
      <w:r w:rsidR="00810B4D">
        <w:t>s</w:t>
      </w:r>
      <w:r>
        <w:t>schmiede zum Weltunternehmen</w:t>
      </w:r>
    </w:p>
    <w:p w14:paraId="1A06ACA6" w14:textId="77777777" w:rsidR="002E27EC" w:rsidRDefault="002E27EC" w:rsidP="00836161"/>
    <w:p w14:paraId="5134ACB6" w14:textId="60A79A15" w:rsidR="00AC5F08" w:rsidRDefault="00D9438B" w:rsidP="00AC5F08">
      <w:r>
        <w:t xml:space="preserve">Seit </w:t>
      </w:r>
      <w:r w:rsidR="00836161">
        <w:t xml:space="preserve">weit über </w:t>
      </w:r>
      <w:r w:rsidR="007917B6">
        <w:t>einhundert</w:t>
      </w:r>
      <w:r w:rsidR="00836161">
        <w:t xml:space="preserve"> </w:t>
      </w:r>
      <w:r>
        <w:t xml:space="preserve">Jahren schreibt KFV mit innovativer Schließtechnik für Türen Erfolgsgeschichte. </w:t>
      </w:r>
      <w:r w:rsidR="00D3707C">
        <w:t xml:space="preserve">Jetzt </w:t>
      </w:r>
      <w:r w:rsidR="003629B2">
        <w:t>feiert</w:t>
      </w:r>
      <w:r w:rsidR="0046264B">
        <w:t>e</w:t>
      </w:r>
      <w:r w:rsidR="00836161">
        <w:t xml:space="preserve"> </w:t>
      </w:r>
      <w:r w:rsidR="00D3707C">
        <w:t xml:space="preserve">das </w:t>
      </w:r>
      <w:r w:rsidR="007917B6">
        <w:t>Tochteru</w:t>
      </w:r>
      <w:r w:rsidR="00D3707C">
        <w:t xml:space="preserve">nternehmen </w:t>
      </w:r>
      <w:r w:rsidR="007917B6">
        <w:t xml:space="preserve">der SIEGENIA GRUPPE </w:t>
      </w:r>
      <w:r w:rsidR="00836161">
        <w:t xml:space="preserve">ein </w:t>
      </w:r>
      <w:r w:rsidR="003629B2">
        <w:t xml:space="preserve">denkwürdiges </w:t>
      </w:r>
      <w:r w:rsidR="00D3707C">
        <w:t xml:space="preserve">Jubiläum: </w:t>
      </w:r>
      <w:r w:rsidR="00836161">
        <w:t>A</w:t>
      </w:r>
      <w:r w:rsidR="00D3707C">
        <w:t xml:space="preserve">m 28. August </w:t>
      </w:r>
      <w:r w:rsidR="0046264B">
        <w:t>wurde</w:t>
      </w:r>
      <w:r w:rsidR="00D3707C">
        <w:t xml:space="preserve"> KFV 150 Jahre alt. </w:t>
      </w:r>
      <w:r w:rsidR="003629B2">
        <w:t>Wieland Frank, Geschäftsführender Gesellschafter von SIEGENIA, erläutert: „</w:t>
      </w:r>
      <w:r w:rsidR="00294EC5">
        <w:t>S</w:t>
      </w:r>
      <w:r w:rsidR="00294EC5" w:rsidRPr="00AC5F08">
        <w:t>ein bemerkenswertes Wachstum</w:t>
      </w:r>
      <w:r w:rsidR="00294EC5">
        <w:t xml:space="preserve"> </w:t>
      </w:r>
      <w:r w:rsidR="00294EC5" w:rsidRPr="00AC5F08">
        <w:t>verdankt KFV</w:t>
      </w:r>
      <w:r w:rsidR="00294EC5">
        <w:t xml:space="preserve"> r</w:t>
      </w:r>
      <w:r w:rsidR="003629B2">
        <w:t>i</w:t>
      </w:r>
      <w:r w:rsidR="00AC5F08" w:rsidRPr="00AC5F08">
        <w:t xml:space="preserve">chtungsweisenden </w:t>
      </w:r>
      <w:r w:rsidR="00294EC5">
        <w:t>Lösungen</w:t>
      </w:r>
      <w:r w:rsidR="00AC5F08" w:rsidRPr="00AC5F08">
        <w:t xml:space="preserve"> im Bereich elektromechanischer </w:t>
      </w:r>
      <w:proofErr w:type="spellStart"/>
      <w:r w:rsidR="00AC5F08" w:rsidRPr="00AC5F08">
        <w:t>Ver</w:t>
      </w:r>
      <w:proofErr w:type="spellEnd"/>
      <w:r w:rsidR="00AC5F08" w:rsidRPr="00AC5F08">
        <w:t xml:space="preserve">- und Entriegelungssysteme. </w:t>
      </w:r>
      <w:r w:rsidR="00294EC5">
        <w:t>Kunden schätzen insbesondere das</w:t>
      </w:r>
      <w:r w:rsidR="00AC5F08" w:rsidRPr="00AC5F08">
        <w:t xml:space="preserve"> individuelle Produktspektrum, das auf </w:t>
      </w:r>
      <w:r w:rsidR="00294EC5">
        <w:t>ihre B</w:t>
      </w:r>
      <w:r w:rsidR="00AC5F08" w:rsidRPr="00AC5F08">
        <w:t>ed</w:t>
      </w:r>
      <w:r w:rsidR="00294EC5">
        <w:t>ü</w:t>
      </w:r>
      <w:r w:rsidR="00AC5F08" w:rsidRPr="00AC5F08">
        <w:t>rfnisse immer wieder reagiert.</w:t>
      </w:r>
      <w:r w:rsidR="00A15971">
        <w:t>“</w:t>
      </w:r>
    </w:p>
    <w:p w14:paraId="3D85AA30" w14:textId="3B5A0AE0" w:rsidR="00836161" w:rsidRDefault="0009170D" w:rsidP="007917B6">
      <w:pPr>
        <w:pStyle w:val="berschrift4"/>
      </w:pPr>
      <w:r w:rsidRPr="0009170D">
        <w:t>Mit Geschäftss</w:t>
      </w:r>
      <w:r>
        <w:t xml:space="preserve">inn und Ideenreichtum erfolgreich </w:t>
      </w:r>
    </w:p>
    <w:p w14:paraId="6A758B2C" w14:textId="77777777" w:rsidR="00910E0E" w:rsidRDefault="000556D1" w:rsidP="00212677">
      <w:r>
        <w:t>Was heute ein wichtiger Bestandteil der SIEGENIA GRUPPE ist, nahm seinen Anfang am</w:t>
      </w:r>
    </w:p>
    <w:p w14:paraId="4BDED0B9" w14:textId="691CE7FF" w:rsidR="00711802" w:rsidRDefault="000556D1" w:rsidP="00212677">
      <w:r>
        <w:t xml:space="preserve">28. August 1868: Im Alter von 16 Jahren eröffnete Karl </w:t>
      </w:r>
      <w:proofErr w:type="spellStart"/>
      <w:r>
        <w:t>Fliether</w:t>
      </w:r>
      <w:proofErr w:type="spellEnd"/>
      <w:r>
        <w:t xml:space="preserve"> im Osten von Velbert eine Schlossschmiede. </w:t>
      </w:r>
      <w:r w:rsidR="007917B6">
        <w:t xml:space="preserve">Bereits 1897 </w:t>
      </w:r>
      <w:r w:rsidR="000D1F69">
        <w:t>leitete</w:t>
      </w:r>
      <w:r w:rsidR="007917B6">
        <w:t xml:space="preserve"> er durch die Inbetriebnahme einer Dampfmaschine </w:t>
      </w:r>
      <w:r w:rsidR="00711802">
        <w:t xml:space="preserve">den </w:t>
      </w:r>
      <w:r w:rsidR="00947C17">
        <w:t xml:space="preserve">entscheidenden </w:t>
      </w:r>
      <w:r w:rsidR="00711802">
        <w:t>Schritt vom Handwerks- zum Industrieunternehmen</w:t>
      </w:r>
      <w:r w:rsidR="000D1F69">
        <w:t xml:space="preserve"> ein</w:t>
      </w:r>
      <w:r w:rsidR="00A15971">
        <w:t xml:space="preserve"> und konzentrierte sich um 1900 </w:t>
      </w:r>
      <w:r w:rsidR="000D1F69">
        <w:t xml:space="preserve">zunehmend </w:t>
      </w:r>
      <w:r w:rsidR="00711802">
        <w:t>auf die Produktion von Türschlössern</w:t>
      </w:r>
      <w:r w:rsidR="009C4BAA">
        <w:t xml:space="preserve">. Erste </w:t>
      </w:r>
      <w:r>
        <w:t xml:space="preserve">Patente </w:t>
      </w:r>
      <w:r w:rsidR="009C4BAA">
        <w:t xml:space="preserve">folgten bald. Bereits </w:t>
      </w:r>
      <w:r w:rsidR="00FC0120">
        <w:t xml:space="preserve">1906 </w:t>
      </w:r>
      <w:r w:rsidR="009C4BAA">
        <w:t>errichtete</w:t>
      </w:r>
      <w:r w:rsidR="00FC0120">
        <w:t xml:space="preserve"> er eine neue, hochmoderne Fertigung. </w:t>
      </w:r>
    </w:p>
    <w:p w14:paraId="3DFA2884" w14:textId="77777777" w:rsidR="00F47549" w:rsidRDefault="00F47549" w:rsidP="00212677"/>
    <w:p w14:paraId="2923A0B0" w14:textId="4DAA3634" w:rsidR="009C4BAA" w:rsidRDefault="000556D1" w:rsidP="00A156B4">
      <w:r>
        <w:t>Über</w:t>
      </w:r>
      <w:r w:rsidR="000D1F69">
        <w:t xml:space="preserve"> </w:t>
      </w:r>
      <w:r>
        <w:t>vier Generationen hinweg machte sich KFV als Familienbetrieb einen guten Namen</w:t>
      </w:r>
      <w:r w:rsidR="00947C17">
        <w:t xml:space="preserve">. </w:t>
      </w:r>
      <w:r w:rsidR="009A48E4">
        <w:t xml:space="preserve">Als besonders bedeutsam </w:t>
      </w:r>
      <w:r w:rsidR="009C4BAA">
        <w:t>erwies</w:t>
      </w:r>
      <w:r w:rsidR="009A48E4">
        <w:t xml:space="preserve"> sich der Wechsel an der Führungsspitze des Unternehmens im Jahr 1959</w:t>
      </w:r>
      <w:r w:rsidR="00242455">
        <w:t>,</w:t>
      </w:r>
      <w:r w:rsidR="00336348">
        <w:t xml:space="preserve"> als</w:t>
      </w:r>
      <w:r w:rsidR="000C105C">
        <w:t xml:space="preserve"> </w:t>
      </w:r>
      <w:r w:rsidR="009A48E4">
        <w:t>Karl Joachim</w:t>
      </w:r>
      <w:r w:rsidR="00242455">
        <w:t xml:space="preserve"> </w:t>
      </w:r>
      <w:proofErr w:type="spellStart"/>
      <w:r w:rsidR="00242455">
        <w:t>Fliether</w:t>
      </w:r>
      <w:proofErr w:type="spellEnd"/>
      <w:r w:rsidR="00242455">
        <w:t xml:space="preserve"> </w:t>
      </w:r>
      <w:r w:rsidR="009A48E4">
        <w:t xml:space="preserve">die Leitung </w:t>
      </w:r>
      <w:r w:rsidR="000C105C">
        <w:t>von KFV</w:t>
      </w:r>
      <w:r w:rsidR="009A48E4">
        <w:t xml:space="preserve"> </w:t>
      </w:r>
      <w:r w:rsidR="00336348">
        <w:t>übern</w:t>
      </w:r>
      <w:r w:rsidR="00242455">
        <w:t>a</w:t>
      </w:r>
      <w:r w:rsidR="00336348">
        <w:t xml:space="preserve">hm. Ihm verdankte das Unternehmen seinen Durchbruch, denn er </w:t>
      </w:r>
      <w:r w:rsidR="009A48E4">
        <w:t xml:space="preserve">läutete </w:t>
      </w:r>
      <w:r w:rsidR="000C105C">
        <w:t xml:space="preserve">schon bald mit diversen Innovationen eine rasante </w:t>
      </w:r>
      <w:r w:rsidR="009A48E4">
        <w:t xml:space="preserve">Entwicklung ein. </w:t>
      </w:r>
    </w:p>
    <w:p w14:paraId="2B6BA1F4" w14:textId="02DAF8F3" w:rsidR="009C4BAA" w:rsidRDefault="0046264B" w:rsidP="0046264B">
      <w:pPr>
        <w:pStyle w:val="berschrift4"/>
      </w:pPr>
      <w:r>
        <w:t>Durchbruch in den 70-er Jahren</w:t>
      </w:r>
    </w:p>
    <w:p w14:paraId="5B1829A3" w14:textId="5BECF91E" w:rsidR="00A156B4" w:rsidRPr="001C389D" w:rsidRDefault="00387A7F" w:rsidP="00A156B4">
      <w:pPr>
        <w:rPr>
          <w:strike/>
        </w:rPr>
      </w:pPr>
      <w:r>
        <w:t>In den 70</w:t>
      </w:r>
      <w:r w:rsidR="0058777A">
        <w:t>-</w:t>
      </w:r>
      <w:r>
        <w:t xml:space="preserve">er Jahren schrieb KFV mit einer wegweisenden </w:t>
      </w:r>
      <w:r w:rsidR="000C105C">
        <w:t>Neuentwicklung</w:t>
      </w:r>
      <w:r>
        <w:t xml:space="preserve"> Geschichte</w:t>
      </w:r>
      <w:r w:rsidR="00064993">
        <w:t xml:space="preserve">, die </w:t>
      </w:r>
      <w:r w:rsidR="00064993" w:rsidRPr="00387A7F">
        <w:t xml:space="preserve">das Unternehmen </w:t>
      </w:r>
      <w:r w:rsidR="000C105C">
        <w:t xml:space="preserve">schnell </w:t>
      </w:r>
      <w:r w:rsidR="00064993" w:rsidRPr="00387A7F">
        <w:t>zum Marktführer für Mehrfachverriegelungen mach</w:t>
      </w:r>
      <w:r w:rsidR="009C4BAA">
        <w:t>t</w:t>
      </w:r>
      <w:r w:rsidR="00064993" w:rsidRPr="00387A7F">
        <w:t>e</w:t>
      </w:r>
      <w:r>
        <w:t>. Zu dieser Zeit arbeitete die Branche intensiv an der Entwicklung von Lösungen</w:t>
      </w:r>
      <w:r w:rsidR="009C4BAA">
        <w:t xml:space="preserve"> für eine verbesserte Einbruchhemmung</w:t>
      </w:r>
      <w:r>
        <w:t xml:space="preserve">. </w:t>
      </w:r>
      <w:r w:rsidR="009C4BAA">
        <w:t>Die</w:t>
      </w:r>
      <w:r w:rsidRPr="00387A7F">
        <w:t xml:space="preserve"> KFV-Konstrukteure</w:t>
      </w:r>
      <w:r w:rsidR="00064993">
        <w:t xml:space="preserve"> entwickelten </w:t>
      </w:r>
      <w:r w:rsidRPr="00387A7F">
        <w:t xml:space="preserve">ein </w:t>
      </w:r>
      <w:r w:rsidR="00064993">
        <w:t xml:space="preserve">neuartiges </w:t>
      </w:r>
      <w:proofErr w:type="spellStart"/>
      <w:r w:rsidRPr="00387A7F">
        <w:t>Steckrad</w:t>
      </w:r>
      <w:proofErr w:type="spellEnd"/>
      <w:r w:rsidR="00A156B4" w:rsidRPr="00387A7F">
        <w:t xml:space="preserve"> sowie </w:t>
      </w:r>
      <w:r w:rsidRPr="00387A7F">
        <w:t xml:space="preserve">eine </w:t>
      </w:r>
      <w:r w:rsidR="00A156B4" w:rsidRPr="00387A7F">
        <w:t>exakt bemessene Steuerkurve</w:t>
      </w:r>
      <w:r w:rsidRPr="00387A7F">
        <w:t xml:space="preserve">, </w:t>
      </w:r>
      <w:r w:rsidR="00336348">
        <w:t>wodurch</w:t>
      </w:r>
      <w:r w:rsidRPr="00387A7F">
        <w:t xml:space="preserve"> </w:t>
      </w:r>
      <w:r w:rsidR="00064993">
        <w:t xml:space="preserve">die </w:t>
      </w:r>
      <w:r w:rsidRPr="00387A7F">
        <w:t xml:space="preserve">Mehrpunktverriegelungen von KFV </w:t>
      </w:r>
      <w:r w:rsidR="00064993">
        <w:t xml:space="preserve">zu der mit Abstand </w:t>
      </w:r>
      <w:r w:rsidR="00A156B4" w:rsidRPr="00387A7F">
        <w:t>zuverlässig</w:t>
      </w:r>
      <w:r w:rsidR="00064993">
        <w:t>sten</w:t>
      </w:r>
      <w:r w:rsidR="00A156B4" w:rsidRPr="00387A7F">
        <w:t xml:space="preserve"> Sicherungslösung </w:t>
      </w:r>
      <w:r w:rsidR="00336348">
        <w:t>wurde</w:t>
      </w:r>
      <w:r w:rsidR="0058777A">
        <w:t>n</w:t>
      </w:r>
      <w:r w:rsidR="00A156B4" w:rsidRPr="00387A7F">
        <w:t>.</w:t>
      </w:r>
    </w:p>
    <w:p w14:paraId="49022982" w14:textId="77777777" w:rsidR="00594456" w:rsidRDefault="00594456" w:rsidP="00A156B4"/>
    <w:p w14:paraId="72FF2B27" w14:textId="7F99C4CD" w:rsidR="00A02FA4" w:rsidRDefault="00387A7F" w:rsidP="00441F7E">
      <w:pPr>
        <w:rPr>
          <w:bCs/>
          <w:iCs/>
        </w:rPr>
      </w:pPr>
      <w:r>
        <w:t>I</w:t>
      </w:r>
      <w:r w:rsidR="001477CD">
        <w:t>n</w:t>
      </w:r>
      <w:r>
        <w:t xml:space="preserve"> de</w:t>
      </w:r>
      <w:r w:rsidR="001477CD">
        <w:t>n</w:t>
      </w:r>
      <w:r>
        <w:t xml:space="preserve"> folgenden Jahrzehnte</w:t>
      </w:r>
      <w:r w:rsidR="001477CD">
        <w:t>n</w:t>
      </w:r>
      <w:r>
        <w:t xml:space="preserve"> baute KFV seine </w:t>
      </w:r>
      <w:r w:rsidR="00810B4D">
        <w:t xml:space="preserve">starke </w:t>
      </w:r>
      <w:r w:rsidR="00441F7E">
        <w:t>Position mit weiteren Neuentwicklungen aus</w:t>
      </w:r>
      <w:r w:rsidR="0080733E">
        <w:t>.1999 st</w:t>
      </w:r>
      <w:r w:rsidR="00441F7E" w:rsidRPr="000D1F69">
        <w:t xml:space="preserve">ieg das Unternehmen mit der </w:t>
      </w:r>
      <w:r w:rsidR="00A156B4" w:rsidRPr="000D1F69">
        <w:t>Einführung des Sch</w:t>
      </w:r>
      <w:r w:rsidR="00441F7E" w:rsidRPr="000D1F69">
        <w:t>l</w:t>
      </w:r>
      <w:r w:rsidR="00A156B4" w:rsidRPr="000D1F69">
        <w:t xml:space="preserve">ießsystems </w:t>
      </w:r>
      <w:proofErr w:type="spellStart"/>
      <w:r w:rsidR="00A156B4" w:rsidRPr="000D1F69">
        <w:t>Fliethom</w:t>
      </w:r>
      <w:r w:rsidR="00441F7E" w:rsidRPr="000D1F69">
        <w:t>a</w:t>
      </w:r>
      <w:r w:rsidR="00A156B4" w:rsidRPr="000D1F69">
        <w:t>tic</w:t>
      </w:r>
      <w:proofErr w:type="spellEnd"/>
      <w:r w:rsidR="00A156B4" w:rsidRPr="000D1F69">
        <w:t xml:space="preserve"> in die </w:t>
      </w:r>
      <w:r w:rsidR="00A156B4" w:rsidRPr="000D1F69">
        <w:lastRenderedPageBreak/>
        <w:t>Herstellung mechatronischer Systeme ein</w:t>
      </w:r>
      <w:r w:rsidR="00483834">
        <w:t>.</w:t>
      </w:r>
      <w:r w:rsidR="009C4BAA">
        <w:t xml:space="preserve"> </w:t>
      </w:r>
      <w:r w:rsidR="00441F7E" w:rsidRPr="000D1F69">
        <w:t>Ein weiterer Meilenstein folgte im Jahr</w:t>
      </w:r>
      <w:r w:rsidR="000556D1" w:rsidRPr="000D1F69">
        <w:t xml:space="preserve"> 2002 mit der Markteinführung des mechatronischen </w:t>
      </w:r>
      <w:proofErr w:type="spellStart"/>
      <w:r w:rsidR="000556D1" w:rsidRPr="000D1F69">
        <w:t>Ver</w:t>
      </w:r>
      <w:proofErr w:type="spellEnd"/>
      <w:r w:rsidR="000556D1" w:rsidRPr="000D1F69">
        <w:t xml:space="preserve">- und Entriegelungssystems </w:t>
      </w:r>
      <w:r w:rsidR="00441F7E" w:rsidRPr="000D1F69">
        <w:rPr>
          <w:bCs/>
          <w:iCs/>
        </w:rPr>
        <w:t>GENIUS</w:t>
      </w:r>
      <w:r w:rsidR="0036510E" w:rsidRPr="000D1F69">
        <w:rPr>
          <w:bCs/>
          <w:iCs/>
        </w:rPr>
        <w:t xml:space="preserve">, </w:t>
      </w:r>
      <w:r w:rsidR="00594456">
        <w:rPr>
          <w:bCs/>
          <w:iCs/>
        </w:rPr>
        <w:t>das</w:t>
      </w:r>
      <w:r w:rsidR="0036510E" w:rsidRPr="000D1F69">
        <w:rPr>
          <w:bCs/>
          <w:iCs/>
        </w:rPr>
        <w:t xml:space="preserve"> </w:t>
      </w:r>
      <w:r w:rsidR="001477CD">
        <w:rPr>
          <w:bCs/>
          <w:iCs/>
        </w:rPr>
        <w:t xml:space="preserve">aufgrund der </w:t>
      </w:r>
      <w:r w:rsidR="0036510E">
        <w:rPr>
          <w:bCs/>
          <w:iCs/>
        </w:rPr>
        <w:t>konsequent</w:t>
      </w:r>
      <w:r w:rsidR="001477CD">
        <w:rPr>
          <w:bCs/>
          <w:iCs/>
        </w:rPr>
        <w:t>en W</w:t>
      </w:r>
      <w:r w:rsidR="0036510E">
        <w:rPr>
          <w:bCs/>
          <w:iCs/>
        </w:rPr>
        <w:t>eiterentwick</w:t>
      </w:r>
      <w:r w:rsidR="001477CD">
        <w:rPr>
          <w:bCs/>
          <w:iCs/>
        </w:rPr>
        <w:t>lung</w:t>
      </w:r>
      <w:r w:rsidR="00594456">
        <w:rPr>
          <w:bCs/>
          <w:iCs/>
        </w:rPr>
        <w:t xml:space="preserve"> </w:t>
      </w:r>
      <w:r w:rsidR="00336348">
        <w:rPr>
          <w:bCs/>
          <w:iCs/>
        </w:rPr>
        <w:t xml:space="preserve">in Komfort- und Sicherheitsfeatures </w:t>
      </w:r>
      <w:r w:rsidR="00594456">
        <w:rPr>
          <w:bCs/>
          <w:iCs/>
        </w:rPr>
        <w:t>auch aktuellen Raumkomfort-A</w:t>
      </w:r>
      <w:r w:rsidR="0036510E">
        <w:rPr>
          <w:bCs/>
          <w:iCs/>
        </w:rPr>
        <w:t>nforderungen entspr</w:t>
      </w:r>
      <w:r w:rsidR="00594456">
        <w:rPr>
          <w:bCs/>
          <w:iCs/>
        </w:rPr>
        <w:t>icht</w:t>
      </w:r>
      <w:r w:rsidR="0036510E">
        <w:rPr>
          <w:bCs/>
          <w:iCs/>
        </w:rPr>
        <w:t xml:space="preserve">. </w:t>
      </w:r>
      <w:r w:rsidR="000C105C">
        <w:rPr>
          <w:bCs/>
          <w:iCs/>
        </w:rPr>
        <w:t xml:space="preserve">Die erfolgreiche Entwicklung schlug sich auch in den Mitarbeiterzahlen nieder: </w:t>
      </w:r>
      <w:r w:rsidR="000C105C">
        <w:t xml:space="preserve">2002 </w:t>
      </w:r>
      <w:r w:rsidR="000C105C" w:rsidRPr="000D1F69">
        <w:t xml:space="preserve">beschäftigte </w:t>
      </w:r>
      <w:r w:rsidR="000C105C">
        <w:t>KFV</w:t>
      </w:r>
      <w:r w:rsidR="000C105C" w:rsidRPr="000D1F69">
        <w:t xml:space="preserve"> </w:t>
      </w:r>
      <w:r w:rsidR="000C105C">
        <w:t>bereits mehrere hundert</w:t>
      </w:r>
      <w:r w:rsidR="000C105C" w:rsidRPr="000D1F69">
        <w:t xml:space="preserve"> Mitarbeiter</w:t>
      </w:r>
      <w:r w:rsidR="000C105C">
        <w:t xml:space="preserve"> und hatte damit i</w:t>
      </w:r>
      <w:r w:rsidR="000C105C" w:rsidRPr="000D1F69">
        <w:t>nnerhalb weniger Jahrzehnte die Belegschaft nahezu versechsfacht.</w:t>
      </w:r>
    </w:p>
    <w:p w14:paraId="42276995" w14:textId="77777777" w:rsidR="000556D1" w:rsidRPr="00E728EE" w:rsidRDefault="000556D1" w:rsidP="000556D1">
      <w:pPr>
        <w:pStyle w:val="berschrift4"/>
      </w:pPr>
      <w:r>
        <w:t xml:space="preserve">Ein starker Partner für die SIEGENIA GRUPPE </w:t>
      </w:r>
    </w:p>
    <w:p w14:paraId="5138BE75" w14:textId="24B2F906" w:rsidR="00294EC5" w:rsidRPr="001477CD" w:rsidRDefault="00836986" w:rsidP="00836986">
      <w:r>
        <w:t xml:space="preserve">Seit 2006 gehört KFV der SIEGENIA GRUPPE an. </w:t>
      </w:r>
      <w:r w:rsidR="00280F08">
        <w:t>„</w:t>
      </w:r>
      <w:r w:rsidR="00086384">
        <w:t>Unsere Fenster-, Tür- und Komfortsysteme setzen auf die sinnvolle Vernetzung leistungsstarker Einzellösungen</w:t>
      </w:r>
      <w:r w:rsidR="00086384" w:rsidRPr="00CB5D7A">
        <w:t xml:space="preserve"> </w:t>
      </w:r>
      <w:r w:rsidR="00086384">
        <w:t>für mehr Raumkomfort, die Verarbeitern und Endanwendern Mehrwert bieten. Die Schließsysteme für Türen von KFV stellen eine wichtige Ergänzung dieses Portfolios dar</w:t>
      </w:r>
      <w:r w:rsidR="00280F08">
        <w:t>“, unterstreicht Wieland Frank</w:t>
      </w:r>
      <w:r w:rsidR="00280F08" w:rsidRPr="00AC5F08">
        <w:t>.</w:t>
      </w:r>
      <w:r w:rsidR="00280F08">
        <w:t xml:space="preserve"> </w:t>
      </w:r>
      <w:r w:rsidR="00086384">
        <w:t xml:space="preserve">Der strategische Zusammenschluss bedeutete </w:t>
      </w:r>
      <w:r w:rsidR="00890E44">
        <w:t xml:space="preserve">auch </w:t>
      </w:r>
      <w:r w:rsidR="00086384">
        <w:t>für den deutschen Marktführer für Mehrfachverriegelungen eine erneute Stärkung der Wettbewerbsposition</w:t>
      </w:r>
      <w:r w:rsidR="001477CD">
        <w:t>.</w:t>
      </w:r>
      <w:r w:rsidR="00086384">
        <w:t xml:space="preserve"> </w:t>
      </w:r>
      <w:r w:rsidR="005F4D15">
        <w:t>M</w:t>
      </w:r>
      <w:r>
        <w:t xml:space="preserve">it diversen Neuentwicklungen, so z. B. dem A-Öffner oder </w:t>
      </w:r>
      <w:proofErr w:type="spellStart"/>
      <w:r>
        <w:t>KFVkeyless</w:t>
      </w:r>
      <w:proofErr w:type="spellEnd"/>
      <w:r>
        <w:t>, machte das Unternehmen in den folgenden Jahren von sich reden. Heute zählt KFV zählt zu den führenden Schlossherstellern in Europa. Pünktlich zum 150-jährigen Bestehen führt</w:t>
      </w:r>
      <w:r w:rsidR="0058777A">
        <w:t>e</w:t>
      </w:r>
      <w:r>
        <w:t xml:space="preserve"> das Unternehmen</w:t>
      </w:r>
      <w:r w:rsidR="005B1AEF">
        <w:t xml:space="preserve"> das </w:t>
      </w:r>
      <w:r w:rsidR="002B23E2">
        <w:t>innovative</w:t>
      </w:r>
      <w:r w:rsidR="0009170D">
        <w:t xml:space="preserve"> </w:t>
      </w:r>
      <w:r w:rsidR="00812335">
        <w:t>Modulsystem</w:t>
      </w:r>
      <w:r w:rsidR="0009170D">
        <w:t xml:space="preserve"> KFV ONE</w:t>
      </w:r>
      <w:r>
        <w:t xml:space="preserve"> ein, </w:t>
      </w:r>
      <w:r w:rsidR="00294EC5">
        <w:t xml:space="preserve">das nicht nur die Türenfertigung und -montage deutlich effizienter als bislang macht, sondern </w:t>
      </w:r>
      <w:r w:rsidR="002B23E2">
        <w:t>als</w:t>
      </w:r>
      <w:r w:rsidR="00973C47">
        <w:t xml:space="preserve"> neue Generation </w:t>
      </w:r>
      <w:r w:rsidR="002B23E2">
        <w:t xml:space="preserve">Mehrfachverriegelungen </w:t>
      </w:r>
      <w:r w:rsidR="00294EC5">
        <w:t>Verarbeitern durch die konsequente Berücksichtigung von Raumkomfort-Dimensionen erlaubt, im Verkaufsgespräch zu überzeugen</w:t>
      </w:r>
      <w:r w:rsidR="0009170D">
        <w:rPr>
          <w:rStyle w:val="Kommentarzeichen"/>
        </w:rPr>
        <w:t>.</w:t>
      </w:r>
      <w:r w:rsidR="00280F08">
        <w:t xml:space="preserve"> </w:t>
      </w:r>
    </w:p>
    <w:p w14:paraId="123A2D75" w14:textId="77777777" w:rsidR="00836986" w:rsidRDefault="00836986" w:rsidP="00836986"/>
    <w:p w14:paraId="2FB3071B" w14:textId="2F195A0D" w:rsidR="000556D1" w:rsidRDefault="000556D1" w:rsidP="005E1468"/>
    <w:p w14:paraId="7AA06AC7" w14:textId="64F549E3" w:rsidR="00210448" w:rsidRDefault="00210448" w:rsidP="005E1468"/>
    <w:p w14:paraId="31208420" w14:textId="77777777" w:rsidR="00210448" w:rsidRPr="00B55070" w:rsidRDefault="00210448" w:rsidP="005E1468"/>
    <w:p w14:paraId="4BA35ABC" w14:textId="77777777" w:rsidR="005E1468" w:rsidRDefault="005E1468" w:rsidP="005A7C57">
      <w:pPr>
        <w:pStyle w:val="berschrift4"/>
      </w:pPr>
      <w:r>
        <w:t>Bildunterschriften</w:t>
      </w:r>
    </w:p>
    <w:p w14:paraId="78F40B1D" w14:textId="3BD4780E" w:rsidR="00C554CD" w:rsidRDefault="002A7F37" w:rsidP="002A7F37">
      <w:r>
        <w:t>Bildquelle: SIEGENIA</w:t>
      </w:r>
    </w:p>
    <w:p w14:paraId="6A3A839B" w14:textId="77777777" w:rsidR="00C554CD" w:rsidRDefault="00C554CD" w:rsidP="002A7F37"/>
    <w:p w14:paraId="5367DAF0" w14:textId="3A78541A" w:rsidR="00C554CD" w:rsidRDefault="00C554CD" w:rsidP="00C554CD">
      <w:pPr>
        <w:rPr>
          <w:bCs/>
          <w:i/>
        </w:rPr>
      </w:pPr>
      <w:r>
        <w:rPr>
          <w:bCs/>
          <w:i/>
        </w:rPr>
        <w:t xml:space="preserve">Motiv 1: </w:t>
      </w:r>
      <w:proofErr w:type="spellStart"/>
      <w:r>
        <w:rPr>
          <w:bCs/>
          <w:i/>
        </w:rPr>
        <w:t>SIE_</w:t>
      </w:r>
      <w:r w:rsidR="00210448">
        <w:rPr>
          <w:bCs/>
          <w:i/>
        </w:rPr>
        <w:t>KFV_</w:t>
      </w:r>
      <w:r>
        <w:rPr>
          <w:bCs/>
          <w:i/>
        </w:rPr>
        <w:t>Karl</w:t>
      </w:r>
      <w:proofErr w:type="spellEnd"/>
      <w:r>
        <w:rPr>
          <w:bCs/>
          <w:i/>
        </w:rPr>
        <w:t xml:space="preserve"> Fliether.jpg </w:t>
      </w:r>
    </w:p>
    <w:p w14:paraId="5247189B" w14:textId="0F7281FD" w:rsidR="00C554CD" w:rsidRDefault="00C554CD" w:rsidP="00C554CD">
      <w:r>
        <w:t xml:space="preserve">Mit Geschäftssinn und Ideenreichtum brachte Karl </w:t>
      </w:r>
      <w:proofErr w:type="spellStart"/>
      <w:r>
        <w:t>Fliether</w:t>
      </w:r>
      <w:proofErr w:type="spellEnd"/>
      <w:r>
        <w:t xml:space="preserve"> sein Unternehmen zügig voran.</w:t>
      </w:r>
    </w:p>
    <w:p w14:paraId="0C87CFF9" w14:textId="77777777" w:rsidR="00C554CD" w:rsidRDefault="00C554CD" w:rsidP="00C554CD"/>
    <w:p w14:paraId="514238E1" w14:textId="15455760" w:rsidR="00C554CD" w:rsidRDefault="00C554CD" w:rsidP="00C554CD">
      <w:pPr>
        <w:rPr>
          <w:bCs/>
          <w:i/>
        </w:rPr>
      </w:pPr>
      <w:r>
        <w:rPr>
          <w:bCs/>
          <w:i/>
        </w:rPr>
        <w:t>Motiv 2: SIE_</w:t>
      </w:r>
      <w:r w:rsidR="00210448">
        <w:rPr>
          <w:bCs/>
          <w:i/>
        </w:rPr>
        <w:t>KFV_</w:t>
      </w:r>
      <w:r>
        <w:rPr>
          <w:bCs/>
          <w:i/>
        </w:rPr>
        <w:t xml:space="preserve">1868_Logo Carl Flieter.jpg </w:t>
      </w:r>
    </w:p>
    <w:p w14:paraId="748CFD21" w14:textId="50B309D3" w:rsidR="00C554CD" w:rsidRDefault="00C554CD" w:rsidP="00C554CD">
      <w:pPr>
        <w:rPr>
          <w:bCs/>
        </w:rPr>
      </w:pPr>
      <w:r>
        <w:rPr>
          <w:bCs/>
        </w:rPr>
        <w:t xml:space="preserve">Im Jahr 1868 </w:t>
      </w:r>
      <w:r w:rsidR="0058777A">
        <w:rPr>
          <w:bCs/>
        </w:rPr>
        <w:t>nahm</w:t>
      </w:r>
      <w:r>
        <w:rPr>
          <w:bCs/>
        </w:rPr>
        <w:t xml:space="preserve"> die Firma Karl </w:t>
      </w:r>
      <w:proofErr w:type="spellStart"/>
      <w:r>
        <w:rPr>
          <w:bCs/>
        </w:rPr>
        <w:t>Fliether</w:t>
      </w:r>
      <w:proofErr w:type="spellEnd"/>
      <w:r>
        <w:rPr>
          <w:bCs/>
        </w:rPr>
        <w:t xml:space="preserve"> Velbert (damals noch „Carl </w:t>
      </w:r>
      <w:proofErr w:type="spellStart"/>
      <w:r>
        <w:rPr>
          <w:bCs/>
        </w:rPr>
        <w:t>Flieter</w:t>
      </w:r>
      <w:proofErr w:type="spellEnd"/>
      <w:r>
        <w:rPr>
          <w:bCs/>
        </w:rPr>
        <w:t xml:space="preserve"> Velbert“) ihren Betrieb auf.</w:t>
      </w:r>
    </w:p>
    <w:p w14:paraId="5FD7E2AF" w14:textId="77777777" w:rsidR="00C554CD" w:rsidRDefault="00C554CD" w:rsidP="00C554CD">
      <w:pPr>
        <w:rPr>
          <w:bCs/>
          <w:i/>
        </w:rPr>
      </w:pPr>
    </w:p>
    <w:p w14:paraId="3D11312B" w14:textId="7D919406" w:rsidR="00C554CD" w:rsidRPr="00C554CD" w:rsidRDefault="00C554CD" w:rsidP="00C554CD">
      <w:pPr>
        <w:rPr>
          <w:bCs/>
        </w:rPr>
      </w:pPr>
      <w:r>
        <w:rPr>
          <w:bCs/>
          <w:i/>
        </w:rPr>
        <w:lastRenderedPageBreak/>
        <w:t xml:space="preserve">Motiv </w:t>
      </w:r>
      <w:r w:rsidR="005E6522">
        <w:rPr>
          <w:bCs/>
          <w:i/>
        </w:rPr>
        <w:t>3</w:t>
      </w:r>
      <w:r>
        <w:rPr>
          <w:bCs/>
          <w:i/>
        </w:rPr>
        <w:t>: SIE_</w:t>
      </w:r>
      <w:r w:rsidR="00210448">
        <w:rPr>
          <w:bCs/>
          <w:i/>
        </w:rPr>
        <w:t>KFV_</w:t>
      </w:r>
      <w:r>
        <w:rPr>
          <w:bCs/>
          <w:i/>
        </w:rPr>
        <w:t xml:space="preserve">1979_Mehrfachverriegelung.jpg </w:t>
      </w:r>
    </w:p>
    <w:p w14:paraId="5798020E" w14:textId="026160B9" w:rsidR="00C554CD" w:rsidRDefault="00C554CD" w:rsidP="00C554CD">
      <w:pPr>
        <w:rPr>
          <w:bCs/>
        </w:rPr>
      </w:pPr>
      <w:r>
        <w:rPr>
          <w:bCs/>
        </w:rPr>
        <w:t xml:space="preserve">Die Entwicklung der Mehrfachverriegelung </w:t>
      </w:r>
      <w:r w:rsidR="0058777A">
        <w:rPr>
          <w:bCs/>
        </w:rPr>
        <w:t>im Jahr 1979 war</w:t>
      </w:r>
      <w:r>
        <w:rPr>
          <w:bCs/>
        </w:rPr>
        <w:t xml:space="preserve"> ein Alleinstellungsmerkmal in der Branche und legt den Grundstein für ein rasantes Wachstum. </w:t>
      </w:r>
    </w:p>
    <w:p w14:paraId="7D93BF34" w14:textId="77777777" w:rsidR="00C554CD" w:rsidRDefault="00C554CD" w:rsidP="00C554CD">
      <w:pPr>
        <w:rPr>
          <w:bCs/>
          <w:i/>
        </w:rPr>
      </w:pPr>
    </w:p>
    <w:p w14:paraId="281B3237" w14:textId="0529CABB" w:rsidR="00C554CD" w:rsidRDefault="00C554CD" w:rsidP="00C554CD">
      <w:pPr>
        <w:rPr>
          <w:bCs/>
          <w:i/>
        </w:rPr>
      </w:pPr>
      <w:r>
        <w:rPr>
          <w:bCs/>
          <w:i/>
        </w:rPr>
        <w:t xml:space="preserve">Motiv </w:t>
      </w:r>
      <w:r w:rsidR="005E6522">
        <w:rPr>
          <w:bCs/>
          <w:i/>
        </w:rPr>
        <w:t>4</w:t>
      </w:r>
      <w:r>
        <w:rPr>
          <w:bCs/>
          <w:i/>
        </w:rPr>
        <w:t>: SIE_</w:t>
      </w:r>
      <w:r w:rsidR="00210448">
        <w:rPr>
          <w:bCs/>
          <w:i/>
        </w:rPr>
        <w:t>KFV_</w:t>
      </w:r>
      <w:r>
        <w:rPr>
          <w:bCs/>
          <w:i/>
        </w:rPr>
        <w:t xml:space="preserve">1999_Fliethomatic.jpg </w:t>
      </w:r>
    </w:p>
    <w:p w14:paraId="36623947" w14:textId="0A149967" w:rsidR="00C554CD" w:rsidRDefault="00C554CD" w:rsidP="00C554CD">
      <w:pPr>
        <w:rPr>
          <w:bCs/>
        </w:rPr>
      </w:pPr>
      <w:r>
        <w:rPr>
          <w:bCs/>
        </w:rPr>
        <w:t xml:space="preserve">Mit der Einführung des Schließsystems </w:t>
      </w:r>
      <w:proofErr w:type="spellStart"/>
      <w:r>
        <w:rPr>
          <w:bCs/>
        </w:rPr>
        <w:t>Fliethomatic</w:t>
      </w:r>
      <w:proofErr w:type="spellEnd"/>
      <w:r>
        <w:rPr>
          <w:bCs/>
        </w:rPr>
        <w:t xml:space="preserve"> </w:t>
      </w:r>
      <w:r w:rsidR="0058777A">
        <w:rPr>
          <w:bCs/>
        </w:rPr>
        <w:t>stieg</w:t>
      </w:r>
      <w:r>
        <w:rPr>
          <w:bCs/>
        </w:rPr>
        <w:t xml:space="preserve"> KFV </w:t>
      </w:r>
      <w:r w:rsidR="0058777A">
        <w:rPr>
          <w:bCs/>
        </w:rPr>
        <w:t xml:space="preserve">1999 </w:t>
      </w:r>
      <w:r>
        <w:rPr>
          <w:bCs/>
        </w:rPr>
        <w:t>in die Herstellung mechatronischer Systeme ein.</w:t>
      </w:r>
    </w:p>
    <w:p w14:paraId="76949801" w14:textId="77777777" w:rsidR="00810B4D" w:rsidRDefault="00810B4D" w:rsidP="00C554CD">
      <w:pPr>
        <w:rPr>
          <w:bCs/>
        </w:rPr>
      </w:pPr>
    </w:p>
    <w:p w14:paraId="1E21BAFA" w14:textId="08E1BA05" w:rsidR="00C554CD" w:rsidRDefault="00C554CD" w:rsidP="00C554CD">
      <w:pPr>
        <w:rPr>
          <w:bCs/>
          <w:i/>
        </w:rPr>
      </w:pPr>
      <w:r>
        <w:rPr>
          <w:bCs/>
          <w:i/>
        </w:rPr>
        <w:t xml:space="preserve">Motive </w:t>
      </w:r>
      <w:r w:rsidR="005E6522">
        <w:rPr>
          <w:bCs/>
          <w:i/>
        </w:rPr>
        <w:t>5</w:t>
      </w:r>
      <w:r>
        <w:rPr>
          <w:bCs/>
          <w:i/>
        </w:rPr>
        <w:t>/</w:t>
      </w:r>
      <w:r w:rsidR="005E6522">
        <w:rPr>
          <w:bCs/>
          <w:i/>
        </w:rPr>
        <w:t>6</w:t>
      </w:r>
      <w:r>
        <w:rPr>
          <w:bCs/>
          <w:i/>
        </w:rPr>
        <w:t>: SIE_</w:t>
      </w:r>
      <w:r w:rsidR="00210448">
        <w:rPr>
          <w:bCs/>
          <w:i/>
        </w:rPr>
        <w:t>KFV_</w:t>
      </w:r>
      <w:r w:rsidR="00133B19">
        <w:rPr>
          <w:bCs/>
          <w:i/>
        </w:rPr>
        <w:t>2016_</w:t>
      </w:r>
      <w:r>
        <w:rPr>
          <w:bCs/>
          <w:i/>
        </w:rPr>
        <w:t xml:space="preserve">Eingangstür_KFVkeyless_Zutrittskontrolle per Mobiltelefon.jpg </w:t>
      </w:r>
    </w:p>
    <w:p w14:paraId="0F0ED46D" w14:textId="25040955" w:rsidR="00C554CD" w:rsidRDefault="00C554CD" w:rsidP="00C554CD">
      <w:pPr>
        <w:rPr>
          <w:bCs/>
          <w:i/>
        </w:rPr>
      </w:pPr>
      <w:r>
        <w:rPr>
          <w:bCs/>
          <w:i/>
        </w:rPr>
        <w:t xml:space="preserve">Motiv </w:t>
      </w:r>
      <w:r w:rsidR="005E6522">
        <w:rPr>
          <w:bCs/>
          <w:i/>
        </w:rPr>
        <w:t>7</w:t>
      </w:r>
      <w:r>
        <w:rPr>
          <w:bCs/>
          <w:i/>
        </w:rPr>
        <w:t>: SIE_</w:t>
      </w:r>
      <w:r w:rsidR="00210448">
        <w:rPr>
          <w:bCs/>
          <w:i/>
        </w:rPr>
        <w:t>KFV_</w:t>
      </w:r>
      <w:r>
        <w:rPr>
          <w:bCs/>
          <w:i/>
        </w:rPr>
        <w:t>2016_GENIUS_KFV</w:t>
      </w:r>
      <w:r w:rsidR="009868E8">
        <w:rPr>
          <w:bCs/>
          <w:i/>
        </w:rPr>
        <w:t>k</w:t>
      </w:r>
      <w:r>
        <w:rPr>
          <w:bCs/>
          <w:i/>
        </w:rPr>
        <w:t>eyless</w:t>
      </w:r>
      <w:r w:rsidR="00210448">
        <w:rPr>
          <w:bCs/>
          <w:i/>
        </w:rPr>
        <w:t>.jpg</w:t>
      </w:r>
    </w:p>
    <w:p w14:paraId="46F817A3" w14:textId="6749E139" w:rsidR="00C554CD" w:rsidRDefault="00C554CD" w:rsidP="00C554CD">
      <w:pPr>
        <w:rPr>
          <w:bCs/>
        </w:rPr>
      </w:pPr>
      <w:r>
        <w:rPr>
          <w:bCs/>
        </w:rPr>
        <w:t xml:space="preserve">Das elektronische Zutrittskontrollsystem </w:t>
      </w:r>
      <w:proofErr w:type="spellStart"/>
      <w:r>
        <w:rPr>
          <w:bCs/>
        </w:rPr>
        <w:t>KFVkeyless</w:t>
      </w:r>
      <w:proofErr w:type="spellEnd"/>
      <w:r>
        <w:rPr>
          <w:bCs/>
        </w:rPr>
        <w:t xml:space="preserve"> ermöglicht ein berührungsloses Türöffnen via Bluetooth-Funktion im Smartphone</w:t>
      </w:r>
      <w:r w:rsidR="0058777A">
        <w:rPr>
          <w:bCs/>
        </w:rPr>
        <w:t>.</w:t>
      </w:r>
    </w:p>
    <w:p w14:paraId="36AFB157" w14:textId="77777777" w:rsidR="00C554CD" w:rsidRDefault="00C554CD" w:rsidP="00C554CD">
      <w:pPr>
        <w:rPr>
          <w:bCs/>
          <w:i/>
        </w:rPr>
      </w:pPr>
    </w:p>
    <w:p w14:paraId="0D332A61" w14:textId="63C6620A" w:rsidR="00C554CD" w:rsidRDefault="00C554CD" w:rsidP="00C554CD">
      <w:pPr>
        <w:rPr>
          <w:bCs/>
          <w:i/>
        </w:rPr>
      </w:pPr>
      <w:r>
        <w:rPr>
          <w:bCs/>
          <w:i/>
        </w:rPr>
        <w:t xml:space="preserve">Motiv </w:t>
      </w:r>
      <w:r w:rsidR="005E6522">
        <w:rPr>
          <w:bCs/>
          <w:i/>
        </w:rPr>
        <w:t>8</w:t>
      </w:r>
      <w:r>
        <w:rPr>
          <w:bCs/>
          <w:i/>
        </w:rPr>
        <w:t>: SIE_</w:t>
      </w:r>
      <w:r w:rsidR="00210448">
        <w:rPr>
          <w:bCs/>
          <w:i/>
        </w:rPr>
        <w:t>KFV_</w:t>
      </w:r>
      <w:r>
        <w:rPr>
          <w:bCs/>
          <w:i/>
        </w:rPr>
        <w:t xml:space="preserve">2016_MFV_AS3600_Eingangstür_grau.jpg </w:t>
      </w:r>
    </w:p>
    <w:p w14:paraId="7EED818F" w14:textId="1F039E17" w:rsidR="00C554CD" w:rsidRDefault="00C554CD" w:rsidP="00C554CD">
      <w:pPr>
        <w:rPr>
          <w:bCs/>
          <w:i/>
        </w:rPr>
      </w:pPr>
      <w:r>
        <w:rPr>
          <w:bCs/>
          <w:i/>
        </w:rPr>
        <w:t xml:space="preserve">Motiv </w:t>
      </w:r>
      <w:r w:rsidR="005E6522">
        <w:rPr>
          <w:bCs/>
          <w:i/>
        </w:rPr>
        <w:t>9</w:t>
      </w:r>
      <w:r>
        <w:rPr>
          <w:bCs/>
          <w:i/>
        </w:rPr>
        <w:t>: SIE_</w:t>
      </w:r>
      <w:r w:rsidR="00210448">
        <w:rPr>
          <w:bCs/>
          <w:i/>
        </w:rPr>
        <w:t>KFV_</w:t>
      </w:r>
      <w:r>
        <w:rPr>
          <w:bCs/>
          <w:i/>
        </w:rPr>
        <w:t>2016_MFV_AS3600_Detail</w:t>
      </w:r>
      <w:r w:rsidR="009868E8">
        <w:rPr>
          <w:bCs/>
          <w:i/>
        </w:rPr>
        <w:t>.jpg</w:t>
      </w:r>
    </w:p>
    <w:p w14:paraId="78903F3C" w14:textId="547F2801" w:rsidR="00C554CD" w:rsidRDefault="00C554CD" w:rsidP="00C554CD">
      <w:pPr>
        <w:rPr>
          <w:bCs/>
        </w:rPr>
      </w:pPr>
      <w:r>
        <w:rPr>
          <w:bCs/>
        </w:rPr>
        <w:t>Bei der MFV AS3600 integriert der Automatik-Fallenbolzen einen mechanischen Auslöser, der bei Berührung mit dem Rahmenteil das Herausfahren des Fallenbolzens und Schwenkhakens erwirkt.</w:t>
      </w:r>
    </w:p>
    <w:p w14:paraId="50D6DD67" w14:textId="77777777" w:rsidR="00C554CD" w:rsidRDefault="00C554CD" w:rsidP="00C554CD">
      <w:pPr>
        <w:rPr>
          <w:bCs/>
          <w:i/>
        </w:rPr>
      </w:pPr>
      <w:bookmarkStart w:id="0" w:name="_GoBack"/>
      <w:bookmarkEnd w:id="0"/>
    </w:p>
    <w:p w14:paraId="3326D620" w14:textId="79B2027B" w:rsidR="00C554CD" w:rsidRDefault="00C554CD" w:rsidP="00C554CD">
      <w:pPr>
        <w:rPr>
          <w:bCs/>
          <w:i/>
        </w:rPr>
      </w:pPr>
      <w:r>
        <w:rPr>
          <w:bCs/>
          <w:i/>
        </w:rPr>
        <w:t>Motiv 1</w:t>
      </w:r>
      <w:r w:rsidR="005E6522">
        <w:rPr>
          <w:bCs/>
          <w:i/>
        </w:rPr>
        <w:t>0</w:t>
      </w:r>
      <w:r w:rsidR="00810B4D">
        <w:rPr>
          <w:bCs/>
          <w:i/>
        </w:rPr>
        <w:t>:</w:t>
      </w:r>
      <w:r>
        <w:rPr>
          <w:bCs/>
          <w:i/>
        </w:rPr>
        <w:t xml:space="preserve"> SIE_</w:t>
      </w:r>
      <w:r w:rsidR="00210448">
        <w:rPr>
          <w:bCs/>
          <w:i/>
        </w:rPr>
        <w:t>KFV_</w:t>
      </w:r>
      <w:r>
        <w:rPr>
          <w:bCs/>
          <w:i/>
        </w:rPr>
        <w:t>2018_Zeitst</w:t>
      </w:r>
      <w:r w:rsidR="00133B19">
        <w:rPr>
          <w:bCs/>
          <w:i/>
        </w:rPr>
        <w:t>r</w:t>
      </w:r>
      <w:r>
        <w:rPr>
          <w:bCs/>
          <w:i/>
        </w:rPr>
        <w:t>ahl</w:t>
      </w:r>
      <w:r w:rsidR="009868E8">
        <w:rPr>
          <w:bCs/>
          <w:i/>
        </w:rPr>
        <w:t>.jpg</w:t>
      </w:r>
      <w:r>
        <w:rPr>
          <w:bCs/>
          <w:i/>
        </w:rPr>
        <w:t xml:space="preserve"> </w:t>
      </w:r>
    </w:p>
    <w:p w14:paraId="73F145F0" w14:textId="77777777" w:rsidR="00C554CD" w:rsidRDefault="00C554CD" w:rsidP="00C554CD">
      <w:pPr>
        <w:rPr>
          <w:bCs/>
        </w:rPr>
      </w:pPr>
      <w:r>
        <w:rPr>
          <w:bCs/>
        </w:rPr>
        <w:t xml:space="preserve">Die Unternehmensgeschichte der KFV Karl </w:t>
      </w:r>
      <w:proofErr w:type="spellStart"/>
      <w:r>
        <w:rPr>
          <w:bCs/>
        </w:rPr>
        <w:t>Fliether</w:t>
      </w:r>
      <w:proofErr w:type="spellEnd"/>
      <w:r>
        <w:rPr>
          <w:bCs/>
        </w:rPr>
        <w:t xml:space="preserve"> GmbH &amp; Co. KG kurz zusammengefasst.</w:t>
      </w:r>
    </w:p>
    <w:p w14:paraId="0A1510DC" w14:textId="77777777" w:rsidR="00C554CD" w:rsidRDefault="00C554CD" w:rsidP="00C554CD"/>
    <w:p w14:paraId="65348762" w14:textId="37DB014E" w:rsidR="00C554CD" w:rsidRDefault="00C554CD" w:rsidP="00C554CD">
      <w:pPr>
        <w:rPr>
          <w:bCs/>
          <w:i/>
        </w:rPr>
      </w:pPr>
      <w:r>
        <w:rPr>
          <w:bCs/>
          <w:i/>
        </w:rPr>
        <w:t>Motiv 1</w:t>
      </w:r>
      <w:r w:rsidR="005E6522">
        <w:rPr>
          <w:bCs/>
          <w:i/>
        </w:rPr>
        <w:t>1</w:t>
      </w:r>
      <w:r w:rsidR="00810B4D">
        <w:rPr>
          <w:bCs/>
          <w:i/>
        </w:rPr>
        <w:t>:</w:t>
      </w:r>
      <w:r>
        <w:rPr>
          <w:bCs/>
          <w:i/>
        </w:rPr>
        <w:t xml:space="preserve"> SIE_</w:t>
      </w:r>
      <w:r w:rsidR="00210448">
        <w:rPr>
          <w:bCs/>
          <w:i/>
        </w:rPr>
        <w:t>KFV_</w:t>
      </w:r>
      <w:r>
        <w:rPr>
          <w:bCs/>
          <w:i/>
        </w:rPr>
        <w:t>2018_Modulsystem KFV ONE</w:t>
      </w:r>
      <w:r w:rsidR="009868E8">
        <w:rPr>
          <w:bCs/>
          <w:i/>
        </w:rPr>
        <w:t>.jpg</w:t>
      </w:r>
    </w:p>
    <w:p w14:paraId="2B3AB509" w14:textId="77777777" w:rsidR="00C554CD" w:rsidRDefault="00C554CD" w:rsidP="004D5FDB">
      <w:r>
        <w:t>Das Modulsystem KFV ONE sorgt für die massive Vereinfachung von Prozessen in</w:t>
      </w:r>
    </w:p>
    <w:p w14:paraId="063FEC78" w14:textId="374D1802" w:rsidR="00C554CD" w:rsidRDefault="00C554CD" w:rsidP="004D5FDB">
      <w:r>
        <w:t xml:space="preserve">Türenfertigung und -montage und gibt </w:t>
      </w:r>
      <w:r w:rsidR="008E504A">
        <w:t>Verarbeitern starke Argumente</w:t>
      </w:r>
      <w:r>
        <w:t xml:space="preserve"> für das</w:t>
      </w:r>
    </w:p>
    <w:p w14:paraId="5D5F7509" w14:textId="77777777" w:rsidR="00C554CD" w:rsidRDefault="00C554CD" w:rsidP="004D5FDB">
      <w:pPr>
        <w:rPr>
          <w:bCs/>
          <w:i/>
        </w:rPr>
      </w:pPr>
      <w:r>
        <w:t>Verkaufsgespräch.</w:t>
      </w:r>
    </w:p>
    <w:p w14:paraId="3219B203" w14:textId="77777777" w:rsidR="00C554CD" w:rsidRDefault="00C554CD" w:rsidP="004D5FDB"/>
    <w:p w14:paraId="3268C134" w14:textId="07F99472" w:rsidR="002A7F37" w:rsidRDefault="00681746" w:rsidP="00810B4D">
      <w:pPr>
        <w:pStyle w:val="berschrift3"/>
      </w:pPr>
      <w:r w:rsidRPr="00681746">
        <w:t>Motiv 1</w:t>
      </w:r>
      <w:r w:rsidR="005E6522">
        <w:t>2</w:t>
      </w:r>
      <w:r w:rsidR="00810B4D">
        <w:t>:</w:t>
      </w:r>
      <w:r w:rsidRPr="00681746">
        <w:t xml:space="preserve"> </w:t>
      </w:r>
      <w:proofErr w:type="spellStart"/>
      <w:r w:rsidRPr="00681746">
        <w:t>SIE</w:t>
      </w:r>
      <w:r w:rsidR="00133B19">
        <w:t>_KFV_Wieland</w:t>
      </w:r>
      <w:proofErr w:type="spellEnd"/>
      <w:r w:rsidR="00133B19">
        <w:t xml:space="preserve"> Frank und Michael Krüger.jpg</w:t>
      </w:r>
    </w:p>
    <w:p w14:paraId="31921F86" w14:textId="3741C245" w:rsidR="00133B19" w:rsidRPr="00133B19" w:rsidRDefault="00133B19" w:rsidP="00133B19">
      <w:r>
        <w:t>Für Wieland Frank, Geschäftsführender Gesellschafter von SIEGENIA, und KFV-Werksleiter Michael Krüger stellen die Schließsysteme für Türen von KFV eine wichtige Ergänzung des SIEGENIA-Portfolios dar.</w:t>
      </w:r>
    </w:p>
    <w:p w14:paraId="5EF297AB" w14:textId="77777777" w:rsidR="005E1468" w:rsidRPr="00681746" w:rsidRDefault="005E1468" w:rsidP="004D5FDB">
      <w:pPr>
        <w:rPr>
          <w:color w:val="FF0000"/>
        </w:rPr>
      </w:pPr>
    </w:p>
    <w:p w14:paraId="116141D0" w14:textId="77777777" w:rsidR="0009170D" w:rsidRDefault="0009170D" w:rsidP="004D5FDB"/>
    <w:p w14:paraId="33066D3C" w14:textId="3B93E87E" w:rsidR="0009170D" w:rsidRDefault="0009170D" w:rsidP="005E1468"/>
    <w:p w14:paraId="344AF7F9" w14:textId="77777777" w:rsidR="00897883" w:rsidRDefault="00897883" w:rsidP="005E1468"/>
    <w:p w14:paraId="44F0F0FD" w14:textId="77777777" w:rsidR="0009170D" w:rsidRDefault="0009170D" w:rsidP="005E1468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56FB2307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91ECE6B" w14:textId="12F917DA" w:rsidR="008D7633" w:rsidRPr="0044187A" w:rsidRDefault="00C554CD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lastRenderedPageBreak/>
              <w:t>H</w:t>
            </w:r>
            <w:r w:rsidR="008D7633" w:rsidRPr="0044187A">
              <w:rPr>
                <w:u w:val="single"/>
              </w:rPr>
              <w:t>erausgeber</w:t>
            </w:r>
          </w:p>
          <w:p w14:paraId="3DE1C2FA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1901BE13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72E59CCA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6DBCF2EE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04C096EA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6B6A4B9F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67E410F0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336AC2E5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21C3A0C3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8FB1CF3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04927464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0187D934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53A44E32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6158B7BE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</w:t>
            </w:r>
            <w:proofErr w:type="spellStart"/>
            <w:r w:rsidRPr="00C33A1F">
              <w:t>Nümbrecht</w:t>
            </w:r>
            <w:proofErr w:type="spellEnd"/>
            <w:r w:rsidRPr="00C33A1F">
              <w:t xml:space="preserve">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238DE8B0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16247AA9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10826D41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76A61181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BFA793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3309672F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0AC849FF" w14:textId="3344A61B" w:rsidR="008D7633" w:rsidRPr="00C33A1F" w:rsidRDefault="00C554CD" w:rsidP="007A5EB4">
            <w:pPr>
              <w:pStyle w:val="Formatvorlage2"/>
            </w:pPr>
            <w:r>
              <w:t xml:space="preserve">Wörter: </w:t>
            </w:r>
            <w:r w:rsidR="00897883">
              <w:t>481</w:t>
            </w:r>
          </w:p>
          <w:p w14:paraId="40CB7FE6" w14:textId="03D5C930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897883">
              <w:t>3 787</w:t>
            </w:r>
            <w:r w:rsidRPr="00C33A1F">
              <w:br/>
              <w:t>(mit Leerzeichen)</w:t>
            </w:r>
          </w:p>
          <w:p w14:paraId="59F6603D" w14:textId="77777777" w:rsidR="008D7633" w:rsidRDefault="008D7633" w:rsidP="007A5EB4">
            <w:pPr>
              <w:pStyle w:val="Formatvorlage2"/>
            </w:pPr>
          </w:p>
          <w:p w14:paraId="5BD6DB27" w14:textId="43EDDC11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4D5FDB">
              <w:t>2</w:t>
            </w:r>
            <w:r w:rsidR="00C554CD">
              <w:t>8.0</w:t>
            </w:r>
            <w:r w:rsidR="004D5FDB">
              <w:t>8</w:t>
            </w:r>
            <w:r w:rsidR="00C554CD">
              <w:t>.2018</w:t>
            </w:r>
          </w:p>
          <w:p w14:paraId="5CA23C96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523194AD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7BA9E4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53218CA2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9"/>
      <w:footerReference w:type="default" r:id="rId10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E6D3BA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E6D3BA4" w16cid:durableId="1F21580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773430" w14:textId="77777777" w:rsidR="00E10FAE" w:rsidRDefault="00E10FAE">
      <w:r>
        <w:separator/>
      </w:r>
    </w:p>
  </w:endnote>
  <w:endnote w:type="continuationSeparator" w:id="0">
    <w:p w14:paraId="6700AADD" w14:textId="77777777" w:rsidR="00E10FAE" w:rsidRDefault="00E10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1B78B5" w14:textId="77777777" w:rsidR="002B6385" w:rsidRDefault="002B6385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187395" w14:textId="77777777" w:rsidR="00E10FAE" w:rsidRDefault="00E10FAE">
      <w:r>
        <w:separator/>
      </w:r>
    </w:p>
  </w:footnote>
  <w:footnote w:type="continuationSeparator" w:id="0">
    <w:p w14:paraId="48147E8C" w14:textId="77777777" w:rsidR="00E10FAE" w:rsidRDefault="00E10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F38A32" w14:textId="77777777" w:rsidR="002B6385" w:rsidRDefault="002B6385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7F80BF6" wp14:editId="11EFA966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60A25FA"/>
    <w:multiLevelType w:val="hybridMultilevel"/>
    <w:tmpl w:val="1C86A1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irsten Kemper">
    <w15:presenceInfo w15:providerId="Windows Live" w15:userId="335af62121da1a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6D1"/>
    <w:rsid w:val="000024D9"/>
    <w:rsid w:val="00003256"/>
    <w:rsid w:val="00005CAC"/>
    <w:rsid w:val="0001449A"/>
    <w:rsid w:val="0001520C"/>
    <w:rsid w:val="00026907"/>
    <w:rsid w:val="00040EBF"/>
    <w:rsid w:val="000556D1"/>
    <w:rsid w:val="00064165"/>
    <w:rsid w:val="00064993"/>
    <w:rsid w:val="000675C7"/>
    <w:rsid w:val="00086384"/>
    <w:rsid w:val="00086DB3"/>
    <w:rsid w:val="00090045"/>
    <w:rsid w:val="0009170D"/>
    <w:rsid w:val="00095303"/>
    <w:rsid w:val="000A1DF0"/>
    <w:rsid w:val="000A5CA3"/>
    <w:rsid w:val="000C105C"/>
    <w:rsid w:val="000D0C02"/>
    <w:rsid w:val="000D1F69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30F7D"/>
    <w:rsid w:val="00133B19"/>
    <w:rsid w:val="00137BD1"/>
    <w:rsid w:val="00145B48"/>
    <w:rsid w:val="001477CD"/>
    <w:rsid w:val="001529E6"/>
    <w:rsid w:val="00156B0C"/>
    <w:rsid w:val="00166476"/>
    <w:rsid w:val="00166FB7"/>
    <w:rsid w:val="00171C51"/>
    <w:rsid w:val="00175026"/>
    <w:rsid w:val="00191AAE"/>
    <w:rsid w:val="001B2BAD"/>
    <w:rsid w:val="001B7003"/>
    <w:rsid w:val="001C389D"/>
    <w:rsid w:val="001C39FF"/>
    <w:rsid w:val="001D26E4"/>
    <w:rsid w:val="001E0780"/>
    <w:rsid w:val="001E1DA6"/>
    <w:rsid w:val="001F26C1"/>
    <w:rsid w:val="001F3432"/>
    <w:rsid w:val="002046D3"/>
    <w:rsid w:val="00210448"/>
    <w:rsid w:val="00212677"/>
    <w:rsid w:val="00236562"/>
    <w:rsid w:val="00242455"/>
    <w:rsid w:val="00253494"/>
    <w:rsid w:val="00254A9B"/>
    <w:rsid w:val="00255FE8"/>
    <w:rsid w:val="00272508"/>
    <w:rsid w:val="002769DE"/>
    <w:rsid w:val="00280F08"/>
    <w:rsid w:val="002819C3"/>
    <w:rsid w:val="00281F4F"/>
    <w:rsid w:val="00294EC5"/>
    <w:rsid w:val="002A202C"/>
    <w:rsid w:val="002A7F37"/>
    <w:rsid w:val="002B23E2"/>
    <w:rsid w:val="002B6385"/>
    <w:rsid w:val="002C00E2"/>
    <w:rsid w:val="002C36FE"/>
    <w:rsid w:val="002C5A66"/>
    <w:rsid w:val="002C6D41"/>
    <w:rsid w:val="002E27EC"/>
    <w:rsid w:val="002E48B5"/>
    <w:rsid w:val="002E59D6"/>
    <w:rsid w:val="002F18BB"/>
    <w:rsid w:val="002F466F"/>
    <w:rsid w:val="0031150D"/>
    <w:rsid w:val="003136F5"/>
    <w:rsid w:val="003161AC"/>
    <w:rsid w:val="00324F84"/>
    <w:rsid w:val="00326F7E"/>
    <w:rsid w:val="00336348"/>
    <w:rsid w:val="00350ACA"/>
    <w:rsid w:val="003514C3"/>
    <w:rsid w:val="003516E0"/>
    <w:rsid w:val="00357C43"/>
    <w:rsid w:val="003629B2"/>
    <w:rsid w:val="00364DEF"/>
    <w:rsid w:val="0036510E"/>
    <w:rsid w:val="00375A48"/>
    <w:rsid w:val="0038244F"/>
    <w:rsid w:val="0038276B"/>
    <w:rsid w:val="0038499F"/>
    <w:rsid w:val="00387A7F"/>
    <w:rsid w:val="003914C5"/>
    <w:rsid w:val="00392D5F"/>
    <w:rsid w:val="003A1BA5"/>
    <w:rsid w:val="003D00AF"/>
    <w:rsid w:val="003D61A2"/>
    <w:rsid w:val="003E0D26"/>
    <w:rsid w:val="003E378F"/>
    <w:rsid w:val="00407511"/>
    <w:rsid w:val="004176D4"/>
    <w:rsid w:val="00420F79"/>
    <w:rsid w:val="004333E8"/>
    <w:rsid w:val="0044187A"/>
    <w:rsid w:val="00441F7E"/>
    <w:rsid w:val="00446899"/>
    <w:rsid w:val="00447689"/>
    <w:rsid w:val="0046235C"/>
    <w:rsid w:val="0046264B"/>
    <w:rsid w:val="004629AD"/>
    <w:rsid w:val="0047123D"/>
    <w:rsid w:val="004806AF"/>
    <w:rsid w:val="00483834"/>
    <w:rsid w:val="00486878"/>
    <w:rsid w:val="004B62AB"/>
    <w:rsid w:val="004C16EB"/>
    <w:rsid w:val="004C4FB3"/>
    <w:rsid w:val="004C4FDA"/>
    <w:rsid w:val="004C503A"/>
    <w:rsid w:val="004D5FDB"/>
    <w:rsid w:val="004E057A"/>
    <w:rsid w:val="004E2322"/>
    <w:rsid w:val="004E2BD7"/>
    <w:rsid w:val="004E3AF9"/>
    <w:rsid w:val="00510191"/>
    <w:rsid w:val="005254BE"/>
    <w:rsid w:val="00525510"/>
    <w:rsid w:val="00552DC0"/>
    <w:rsid w:val="0055550C"/>
    <w:rsid w:val="00563E60"/>
    <w:rsid w:val="00564636"/>
    <w:rsid w:val="00570A72"/>
    <w:rsid w:val="00581A93"/>
    <w:rsid w:val="0058777A"/>
    <w:rsid w:val="00592833"/>
    <w:rsid w:val="00594456"/>
    <w:rsid w:val="005A214B"/>
    <w:rsid w:val="005A3974"/>
    <w:rsid w:val="005A5DC6"/>
    <w:rsid w:val="005A6A38"/>
    <w:rsid w:val="005A7C57"/>
    <w:rsid w:val="005B1AEF"/>
    <w:rsid w:val="005C0EEB"/>
    <w:rsid w:val="005E06F2"/>
    <w:rsid w:val="005E1468"/>
    <w:rsid w:val="005E3E61"/>
    <w:rsid w:val="005E6522"/>
    <w:rsid w:val="005F2A75"/>
    <w:rsid w:val="005F3D5F"/>
    <w:rsid w:val="005F4D15"/>
    <w:rsid w:val="005F7B2E"/>
    <w:rsid w:val="006016B0"/>
    <w:rsid w:val="0061051B"/>
    <w:rsid w:val="0061253D"/>
    <w:rsid w:val="00612B8B"/>
    <w:rsid w:val="00613728"/>
    <w:rsid w:val="0061700D"/>
    <w:rsid w:val="00617358"/>
    <w:rsid w:val="00617D76"/>
    <w:rsid w:val="006279BD"/>
    <w:rsid w:val="00630405"/>
    <w:rsid w:val="00634A59"/>
    <w:rsid w:val="006446D6"/>
    <w:rsid w:val="00656A7F"/>
    <w:rsid w:val="00656FEE"/>
    <w:rsid w:val="00664655"/>
    <w:rsid w:val="00667448"/>
    <w:rsid w:val="00681746"/>
    <w:rsid w:val="006866DF"/>
    <w:rsid w:val="00692205"/>
    <w:rsid w:val="006944D9"/>
    <w:rsid w:val="006A2FD7"/>
    <w:rsid w:val="006A7184"/>
    <w:rsid w:val="006B13A2"/>
    <w:rsid w:val="006B6CD1"/>
    <w:rsid w:val="006B7979"/>
    <w:rsid w:val="006C044C"/>
    <w:rsid w:val="006C6D45"/>
    <w:rsid w:val="006D12E7"/>
    <w:rsid w:val="006E5CC8"/>
    <w:rsid w:val="00701954"/>
    <w:rsid w:val="00703943"/>
    <w:rsid w:val="007046C4"/>
    <w:rsid w:val="00711802"/>
    <w:rsid w:val="007148FF"/>
    <w:rsid w:val="00716BDB"/>
    <w:rsid w:val="00717456"/>
    <w:rsid w:val="00730E66"/>
    <w:rsid w:val="00737DE1"/>
    <w:rsid w:val="00751517"/>
    <w:rsid w:val="00757DDE"/>
    <w:rsid w:val="00764AAC"/>
    <w:rsid w:val="0078628D"/>
    <w:rsid w:val="007871C1"/>
    <w:rsid w:val="007917B6"/>
    <w:rsid w:val="0079193B"/>
    <w:rsid w:val="00794A4F"/>
    <w:rsid w:val="007A5EB4"/>
    <w:rsid w:val="007A6E1C"/>
    <w:rsid w:val="007C50D1"/>
    <w:rsid w:val="007C5C24"/>
    <w:rsid w:val="007E24F4"/>
    <w:rsid w:val="007E2B7F"/>
    <w:rsid w:val="007F3F54"/>
    <w:rsid w:val="007F43E0"/>
    <w:rsid w:val="00801D78"/>
    <w:rsid w:val="0080733E"/>
    <w:rsid w:val="008078CF"/>
    <w:rsid w:val="00810B4D"/>
    <w:rsid w:val="00812335"/>
    <w:rsid w:val="008171AF"/>
    <w:rsid w:val="0083465B"/>
    <w:rsid w:val="00835351"/>
    <w:rsid w:val="00836161"/>
    <w:rsid w:val="008366E0"/>
    <w:rsid w:val="00836986"/>
    <w:rsid w:val="008429DC"/>
    <w:rsid w:val="0085079E"/>
    <w:rsid w:val="00851464"/>
    <w:rsid w:val="00852D9D"/>
    <w:rsid w:val="00853823"/>
    <w:rsid w:val="00857800"/>
    <w:rsid w:val="0086386E"/>
    <w:rsid w:val="00871847"/>
    <w:rsid w:val="0088698F"/>
    <w:rsid w:val="00890E44"/>
    <w:rsid w:val="00894ADF"/>
    <w:rsid w:val="00897883"/>
    <w:rsid w:val="008A6F1F"/>
    <w:rsid w:val="008C3491"/>
    <w:rsid w:val="008C5079"/>
    <w:rsid w:val="008D2B30"/>
    <w:rsid w:val="008D3232"/>
    <w:rsid w:val="008D7633"/>
    <w:rsid w:val="008E504A"/>
    <w:rsid w:val="00910883"/>
    <w:rsid w:val="00910E0E"/>
    <w:rsid w:val="00921E3A"/>
    <w:rsid w:val="0092580A"/>
    <w:rsid w:val="0093490C"/>
    <w:rsid w:val="0093664F"/>
    <w:rsid w:val="00943EB0"/>
    <w:rsid w:val="00945CA5"/>
    <w:rsid w:val="00947C17"/>
    <w:rsid w:val="009553BC"/>
    <w:rsid w:val="009557EA"/>
    <w:rsid w:val="00963959"/>
    <w:rsid w:val="00963D60"/>
    <w:rsid w:val="0096600A"/>
    <w:rsid w:val="00973C47"/>
    <w:rsid w:val="009868E8"/>
    <w:rsid w:val="009A48E4"/>
    <w:rsid w:val="009B067B"/>
    <w:rsid w:val="009B4822"/>
    <w:rsid w:val="009B5300"/>
    <w:rsid w:val="009B5DE9"/>
    <w:rsid w:val="009C4BAA"/>
    <w:rsid w:val="009D0CC8"/>
    <w:rsid w:val="009D6C04"/>
    <w:rsid w:val="009E28F9"/>
    <w:rsid w:val="009E7597"/>
    <w:rsid w:val="00A02FA4"/>
    <w:rsid w:val="00A12A8B"/>
    <w:rsid w:val="00A14556"/>
    <w:rsid w:val="00A156B4"/>
    <w:rsid w:val="00A15971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C5F08"/>
    <w:rsid w:val="00AD4128"/>
    <w:rsid w:val="00AD7705"/>
    <w:rsid w:val="00AD7B27"/>
    <w:rsid w:val="00AE06DB"/>
    <w:rsid w:val="00AF5614"/>
    <w:rsid w:val="00B057B0"/>
    <w:rsid w:val="00B11AB7"/>
    <w:rsid w:val="00B239B4"/>
    <w:rsid w:val="00B3687B"/>
    <w:rsid w:val="00B41B50"/>
    <w:rsid w:val="00B4419C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B5B6C"/>
    <w:rsid w:val="00BC3D3E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400AD"/>
    <w:rsid w:val="00C52D3B"/>
    <w:rsid w:val="00C53FE3"/>
    <w:rsid w:val="00C554CD"/>
    <w:rsid w:val="00C55524"/>
    <w:rsid w:val="00C615A2"/>
    <w:rsid w:val="00C65852"/>
    <w:rsid w:val="00C72B49"/>
    <w:rsid w:val="00C77106"/>
    <w:rsid w:val="00C87836"/>
    <w:rsid w:val="00C904ED"/>
    <w:rsid w:val="00C91406"/>
    <w:rsid w:val="00C92A2E"/>
    <w:rsid w:val="00CA66F5"/>
    <w:rsid w:val="00CA6BD1"/>
    <w:rsid w:val="00CA79F1"/>
    <w:rsid w:val="00CE16F1"/>
    <w:rsid w:val="00CE5038"/>
    <w:rsid w:val="00CE5448"/>
    <w:rsid w:val="00CE5488"/>
    <w:rsid w:val="00CE63E0"/>
    <w:rsid w:val="00CF5885"/>
    <w:rsid w:val="00CF6534"/>
    <w:rsid w:val="00CF72EF"/>
    <w:rsid w:val="00CF7462"/>
    <w:rsid w:val="00CF7A00"/>
    <w:rsid w:val="00D04FE4"/>
    <w:rsid w:val="00D26332"/>
    <w:rsid w:val="00D313A4"/>
    <w:rsid w:val="00D32108"/>
    <w:rsid w:val="00D3707C"/>
    <w:rsid w:val="00D45693"/>
    <w:rsid w:val="00D47D4E"/>
    <w:rsid w:val="00D55DC3"/>
    <w:rsid w:val="00D57457"/>
    <w:rsid w:val="00D64C60"/>
    <w:rsid w:val="00D64F60"/>
    <w:rsid w:val="00D9438B"/>
    <w:rsid w:val="00DA2153"/>
    <w:rsid w:val="00DA2662"/>
    <w:rsid w:val="00DB44DA"/>
    <w:rsid w:val="00DB4ACB"/>
    <w:rsid w:val="00DC032C"/>
    <w:rsid w:val="00DC1F2A"/>
    <w:rsid w:val="00DD3C53"/>
    <w:rsid w:val="00DE0230"/>
    <w:rsid w:val="00DE3025"/>
    <w:rsid w:val="00DE5309"/>
    <w:rsid w:val="00DF1C10"/>
    <w:rsid w:val="00DF1EE2"/>
    <w:rsid w:val="00E03F6F"/>
    <w:rsid w:val="00E04C83"/>
    <w:rsid w:val="00E10FAE"/>
    <w:rsid w:val="00E14DD8"/>
    <w:rsid w:val="00E155F0"/>
    <w:rsid w:val="00E15E5D"/>
    <w:rsid w:val="00E17E89"/>
    <w:rsid w:val="00E20D4D"/>
    <w:rsid w:val="00E2358B"/>
    <w:rsid w:val="00E34020"/>
    <w:rsid w:val="00E3479A"/>
    <w:rsid w:val="00E41CA5"/>
    <w:rsid w:val="00E6313B"/>
    <w:rsid w:val="00E66783"/>
    <w:rsid w:val="00E74DE6"/>
    <w:rsid w:val="00E76C0B"/>
    <w:rsid w:val="00E76D9B"/>
    <w:rsid w:val="00E77789"/>
    <w:rsid w:val="00E80515"/>
    <w:rsid w:val="00E857A9"/>
    <w:rsid w:val="00E92307"/>
    <w:rsid w:val="00E954AC"/>
    <w:rsid w:val="00EA2954"/>
    <w:rsid w:val="00EB511E"/>
    <w:rsid w:val="00EB632F"/>
    <w:rsid w:val="00EC1396"/>
    <w:rsid w:val="00EE123F"/>
    <w:rsid w:val="00EF15B4"/>
    <w:rsid w:val="00EF2F06"/>
    <w:rsid w:val="00EF3C23"/>
    <w:rsid w:val="00F0149D"/>
    <w:rsid w:val="00F05D3F"/>
    <w:rsid w:val="00F10E71"/>
    <w:rsid w:val="00F1395B"/>
    <w:rsid w:val="00F142BE"/>
    <w:rsid w:val="00F222EB"/>
    <w:rsid w:val="00F25601"/>
    <w:rsid w:val="00F344B8"/>
    <w:rsid w:val="00F41966"/>
    <w:rsid w:val="00F445E5"/>
    <w:rsid w:val="00F457BD"/>
    <w:rsid w:val="00F45D74"/>
    <w:rsid w:val="00F47549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C0120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61202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customStyle="1" w:styleId="Text">
    <w:name w:val="Text"/>
    <w:rsid w:val="0021267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character" w:customStyle="1" w:styleId="berschrift4Zchn">
    <w:name w:val="Überschrift 4 Zchn"/>
    <w:basedOn w:val="Absatz-Standardschriftart"/>
    <w:link w:val="berschrift4"/>
    <w:rsid w:val="00836161"/>
    <w:rPr>
      <w:rFonts w:ascii="Arial" w:hAnsi="Arial"/>
      <w:b/>
      <w:bCs/>
      <w:sz w:val="24"/>
      <w:szCs w:val="28"/>
    </w:rPr>
  </w:style>
  <w:style w:type="paragraph" w:styleId="berarbeitung">
    <w:name w:val="Revision"/>
    <w:hidden/>
    <w:uiPriority w:val="99"/>
    <w:semiHidden/>
    <w:rsid w:val="00175026"/>
    <w:rPr>
      <w:rFonts w:ascii="Arial" w:hAnsi="Ari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customStyle="1" w:styleId="Text">
    <w:name w:val="Text"/>
    <w:rsid w:val="0021267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character" w:customStyle="1" w:styleId="berschrift4Zchn">
    <w:name w:val="Überschrift 4 Zchn"/>
    <w:basedOn w:val="Absatz-Standardschriftart"/>
    <w:link w:val="berschrift4"/>
    <w:rsid w:val="00836161"/>
    <w:rPr>
      <w:rFonts w:ascii="Arial" w:hAnsi="Arial"/>
      <w:b/>
      <w:bCs/>
      <w:sz w:val="24"/>
      <w:szCs w:val="28"/>
    </w:rPr>
  </w:style>
  <w:style w:type="paragraph" w:styleId="berarbeitung">
    <w:name w:val="Revision"/>
    <w:hidden/>
    <w:uiPriority w:val="99"/>
    <w:semiHidden/>
    <w:rsid w:val="00175026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7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5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2853E-C778-4624-8F92-642DEFA8A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</Template>
  <TotalTime>0</TotalTime>
  <Pages>4</Pages>
  <Words>766</Words>
  <Characters>5510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6264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Jung, Angelika KMK-N</cp:lastModifiedBy>
  <cp:revision>4</cp:revision>
  <cp:lastPrinted>2018-06-08T09:37:00Z</cp:lastPrinted>
  <dcterms:created xsi:type="dcterms:W3CDTF">2018-08-20T11:06:00Z</dcterms:created>
  <dcterms:modified xsi:type="dcterms:W3CDTF">2018-08-20T11:24:00Z</dcterms:modified>
</cp:coreProperties>
</file>