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0282" w14:textId="7C6DDABD" w:rsidR="005E1468" w:rsidRDefault="00E56A6E" w:rsidP="005E1468">
      <w:pPr>
        <w:pStyle w:val="berschrift2"/>
      </w:pPr>
      <w:r>
        <w:t>Ein Herz</w:t>
      </w:r>
      <w:r w:rsidR="0054465A">
        <w:t xml:space="preserve"> </w:t>
      </w:r>
      <w:r w:rsidR="006646FD">
        <w:t xml:space="preserve">für </w:t>
      </w:r>
      <w:r w:rsidR="007469BF">
        <w:t>Kinder</w:t>
      </w:r>
    </w:p>
    <w:p w14:paraId="1C1328D8" w14:textId="19F79824" w:rsidR="00A82224" w:rsidRDefault="006B1496" w:rsidP="00A82224">
      <w:pPr>
        <w:pStyle w:val="berschrift1"/>
      </w:pPr>
      <w:r>
        <w:t xml:space="preserve">Azubis von SIEGENIA führen </w:t>
      </w:r>
      <w:r w:rsidR="00E736CB">
        <w:t>A</w:t>
      </w:r>
      <w:r w:rsidR="007469BF">
        <w:t>ktion für einen guten Zweck</w:t>
      </w:r>
      <w:r>
        <w:t xml:space="preserve"> durch</w:t>
      </w:r>
    </w:p>
    <w:p w14:paraId="2612A470" w14:textId="63FD29C5" w:rsidR="005E1468" w:rsidRDefault="005E1468" w:rsidP="005E1468"/>
    <w:p w14:paraId="501365E9" w14:textId="42CB966F" w:rsidR="00A47E78" w:rsidRDefault="00E736CB" w:rsidP="00A47E78">
      <w:r>
        <w:t>Mit selbstgebackenen Waffeln</w:t>
      </w:r>
      <w:r w:rsidR="00563042">
        <w:t>,</w:t>
      </w:r>
      <w:r>
        <w:t xml:space="preserve"> einem Raum voller Geschenke </w:t>
      </w:r>
      <w:r w:rsidR="00563042">
        <w:t xml:space="preserve">und Engagement für ihre Mitmenschen </w:t>
      </w:r>
      <w:r>
        <w:t>starteten die Azubis von SIEGENIA ins neue Jahr</w:t>
      </w:r>
      <w:r w:rsidR="00DE57F0">
        <w:t>.</w:t>
      </w:r>
      <w:r>
        <w:t xml:space="preserve"> Im Rahmen einer großen Verkaufsaktion ermöglichten sie ihren Kolleginnen und Kollegen, die </w:t>
      </w:r>
      <w:r w:rsidR="00E63ED7">
        <w:t>in de</w:t>
      </w:r>
      <w:r w:rsidR="00DE57F0">
        <w:t>r Adventszeit</w:t>
      </w:r>
      <w:r w:rsidR="00E63ED7">
        <w:t xml:space="preserve"> </w:t>
      </w:r>
      <w:r>
        <w:t>im Unternehmen eingegangenen Weihnachtspräsente zu günstigen Preisen zu erwerben. Der Einsatz lohnte</w:t>
      </w:r>
      <w:r w:rsidR="00A47E78">
        <w:t>, denn a</w:t>
      </w:r>
      <w:r w:rsidR="00E63ED7">
        <w:t xml:space="preserve">m Ende eines </w:t>
      </w:r>
      <w:r>
        <w:t>turbulenten Tag</w:t>
      </w:r>
      <w:r w:rsidR="00DA3575">
        <w:t>e</w:t>
      </w:r>
      <w:r w:rsidR="00E63ED7">
        <w:t>s</w:t>
      </w:r>
      <w:r>
        <w:t xml:space="preserve"> verzeichneten sie einen Erlös von gut 1.300 Euro</w:t>
      </w:r>
      <w:r w:rsidR="003D6A7D">
        <w:t>, der von der Unternehmensleitung auf 3.000 Euro aufgestockt wurde.</w:t>
      </w:r>
      <w:r w:rsidR="00BC5CD1" w:rsidRPr="00BC5CD1">
        <w:t xml:space="preserve"> </w:t>
      </w:r>
    </w:p>
    <w:p w14:paraId="680F92D6" w14:textId="77777777" w:rsidR="00A47E78" w:rsidRDefault="00A47E78" w:rsidP="00A47E78"/>
    <w:p w14:paraId="7AEC653D" w14:textId="1A0D1D57" w:rsidR="00A47E78" w:rsidRPr="00D129AE" w:rsidRDefault="00DE57F0" w:rsidP="00A47E78">
      <w:r>
        <w:t xml:space="preserve">Grund zur Freude hatten zwei Institutionen, die sich für das Wohl von hilfsbedürftigen Kindern stark machen: die </w:t>
      </w:r>
      <w:r w:rsidR="00563042">
        <w:t xml:space="preserve">bundesweit agierende </w:t>
      </w:r>
      <w:r>
        <w:t xml:space="preserve">Deutsche Teddy Stiftung e.V. </w:t>
      </w:r>
      <w:r w:rsidRPr="00DA3575">
        <w:t xml:space="preserve">und </w:t>
      </w:r>
      <w:r w:rsidR="000D04DA" w:rsidRPr="00DA3575">
        <w:t xml:space="preserve">der </w:t>
      </w:r>
      <w:r w:rsidR="00673D4E" w:rsidRPr="00DA3575">
        <w:t>„Handycap</w:t>
      </w:r>
      <w:r w:rsidR="00673D4E" w:rsidRPr="00BC5CD1">
        <w:t xml:space="preserve"> e. V</w:t>
      </w:r>
      <w:r w:rsidR="00673D4E">
        <w:t>. – V</w:t>
      </w:r>
      <w:r w:rsidR="00673D4E" w:rsidRPr="00A61D42">
        <w:rPr>
          <w:rFonts w:cs="Arial"/>
          <w:szCs w:val="20"/>
        </w:rPr>
        <w:t>erein für behinderte Kinder</w:t>
      </w:r>
      <w:r w:rsidR="00673D4E" w:rsidRPr="00DC4D98">
        <w:rPr>
          <w:rFonts w:cs="Arial"/>
          <w:szCs w:val="20"/>
        </w:rPr>
        <w:t xml:space="preserve"> </w:t>
      </w:r>
      <w:r w:rsidR="00673D4E" w:rsidRPr="00A61D42">
        <w:rPr>
          <w:rFonts w:cs="Arial"/>
          <w:szCs w:val="20"/>
        </w:rPr>
        <w:t>in Siegen-Wittgenstein</w:t>
      </w:r>
      <w:r w:rsidR="00673D4E">
        <w:rPr>
          <w:rFonts w:cs="Arial"/>
          <w:szCs w:val="20"/>
        </w:rPr>
        <w:t>“</w:t>
      </w:r>
      <w:r>
        <w:t xml:space="preserve">. Zur Unterstützung ihrer Aktivitäten erhielten sie jetzt von SIEGENIA einen Spendenscheck. </w:t>
      </w:r>
      <w:r w:rsidR="00DA3575">
        <w:t>Wolfgang Michael</w:t>
      </w:r>
      <w:r w:rsidR="00DA3575" w:rsidRPr="00BC5CD1">
        <w:t xml:space="preserve"> </w:t>
      </w:r>
      <w:r w:rsidRPr="00BC5CD1">
        <w:t>Wagner, Vorsitzende</w:t>
      </w:r>
      <w:r w:rsidR="005625F7">
        <w:t>r</w:t>
      </w:r>
      <w:r w:rsidRPr="00BC5CD1">
        <w:t xml:space="preserve"> </w:t>
      </w:r>
      <w:r w:rsidR="00563042">
        <w:t>von</w:t>
      </w:r>
      <w:r w:rsidR="00673D4E" w:rsidRPr="00673D4E">
        <w:t xml:space="preserve"> </w:t>
      </w:r>
      <w:r w:rsidR="00673D4E">
        <w:t>Handycap e. V.</w:t>
      </w:r>
      <w:r>
        <w:t xml:space="preserve">, war zur </w:t>
      </w:r>
      <w:r w:rsidR="00673D4E">
        <w:t>Ü</w:t>
      </w:r>
      <w:r>
        <w:t>bergabe persönlich an den Hauptstandort von SIEGENIA in Wilnsdorf-Niederdielfen gekommen.</w:t>
      </w:r>
      <w:r w:rsidR="00A47E78" w:rsidRPr="00A47E78">
        <w:t xml:space="preserve"> </w:t>
      </w:r>
      <w:r w:rsidR="00A47E78">
        <w:t xml:space="preserve">Bereits seit Jahren engagiert sich der Nachwuchs von SIEGENIA auf diese Weise für Hilfsbedürftige. Die </w:t>
      </w:r>
      <w:r w:rsidR="00563042">
        <w:t>Einrichtungen</w:t>
      </w:r>
      <w:r w:rsidR="00A47E78">
        <w:t xml:space="preserve">, denen die Spenden zugutekommen, werden </w:t>
      </w:r>
      <w:r w:rsidR="00563042">
        <w:t xml:space="preserve">regelmäßig </w:t>
      </w:r>
      <w:r w:rsidR="00A47E78">
        <w:t xml:space="preserve">unter den Vorschlägen der Mitarbeiter ausgewählt. </w:t>
      </w:r>
    </w:p>
    <w:p w14:paraId="5A26FE93" w14:textId="125CC3B5" w:rsidR="0064677C" w:rsidRDefault="004D6463" w:rsidP="00857C00">
      <w:pPr>
        <w:pStyle w:val="berschrift4"/>
      </w:pPr>
      <w:r>
        <w:t>3</w:t>
      </w:r>
      <w:r w:rsidR="00294991">
        <w:t>.</w:t>
      </w:r>
      <w:r w:rsidR="004A2F84">
        <w:t>0</w:t>
      </w:r>
      <w:r w:rsidR="00294991">
        <w:t xml:space="preserve">00 </w:t>
      </w:r>
      <w:r w:rsidR="00A834B1">
        <w:t>Euro</w:t>
      </w:r>
      <w:r>
        <w:t xml:space="preserve"> für </w:t>
      </w:r>
      <w:r w:rsidR="00AC016D">
        <w:t xml:space="preserve">hilfsbedürftige </w:t>
      </w:r>
      <w:r>
        <w:t xml:space="preserve">Kinder </w:t>
      </w:r>
    </w:p>
    <w:p w14:paraId="1ED223E7" w14:textId="4A717E11" w:rsidR="00A61D42" w:rsidRDefault="00673D4E" w:rsidP="00673D4E">
      <w:r>
        <w:rPr>
          <w:rFonts w:cs="Arial"/>
          <w:szCs w:val="20"/>
        </w:rPr>
        <w:t xml:space="preserve">Als Spendenempfänger im unmittelbaren Umfeld von SIEGENIA erhielt </w:t>
      </w:r>
      <w:r w:rsidRPr="00A61D42">
        <w:rPr>
          <w:rFonts w:cs="Arial"/>
          <w:szCs w:val="20"/>
        </w:rPr>
        <w:t>Handycap e. V.</w:t>
      </w:r>
      <w:r>
        <w:rPr>
          <w:rFonts w:cs="Arial"/>
          <w:szCs w:val="20"/>
        </w:rPr>
        <w:t xml:space="preserve"> einen Scheck in Höhe von</w:t>
      </w:r>
      <w:r w:rsidRPr="00DC4D98">
        <w:rPr>
          <w:rFonts w:cs="Arial"/>
          <w:szCs w:val="20"/>
        </w:rPr>
        <w:t xml:space="preserve"> 2</w:t>
      </w:r>
      <w:r w:rsidR="00563042">
        <w:rPr>
          <w:rFonts w:cs="Arial"/>
          <w:szCs w:val="20"/>
        </w:rPr>
        <w:t>.</w:t>
      </w:r>
      <w:r w:rsidRPr="00DC4D98">
        <w:rPr>
          <w:rFonts w:cs="Arial"/>
          <w:szCs w:val="20"/>
        </w:rPr>
        <w:t>000 €</w:t>
      </w:r>
      <w:r>
        <w:rPr>
          <w:rFonts w:cs="Arial"/>
          <w:szCs w:val="20"/>
        </w:rPr>
        <w:t xml:space="preserve">. Der Verein unterstützt </w:t>
      </w:r>
      <w:r w:rsidRPr="00A61D42">
        <w:rPr>
          <w:rFonts w:cs="Arial"/>
          <w:szCs w:val="20"/>
        </w:rPr>
        <w:t>Kinder und Jugendliche mit Behinderung, die chronisch</w:t>
      </w:r>
      <w:r>
        <w:rPr>
          <w:rFonts w:cs="Arial"/>
          <w:szCs w:val="20"/>
        </w:rPr>
        <w:t xml:space="preserve"> bzw. </w:t>
      </w:r>
      <w:r w:rsidRPr="00A61D42">
        <w:rPr>
          <w:rFonts w:cs="Arial"/>
          <w:szCs w:val="20"/>
        </w:rPr>
        <w:t>unheilbar erkrankt sind,</w:t>
      </w:r>
      <w:r>
        <w:rPr>
          <w:rFonts w:cs="Arial"/>
          <w:szCs w:val="20"/>
        </w:rPr>
        <w:t xml:space="preserve"> durch die Erfüllung eines Wunsches – von Hilfsmitteln zur Mobilitätserhöhung über eine neue Zimmereinrichtung bis zu einem </w:t>
      </w:r>
      <w:r w:rsidR="00563042">
        <w:rPr>
          <w:rFonts w:cs="Arial"/>
          <w:szCs w:val="20"/>
        </w:rPr>
        <w:t>Aufenthalt</w:t>
      </w:r>
      <w:r>
        <w:rPr>
          <w:rFonts w:cs="Arial"/>
          <w:szCs w:val="20"/>
        </w:rPr>
        <w:t xml:space="preserve"> in eine</w:t>
      </w:r>
      <w:r w:rsidR="00563042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Vergnügungspark</w:t>
      </w:r>
      <w:r w:rsidRPr="00DC4D98">
        <w:rPr>
          <w:rFonts w:cs="Arial"/>
          <w:szCs w:val="20"/>
        </w:rPr>
        <w:t xml:space="preserve">. </w:t>
      </w:r>
      <w:r w:rsidRPr="00DC4D98">
        <w:rPr>
          <w:rFonts w:cs="Arial"/>
          <w:bCs/>
          <w:szCs w:val="20"/>
        </w:rPr>
        <w:t xml:space="preserve">Zudem </w:t>
      </w:r>
      <w:r>
        <w:rPr>
          <w:rFonts w:cs="Arial"/>
          <w:bCs/>
          <w:szCs w:val="20"/>
        </w:rPr>
        <w:t xml:space="preserve">leistet der Verein Hilfestellung im Umgang mit Behörden, </w:t>
      </w:r>
      <w:r w:rsidRPr="00DC4D98">
        <w:rPr>
          <w:rFonts w:cs="Arial"/>
          <w:bCs/>
          <w:szCs w:val="20"/>
        </w:rPr>
        <w:t>bei der Beschaffung von Therapie- und Spezialspielzeugen</w:t>
      </w:r>
      <w:r>
        <w:rPr>
          <w:rFonts w:cs="Arial"/>
          <w:bCs/>
          <w:szCs w:val="20"/>
        </w:rPr>
        <w:t xml:space="preserve"> oder auch durch die Ermöglichung von </w:t>
      </w:r>
      <w:r w:rsidRPr="00DC4D98">
        <w:rPr>
          <w:rFonts w:cs="Arial"/>
          <w:bCs/>
          <w:szCs w:val="20"/>
        </w:rPr>
        <w:t>Tagesausflüge</w:t>
      </w:r>
      <w:r>
        <w:rPr>
          <w:rFonts w:cs="Arial"/>
          <w:bCs/>
          <w:szCs w:val="20"/>
        </w:rPr>
        <w:t>n</w:t>
      </w:r>
      <w:r w:rsidRPr="00DC4D98">
        <w:rPr>
          <w:rFonts w:cs="Arial"/>
          <w:bCs/>
          <w:szCs w:val="20"/>
        </w:rPr>
        <w:t xml:space="preserve"> im vereinseigenen Kleinbus</w:t>
      </w:r>
      <w:r>
        <w:rPr>
          <w:rFonts w:cs="Arial"/>
          <w:bCs/>
          <w:szCs w:val="20"/>
        </w:rPr>
        <w:t>. Damit honorierte SIEGENIA nach 2014 bereits zum zweiten Mal das Engagement</w:t>
      </w:r>
      <w:r w:rsidR="00563042">
        <w:rPr>
          <w:rFonts w:cs="Arial"/>
          <w:bCs/>
          <w:szCs w:val="20"/>
        </w:rPr>
        <w:t xml:space="preserve"> der Siegener Organisation</w:t>
      </w:r>
      <w:r>
        <w:rPr>
          <w:rFonts w:cs="Arial"/>
          <w:bCs/>
          <w:szCs w:val="20"/>
        </w:rPr>
        <w:t>.</w:t>
      </w:r>
    </w:p>
    <w:p w14:paraId="3FD93B43" w14:textId="6E538B71" w:rsidR="001D4920" w:rsidRDefault="001D4920" w:rsidP="00A61D42">
      <w:pPr>
        <w:rPr>
          <w:rFonts w:cs="Arial"/>
          <w:color w:val="00B0F0"/>
          <w:szCs w:val="20"/>
        </w:rPr>
      </w:pPr>
    </w:p>
    <w:p w14:paraId="16D1893F" w14:textId="774A8278" w:rsidR="00B37FF2" w:rsidRPr="00B37FF2" w:rsidRDefault="00673D4E" w:rsidP="00673D4E">
      <w:pPr>
        <w:rPr>
          <w:rFonts w:cs="Arial"/>
          <w:color w:val="00B0F0"/>
          <w:szCs w:val="20"/>
        </w:rPr>
      </w:pPr>
      <w:r>
        <w:rPr>
          <w:szCs w:val="20"/>
        </w:rPr>
        <w:t xml:space="preserve">Über eine Spende in Höhe von 1.000 Euro freute sich die </w:t>
      </w:r>
      <w:r w:rsidR="00B37FF2" w:rsidRPr="00DC4D98">
        <w:rPr>
          <w:szCs w:val="20"/>
        </w:rPr>
        <w:t>Deutsche Teddy Stiftung</w:t>
      </w:r>
      <w:r>
        <w:rPr>
          <w:szCs w:val="20"/>
        </w:rPr>
        <w:t xml:space="preserve">. </w:t>
      </w:r>
      <w:r w:rsidR="0095739A">
        <w:rPr>
          <w:szCs w:val="20"/>
        </w:rPr>
        <w:t xml:space="preserve">Ziel ist es, </w:t>
      </w:r>
      <w:r w:rsidR="0095739A" w:rsidRPr="00DC4D98">
        <w:rPr>
          <w:szCs w:val="20"/>
        </w:rPr>
        <w:t xml:space="preserve">Rettungsfahrzeuge, Streifenwagen der Polizei, Feuerwehrfahrzeuge und die Ambulanzen von Krankenhäusern </w:t>
      </w:r>
      <w:r w:rsidR="0095739A">
        <w:rPr>
          <w:szCs w:val="20"/>
        </w:rPr>
        <w:t xml:space="preserve">in ganz Deutschland </w:t>
      </w:r>
      <w:r w:rsidR="0095739A" w:rsidRPr="00DC4D98">
        <w:rPr>
          <w:szCs w:val="20"/>
        </w:rPr>
        <w:t xml:space="preserve">mit Teddybären auszustatten, die </w:t>
      </w:r>
      <w:r w:rsidR="0095739A">
        <w:rPr>
          <w:szCs w:val="20"/>
        </w:rPr>
        <w:t xml:space="preserve">kleine </w:t>
      </w:r>
      <w:r w:rsidR="0095739A" w:rsidRPr="00DC4D98">
        <w:rPr>
          <w:szCs w:val="20"/>
        </w:rPr>
        <w:t xml:space="preserve">Kinder </w:t>
      </w:r>
      <w:r w:rsidR="0095739A">
        <w:rPr>
          <w:szCs w:val="20"/>
        </w:rPr>
        <w:t xml:space="preserve">während der Fahrt </w:t>
      </w:r>
      <w:r w:rsidR="00563042">
        <w:rPr>
          <w:szCs w:val="20"/>
        </w:rPr>
        <w:t xml:space="preserve">vom Begleitpersonal </w:t>
      </w:r>
      <w:r w:rsidR="0095739A">
        <w:rPr>
          <w:szCs w:val="20"/>
        </w:rPr>
        <w:t>erhalten</w:t>
      </w:r>
      <w:r w:rsidR="0095739A" w:rsidRPr="00DC4D98">
        <w:rPr>
          <w:szCs w:val="20"/>
        </w:rPr>
        <w:t>.</w:t>
      </w:r>
      <w:r w:rsidR="0095739A">
        <w:rPr>
          <w:szCs w:val="20"/>
        </w:rPr>
        <w:t xml:space="preserve"> Die Initiative beruht auf der Erkenntnis, dass Stofftiere</w:t>
      </w:r>
      <w:r w:rsidR="00B37FF2" w:rsidRPr="00DC4D98">
        <w:rPr>
          <w:szCs w:val="20"/>
        </w:rPr>
        <w:t xml:space="preserve"> Trostspender</w:t>
      </w:r>
      <w:r w:rsidR="0095739A">
        <w:rPr>
          <w:szCs w:val="20"/>
        </w:rPr>
        <w:t xml:space="preserve"> sind und </w:t>
      </w:r>
      <w:r w:rsidR="00B37FF2" w:rsidRPr="00DC4D98">
        <w:rPr>
          <w:szCs w:val="20"/>
        </w:rPr>
        <w:t xml:space="preserve">Kindern in Notlagen helfen, diese ohne Traumatisierung zu überstehen. </w:t>
      </w:r>
      <w:r w:rsidR="00943347" w:rsidRPr="00DC4D98">
        <w:rPr>
          <w:szCs w:val="20"/>
        </w:rPr>
        <w:lastRenderedPageBreak/>
        <w:t xml:space="preserve">Seit </w:t>
      </w:r>
      <w:r w:rsidR="0095739A">
        <w:rPr>
          <w:szCs w:val="20"/>
        </w:rPr>
        <w:t>d</w:t>
      </w:r>
      <w:r w:rsidR="00943347" w:rsidRPr="00DC4D98">
        <w:rPr>
          <w:szCs w:val="20"/>
        </w:rPr>
        <w:t>er Gründung im Jahr 1998 konnte</w:t>
      </w:r>
      <w:r w:rsidR="0095739A">
        <w:rPr>
          <w:szCs w:val="20"/>
        </w:rPr>
        <w:t xml:space="preserve"> der Verein </w:t>
      </w:r>
      <w:r w:rsidR="00943347" w:rsidRPr="00DC4D98">
        <w:rPr>
          <w:szCs w:val="20"/>
        </w:rPr>
        <w:t xml:space="preserve">mehr als 100.000 Teddybären an Kinder verteilen. </w:t>
      </w:r>
    </w:p>
    <w:p w14:paraId="5CC20749" w14:textId="77777777" w:rsidR="00B37FF2" w:rsidRDefault="00B37FF2" w:rsidP="00B37FF2">
      <w:pPr>
        <w:spacing w:line="240" w:lineRule="auto"/>
        <w:rPr>
          <w:rFonts w:cs="Arial"/>
          <w:color w:val="00B0F0"/>
          <w:szCs w:val="20"/>
        </w:rPr>
      </w:pPr>
    </w:p>
    <w:p w14:paraId="0E62E2F9" w14:textId="77777777" w:rsidR="00A61D42" w:rsidRPr="00A61D42" w:rsidRDefault="00A61D42" w:rsidP="00A61D42"/>
    <w:p w14:paraId="570A4D82" w14:textId="77777777" w:rsidR="003115B9" w:rsidRDefault="003115B9" w:rsidP="00DC4D98"/>
    <w:p w14:paraId="74FE9728" w14:textId="3112C39C" w:rsidR="004A2F84" w:rsidRDefault="004A2F84" w:rsidP="004A2F84"/>
    <w:p w14:paraId="2714EBC1" w14:textId="77777777" w:rsidR="00915303" w:rsidRDefault="00915303" w:rsidP="00915303">
      <w:pPr>
        <w:rPr>
          <w:rFonts w:cs="Arial"/>
          <w:szCs w:val="20"/>
        </w:rPr>
      </w:pPr>
    </w:p>
    <w:p w14:paraId="0E06A474" w14:textId="77777777" w:rsidR="005D13CB" w:rsidRDefault="005D13CB" w:rsidP="00915303">
      <w:pPr>
        <w:rPr>
          <w:rFonts w:cs="Arial"/>
          <w:szCs w:val="20"/>
        </w:rPr>
      </w:pPr>
    </w:p>
    <w:p w14:paraId="3999A16A" w14:textId="77777777" w:rsidR="00915303" w:rsidRDefault="00915303" w:rsidP="00915303">
      <w:pPr>
        <w:rPr>
          <w:rFonts w:cs="Arial"/>
          <w:szCs w:val="20"/>
        </w:rPr>
      </w:pPr>
    </w:p>
    <w:p w14:paraId="37E6F7BD" w14:textId="6E9B21E4" w:rsidR="004A2F84" w:rsidRDefault="004A2F84" w:rsidP="004A2F84"/>
    <w:p w14:paraId="3F5DB57A" w14:textId="77777777" w:rsidR="000B3A69" w:rsidRDefault="000B3A69" w:rsidP="004A2F84"/>
    <w:p w14:paraId="38AA22EE" w14:textId="77777777" w:rsidR="00857C00" w:rsidRDefault="00857C00" w:rsidP="004A2F84"/>
    <w:p w14:paraId="7B762227" w14:textId="5C3A193A" w:rsidR="005E1468" w:rsidRDefault="006E02DB" w:rsidP="005A7C57">
      <w:pPr>
        <w:pStyle w:val="berschrift4"/>
      </w:pPr>
      <w:r>
        <w:t>Bildunterschrift</w:t>
      </w:r>
    </w:p>
    <w:p w14:paraId="7E09391C" w14:textId="77777777" w:rsidR="002A7F37" w:rsidRDefault="002A7F37" w:rsidP="002A7F37">
      <w:r>
        <w:t>Bildquelle: SIEGENIA</w:t>
      </w:r>
    </w:p>
    <w:p w14:paraId="0B1FEB78" w14:textId="77777777" w:rsidR="006646FD" w:rsidRPr="002A7F37" w:rsidRDefault="006646FD" w:rsidP="002A7F37"/>
    <w:p w14:paraId="6299188F" w14:textId="1C8D7AF4" w:rsidR="005E1468" w:rsidRPr="00AC3CD6" w:rsidRDefault="005E1468" w:rsidP="005E1468">
      <w:pPr>
        <w:rPr>
          <w:bCs/>
          <w:i/>
        </w:rPr>
      </w:pPr>
      <w:r w:rsidRPr="00AC3CD6">
        <w:rPr>
          <w:bCs/>
          <w:i/>
        </w:rPr>
        <w:t>Motiv: SIE_</w:t>
      </w:r>
      <w:r w:rsidR="006E02DB" w:rsidRPr="00AC3CD6">
        <w:rPr>
          <w:bCs/>
          <w:i/>
        </w:rPr>
        <w:t>Spendenuebergabe</w:t>
      </w:r>
      <w:r w:rsidR="00C2187C" w:rsidRPr="00AC3CD6">
        <w:rPr>
          <w:bCs/>
          <w:i/>
        </w:rPr>
        <w:t xml:space="preserve"> Verkauf Weihnachtsgeschenke_201</w:t>
      </w:r>
      <w:r w:rsidR="00BC5CD1" w:rsidRPr="00AC3CD6">
        <w:rPr>
          <w:bCs/>
          <w:i/>
        </w:rPr>
        <w:t>8</w:t>
      </w:r>
      <w:r w:rsidR="00AC3CD6" w:rsidRPr="00AC3CD6">
        <w:rPr>
          <w:bCs/>
          <w:i/>
        </w:rPr>
        <w:t>_18x13</w:t>
      </w:r>
      <w:r w:rsidRPr="00AC3CD6">
        <w:rPr>
          <w:bCs/>
          <w:i/>
        </w:rPr>
        <w:t xml:space="preserve">.jpg </w:t>
      </w:r>
    </w:p>
    <w:p w14:paraId="2BCD47A2" w14:textId="4269F73F" w:rsidR="00DA3575" w:rsidRPr="00DA3575" w:rsidRDefault="005D13CB" w:rsidP="00DA3575">
      <w:r w:rsidRPr="00AC3CD6">
        <w:t xml:space="preserve">Große Freude bei der Scheckübergabe: </w:t>
      </w:r>
      <w:r w:rsidR="00DA3575" w:rsidRPr="00AC3CD6">
        <w:t>Wolfgang Michael</w:t>
      </w:r>
      <w:r w:rsidR="00BC5CD1" w:rsidRPr="00AC3CD6">
        <w:t xml:space="preserve"> Wagner</w:t>
      </w:r>
      <w:r w:rsidR="00AC3CD6">
        <w:t xml:space="preserve"> (M.)</w:t>
      </w:r>
      <w:r w:rsidR="00BC5CD1" w:rsidRPr="00AC3CD6">
        <w:t>, Vorsitzende</w:t>
      </w:r>
      <w:r w:rsidR="00DA3575" w:rsidRPr="00AC3CD6">
        <w:t>r</w:t>
      </w:r>
      <w:r w:rsidR="00BC5CD1" w:rsidRPr="00AC3CD6">
        <w:t xml:space="preserve"> von Handycap e. V.</w:t>
      </w:r>
      <w:r w:rsidR="00DA3575" w:rsidRPr="00AC3CD6">
        <w:t xml:space="preserve">, Stella Wunderlich </w:t>
      </w:r>
      <w:r w:rsidR="00AC3CD6">
        <w:t xml:space="preserve">(r.) </w:t>
      </w:r>
      <w:r w:rsidR="00DA3575" w:rsidRPr="00AC3CD6">
        <w:t>und Tim Kolberg</w:t>
      </w:r>
      <w:r w:rsidR="00AC3CD6">
        <w:t xml:space="preserve"> (l.)</w:t>
      </w:r>
      <w:r w:rsidR="00DA3575" w:rsidRPr="00AC3CD6">
        <w:t>, Auszubildende bei SIEGENIA.</w:t>
      </w:r>
      <w:r w:rsidR="00DA3575" w:rsidRPr="00DA3575">
        <w:t xml:space="preserve"> </w:t>
      </w:r>
    </w:p>
    <w:p w14:paraId="7D41D2F6" w14:textId="763F11B6" w:rsidR="00DA3575" w:rsidRDefault="00DA3575" w:rsidP="00DA3575"/>
    <w:p w14:paraId="6C976D8C" w14:textId="77777777" w:rsidR="00AC3CD6" w:rsidRPr="00DA3575" w:rsidRDefault="00AC3CD6" w:rsidP="00DA3575">
      <w:bookmarkStart w:id="0" w:name="_GoBack"/>
      <w:bookmarkEnd w:id="0"/>
    </w:p>
    <w:p w14:paraId="4F27D10D" w14:textId="5D5485CE" w:rsidR="005E1468" w:rsidRDefault="005E1468" w:rsidP="005E1468"/>
    <w:p w14:paraId="0E9E1897" w14:textId="4EDE2EF2" w:rsidR="00DA3575" w:rsidRDefault="00DA3575" w:rsidP="005E1468"/>
    <w:p w14:paraId="3CBBEC55" w14:textId="1120E8E1" w:rsidR="00DA3575" w:rsidRDefault="00DA3575" w:rsidP="005E1468"/>
    <w:p w14:paraId="3692C74C" w14:textId="4146AA04" w:rsidR="00DA3575" w:rsidRDefault="00DA3575" w:rsidP="005E1468"/>
    <w:p w14:paraId="59004011" w14:textId="77777777" w:rsidR="00DA3575" w:rsidRPr="00BC5CD1" w:rsidRDefault="00DA3575" w:rsidP="005E1468"/>
    <w:p w14:paraId="700AEB1D" w14:textId="77777777" w:rsidR="006E02DB" w:rsidRPr="00D129AE" w:rsidRDefault="006E02DB" w:rsidP="005E1468"/>
    <w:p w14:paraId="458BCA92" w14:textId="77777777" w:rsidR="005E1468" w:rsidRDefault="005E1468" w:rsidP="005E1468"/>
    <w:p w14:paraId="1EE71DA1" w14:textId="77777777" w:rsidR="008D7633" w:rsidRPr="00ED6392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39EB8B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CAC66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B29BEE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B8E40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B475D4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BD2BA5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E42BE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1A0434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C40E5E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0C0F88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60C426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F5CCC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27BF5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DE41B10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2EEFFF6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5DE87B0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508469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98854DD" w14:textId="77777777" w:rsidR="008D7633" w:rsidRPr="004A2F84" w:rsidRDefault="0088698F" w:rsidP="007A5EB4">
            <w:pPr>
              <w:pStyle w:val="Formatvorlage2"/>
              <w:rPr>
                <w:lang w:val="it-IT"/>
              </w:rPr>
            </w:pPr>
            <w:r w:rsidRPr="004A2F84">
              <w:rPr>
                <w:lang w:val="it-IT"/>
              </w:rPr>
              <w:t>E</w:t>
            </w:r>
            <w:r w:rsidR="008D7633" w:rsidRPr="004A2F84">
              <w:rPr>
                <w:lang w:val="it-IT"/>
              </w:rPr>
              <w:t>-Mail: info@kemper-kommunikation.de</w:t>
            </w:r>
          </w:p>
          <w:p w14:paraId="3E2C657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83E90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334B7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85E0AFE" w14:textId="3FD9497F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6E02DB">
              <w:t>n</w:t>
            </w:r>
            <w:r w:rsidRPr="00C33A1F">
              <w:t xml:space="preserve">: </w:t>
            </w:r>
            <w:r w:rsidR="006E02DB">
              <w:t>2</w:t>
            </w:r>
          </w:p>
          <w:p w14:paraId="0AD87364" w14:textId="570EBAE8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3264A">
              <w:t>3</w:t>
            </w:r>
            <w:r w:rsidR="00111155">
              <w:t>38</w:t>
            </w:r>
          </w:p>
          <w:p w14:paraId="2CCF70E3" w14:textId="6E03F8C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3264A">
              <w:t>2</w:t>
            </w:r>
            <w:r w:rsidR="006646FD">
              <w:t xml:space="preserve"> </w:t>
            </w:r>
            <w:r w:rsidR="00111155">
              <w:t>4</w:t>
            </w:r>
            <w:r w:rsidR="003A49E0">
              <w:t>9</w:t>
            </w:r>
            <w:r w:rsidR="00111155">
              <w:t>6</w:t>
            </w:r>
            <w:r w:rsidRPr="00C33A1F">
              <w:br/>
              <w:t>(mit Leerzeichen)</w:t>
            </w:r>
          </w:p>
          <w:p w14:paraId="2D2A78BA" w14:textId="77777777" w:rsidR="008D7633" w:rsidRDefault="008D7633" w:rsidP="007A5EB4">
            <w:pPr>
              <w:pStyle w:val="Formatvorlage2"/>
            </w:pPr>
          </w:p>
          <w:p w14:paraId="51663D41" w14:textId="30C31A99" w:rsidR="008D7633" w:rsidRPr="00C33A1F" w:rsidRDefault="006646FD" w:rsidP="007A5EB4">
            <w:pPr>
              <w:pStyle w:val="Formatvorlage2"/>
            </w:pPr>
            <w:r>
              <w:t xml:space="preserve">erstellt am: </w:t>
            </w:r>
            <w:r w:rsidR="004B5BED">
              <w:t>2</w:t>
            </w:r>
            <w:r w:rsidR="00AC3CD6">
              <w:t>6</w:t>
            </w:r>
            <w:r w:rsidR="008D7633">
              <w:t>.</w:t>
            </w:r>
            <w:r w:rsidR="00486878">
              <w:t>0</w:t>
            </w:r>
            <w:r>
              <w:t>2</w:t>
            </w:r>
            <w:r w:rsidR="008D7633">
              <w:t>.201</w:t>
            </w:r>
            <w:r w:rsidR="00943347">
              <w:t>8</w:t>
            </w:r>
          </w:p>
          <w:p w14:paraId="5A48BD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23BB6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941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7C821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E1F53" w14:textId="77777777" w:rsidR="00CA455B" w:rsidRDefault="00CA455B">
      <w:r>
        <w:separator/>
      </w:r>
    </w:p>
  </w:endnote>
  <w:endnote w:type="continuationSeparator" w:id="0">
    <w:p w14:paraId="7075A720" w14:textId="77777777" w:rsidR="00CA455B" w:rsidRDefault="00CA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1790" w14:textId="77777777" w:rsidR="00DE57F0" w:rsidRDefault="00DE57F0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D4BB5" w14:textId="77777777" w:rsidR="00CA455B" w:rsidRDefault="00CA455B">
      <w:r>
        <w:separator/>
      </w:r>
    </w:p>
  </w:footnote>
  <w:footnote w:type="continuationSeparator" w:id="0">
    <w:p w14:paraId="44A0A727" w14:textId="77777777" w:rsidR="00CA455B" w:rsidRDefault="00CA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091D9" w14:textId="77777777" w:rsidR="00DE57F0" w:rsidRDefault="00DE57F0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6E5145D" wp14:editId="3D4AEBD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C4F14"/>
    <w:multiLevelType w:val="multilevel"/>
    <w:tmpl w:val="03FE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61B32"/>
    <w:multiLevelType w:val="hybridMultilevel"/>
    <w:tmpl w:val="64F68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BBB"/>
    <w:multiLevelType w:val="hybridMultilevel"/>
    <w:tmpl w:val="E960AE12"/>
    <w:lvl w:ilvl="0" w:tplc="17F0A5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81298"/>
    <w:multiLevelType w:val="hybridMultilevel"/>
    <w:tmpl w:val="2A44B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0468C"/>
    <w:multiLevelType w:val="hybridMultilevel"/>
    <w:tmpl w:val="63D0A2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F1008"/>
    <w:multiLevelType w:val="hybridMultilevel"/>
    <w:tmpl w:val="45F63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43"/>
    <w:rsid w:val="000024D9"/>
    <w:rsid w:val="00003256"/>
    <w:rsid w:val="000039FE"/>
    <w:rsid w:val="000065CD"/>
    <w:rsid w:val="0001449A"/>
    <w:rsid w:val="0001520C"/>
    <w:rsid w:val="00026907"/>
    <w:rsid w:val="00040EBF"/>
    <w:rsid w:val="00064165"/>
    <w:rsid w:val="0006699F"/>
    <w:rsid w:val="000675C7"/>
    <w:rsid w:val="00070AC7"/>
    <w:rsid w:val="00090045"/>
    <w:rsid w:val="00095303"/>
    <w:rsid w:val="000A1DF0"/>
    <w:rsid w:val="000A5CA3"/>
    <w:rsid w:val="000B3A69"/>
    <w:rsid w:val="000D04DA"/>
    <w:rsid w:val="000D0C02"/>
    <w:rsid w:val="000D2A27"/>
    <w:rsid w:val="000D4874"/>
    <w:rsid w:val="000E424C"/>
    <w:rsid w:val="000F2936"/>
    <w:rsid w:val="000F565C"/>
    <w:rsid w:val="000F67C4"/>
    <w:rsid w:val="001025BB"/>
    <w:rsid w:val="00102A93"/>
    <w:rsid w:val="0010792E"/>
    <w:rsid w:val="00111155"/>
    <w:rsid w:val="001128F1"/>
    <w:rsid w:val="00122F20"/>
    <w:rsid w:val="00136337"/>
    <w:rsid w:val="00137BD1"/>
    <w:rsid w:val="00145B48"/>
    <w:rsid w:val="001529E6"/>
    <w:rsid w:val="00156B0C"/>
    <w:rsid w:val="0016382B"/>
    <w:rsid w:val="00166476"/>
    <w:rsid w:val="00166FB7"/>
    <w:rsid w:val="00171C51"/>
    <w:rsid w:val="00181443"/>
    <w:rsid w:val="001B7003"/>
    <w:rsid w:val="001C39FF"/>
    <w:rsid w:val="001C7D04"/>
    <w:rsid w:val="001D0718"/>
    <w:rsid w:val="001D26E4"/>
    <w:rsid w:val="001D4920"/>
    <w:rsid w:val="001E0780"/>
    <w:rsid w:val="001E1BF4"/>
    <w:rsid w:val="001E1DA6"/>
    <w:rsid w:val="001F3432"/>
    <w:rsid w:val="002046D3"/>
    <w:rsid w:val="0022331C"/>
    <w:rsid w:val="00253494"/>
    <w:rsid w:val="00254803"/>
    <w:rsid w:val="00254A9B"/>
    <w:rsid w:val="00255FE8"/>
    <w:rsid w:val="00272508"/>
    <w:rsid w:val="002769DE"/>
    <w:rsid w:val="002819C3"/>
    <w:rsid w:val="00294991"/>
    <w:rsid w:val="002A202C"/>
    <w:rsid w:val="002A7F37"/>
    <w:rsid w:val="002C00E2"/>
    <w:rsid w:val="002C36FE"/>
    <w:rsid w:val="002C5A66"/>
    <w:rsid w:val="002C6D41"/>
    <w:rsid w:val="002D04E3"/>
    <w:rsid w:val="002E48B5"/>
    <w:rsid w:val="002E59D6"/>
    <w:rsid w:val="002F18BB"/>
    <w:rsid w:val="002F21F2"/>
    <w:rsid w:val="002F4389"/>
    <w:rsid w:val="002F466F"/>
    <w:rsid w:val="0031150D"/>
    <w:rsid w:val="003115B9"/>
    <w:rsid w:val="003136F5"/>
    <w:rsid w:val="0031568A"/>
    <w:rsid w:val="00324F84"/>
    <w:rsid w:val="00326F7E"/>
    <w:rsid w:val="00350ACA"/>
    <w:rsid w:val="003514C3"/>
    <w:rsid w:val="00357C43"/>
    <w:rsid w:val="00364DEF"/>
    <w:rsid w:val="00367E21"/>
    <w:rsid w:val="00375A48"/>
    <w:rsid w:val="0038244F"/>
    <w:rsid w:val="0038276B"/>
    <w:rsid w:val="0038499F"/>
    <w:rsid w:val="0038727C"/>
    <w:rsid w:val="003914C5"/>
    <w:rsid w:val="00391CD8"/>
    <w:rsid w:val="00392D5F"/>
    <w:rsid w:val="003A1BA5"/>
    <w:rsid w:val="003A49E0"/>
    <w:rsid w:val="003D61A2"/>
    <w:rsid w:val="003D6A7D"/>
    <w:rsid w:val="003E0D26"/>
    <w:rsid w:val="003E378F"/>
    <w:rsid w:val="003F732F"/>
    <w:rsid w:val="004176D4"/>
    <w:rsid w:val="00420F79"/>
    <w:rsid w:val="00426383"/>
    <w:rsid w:val="004333E8"/>
    <w:rsid w:val="0044187A"/>
    <w:rsid w:val="00446899"/>
    <w:rsid w:val="00447689"/>
    <w:rsid w:val="0046235C"/>
    <w:rsid w:val="004629AD"/>
    <w:rsid w:val="0047024F"/>
    <w:rsid w:val="004806AF"/>
    <w:rsid w:val="00486878"/>
    <w:rsid w:val="004A2F84"/>
    <w:rsid w:val="004B2E39"/>
    <w:rsid w:val="004B5BED"/>
    <w:rsid w:val="004B62AB"/>
    <w:rsid w:val="004C4FDA"/>
    <w:rsid w:val="004C503A"/>
    <w:rsid w:val="004D3A87"/>
    <w:rsid w:val="004D6463"/>
    <w:rsid w:val="004E057A"/>
    <w:rsid w:val="004E2322"/>
    <w:rsid w:val="004E2BD7"/>
    <w:rsid w:val="004E3AF9"/>
    <w:rsid w:val="004E469E"/>
    <w:rsid w:val="00510191"/>
    <w:rsid w:val="0052436A"/>
    <w:rsid w:val="005254BE"/>
    <w:rsid w:val="00527C57"/>
    <w:rsid w:val="00533516"/>
    <w:rsid w:val="0053507B"/>
    <w:rsid w:val="0054465A"/>
    <w:rsid w:val="00552DC0"/>
    <w:rsid w:val="0055550C"/>
    <w:rsid w:val="005625F7"/>
    <w:rsid w:val="00563042"/>
    <w:rsid w:val="00563E60"/>
    <w:rsid w:val="00592833"/>
    <w:rsid w:val="005A214B"/>
    <w:rsid w:val="005A3974"/>
    <w:rsid w:val="005A5DC6"/>
    <w:rsid w:val="005A6A38"/>
    <w:rsid w:val="005A7C57"/>
    <w:rsid w:val="005D13CB"/>
    <w:rsid w:val="005E06F2"/>
    <w:rsid w:val="005E1468"/>
    <w:rsid w:val="005E3E61"/>
    <w:rsid w:val="005F2A75"/>
    <w:rsid w:val="005F3D5F"/>
    <w:rsid w:val="005F7B2E"/>
    <w:rsid w:val="006016B0"/>
    <w:rsid w:val="0061051B"/>
    <w:rsid w:val="006111D0"/>
    <w:rsid w:val="0061253D"/>
    <w:rsid w:val="00617358"/>
    <w:rsid w:val="00617D76"/>
    <w:rsid w:val="006279BD"/>
    <w:rsid w:val="00630405"/>
    <w:rsid w:val="00634A59"/>
    <w:rsid w:val="006446D6"/>
    <w:rsid w:val="0064677C"/>
    <w:rsid w:val="00656A7F"/>
    <w:rsid w:val="00656FEE"/>
    <w:rsid w:val="006646FD"/>
    <w:rsid w:val="00667448"/>
    <w:rsid w:val="00673D4E"/>
    <w:rsid w:val="00674DCB"/>
    <w:rsid w:val="006866DF"/>
    <w:rsid w:val="00692205"/>
    <w:rsid w:val="006944D9"/>
    <w:rsid w:val="006A2FD7"/>
    <w:rsid w:val="006A7184"/>
    <w:rsid w:val="006B1496"/>
    <w:rsid w:val="006B6CD1"/>
    <w:rsid w:val="006B7979"/>
    <w:rsid w:val="006C044C"/>
    <w:rsid w:val="006C6D45"/>
    <w:rsid w:val="006D097B"/>
    <w:rsid w:val="006E02DB"/>
    <w:rsid w:val="006E5CC8"/>
    <w:rsid w:val="00701954"/>
    <w:rsid w:val="0070344E"/>
    <w:rsid w:val="00703943"/>
    <w:rsid w:val="007046C4"/>
    <w:rsid w:val="00711885"/>
    <w:rsid w:val="007148FF"/>
    <w:rsid w:val="00716BDB"/>
    <w:rsid w:val="00717456"/>
    <w:rsid w:val="00730E66"/>
    <w:rsid w:val="00737DE1"/>
    <w:rsid w:val="007469BF"/>
    <w:rsid w:val="007510DD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377E"/>
    <w:rsid w:val="007E484A"/>
    <w:rsid w:val="007F3F54"/>
    <w:rsid w:val="007F43E0"/>
    <w:rsid w:val="00801D78"/>
    <w:rsid w:val="0080616C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57C00"/>
    <w:rsid w:val="0086386E"/>
    <w:rsid w:val="00871847"/>
    <w:rsid w:val="0088698F"/>
    <w:rsid w:val="008948FE"/>
    <w:rsid w:val="00894ADF"/>
    <w:rsid w:val="008A6F1F"/>
    <w:rsid w:val="008C3491"/>
    <w:rsid w:val="008C5079"/>
    <w:rsid w:val="008D2B30"/>
    <w:rsid w:val="008D3232"/>
    <w:rsid w:val="008D7633"/>
    <w:rsid w:val="00910883"/>
    <w:rsid w:val="00912905"/>
    <w:rsid w:val="00915303"/>
    <w:rsid w:val="0092580A"/>
    <w:rsid w:val="0093490C"/>
    <w:rsid w:val="0093664F"/>
    <w:rsid w:val="00943347"/>
    <w:rsid w:val="00943EB0"/>
    <w:rsid w:val="00945CA5"/>
    <w:rsid w:val="00952050"/>
    <w:rsid w:val="009553BC"/>
    <w:rsid w:val="009557EA"/>
    <w:rsid w:val="0095739A"/>
    <w:rsid w:val="00963959"/>
    <w:rsid w:val="00963D60"/>
    <w:rsid w:val="0096600A"/>
    <w:rsid w:val="00996A07"/>
    <w:rsid w:val="009A4DF1"/>
    <w:rsid w:val="009B067B"/>
    <w:rsid w:val="009B4822"/>
    <w:rsid w:val="009B4AF4"/>
    <w:rsid w:val="009B5300"/>
    <w:rsid w:val="009B5DE9"/>
    <w:rsid w:val="009D0CC8"/>
    <w:rsid w:val="009D6C04"/>
    <w:rsid w:val="009E28F9"/>
    <w:rsid w:val="009E7597"/>
    <w:rsid w:val="00A04FA5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E78"/>
    <w:rsid w:val="00A549FF"/>
    <w:rsid w:val="00A61D42"/>
    <w:rsid w:val="00A64B65"/>
    <w:rsid w:val="00A6502B"/>
    <w:rsid w:val="00A661F8"/>
    <w:rsid w:val="00A6672B"/>
    <w:rsid w:val="00A82224"/>
    <w:rsid w:val="00A834B1"/>
    <w:rsid w:val="00A87496"/>
    <w:rsid w:val="00A927D0"/>
    <w:rsid w:val="00A9705C"/>
    <w:rsid w:val="00A97B0A"/>
    <w:rsid w:val="00AA224C"/>
    <w:rsid w:val="00AA6262"/>
    <w:rsid w:val="00AB1459"/>
    <w:rsid w:val="00AB1EC7"/>
    <w:rsid w:val="00AC016D"/>
    <w:rsid w:val="00AC3C6E"/>
    <w:rsid w:val="00AC3CD6"/>
    <w:rsid w:val="00AD4128"/>
    <w:rsid w:val="00AD6739"/>
    <w:rsid w:val="00AD7705"/>
    <w:rsid w:val="00AD7B27"/>
    <w:rsid w:val="00AE06DB"/>
    <w:rsid w:val="00B057B0"/>
    <w:rsid w:val="00B11AB7"/>
    <w:rsid w:val="00B239B4"/>
    <w:rsid w:val="00B25D0B"/>
    <w:rsid w:val="00B3117A"/>
    <w:rsid w:val="00B35812"/>
    <w:rsid w:val="00B3687B"/>
    <w:rsid w:val="00B37FF2"/>
    <w:rsid w:val="00B41B50"/>
    <w:rsid w:val="00B47777"/>
    <w:rsid w:val="00B47ADF"/>
    <w:rsid w:val="00B55E13"/>
    <w:rsid w:val="00B62E0F"/>
    <w:rsid w:val="00B62ECB"/>
    <w:rsid w:val="00B63C95"/>
    <w:rsid w:val="00B63E35"/>
    <w:rsid w:val="00B84773"/>
    <w:rsid w:val="00B908A8"/>
    <w:rsid w:val="00B92EF0"/>
    <w:rsid w:val="00B93961"/>
    <w:rsid w:val="00BA5B2A"/>
    <w:rsid w:val="00BC2B7F"/>
    <w:rsid w:val="00BC5CD1"/>
    <w:rsid w:val="00BD76B1"/>
    <w:rsid w:val="00BE62B4"/>
    <w:rsid w:val="00BE69F6"/>
    <w:rsid w:val="00BF6132"/>
    <w:rsid w:val="00C02C5D"/>
    <w:rsid w:val="00C14A00"/>
    <w:rsid w:val="00C17EB2"/>
    <w:rsid w:val="00C2187C"/>
    <w:rsid w:val="00C24B77"/>
    <w:rsid w:val="00C2717C"/>
    <w:rsid w:val="00C33A1F"/>
    <w:rsid w:val="00C52D3B"/>
    <w:rsid w:val="00C53FE3"/>
    <w:rsid w:val="00C54D4E"/>
    <w:rsid w:val="00C615A2"/>
    <w:rsid w:val="00C65852"/>
    <w:rsid w:val="00C72B49"/>
    <w:rsid w:val="00C757BF"/>
    <w:rsid w:val="00C77106"/>
    <w:rsid w:val="00C87836"/>
    <w:rsid w:val="00C92A2E"/>
    <w:rsid w:val="00CA455B"/>
    <w:rsid w:val="00CA66F5"/>
    <w:rsid w:val="00CA6BD1"/>
    <w:rsid w:val="00CC02A7"/>
    <w:rsid w:val="00CD585A"/>
    <w:rsid w:val="00CE16F1"/>
    <w:rsid w:val="00CE5038"/>
    <w:rsid w:val="00CE5448"/>
    <w:rsid w:val="00CE5488"/>
    <w:rsid w:val="00CE63E0"/>
    <w:rsid w:val="00CF6534"/>
    <w:rsid w:val="00CF72EF"/>
    <w:rsid w:val="00CF7462"/>
    <w:rsid w:val="00D0156F"/>
    <w:rsid w:val="00D04FE4"/>
    <w:rsid w:val="00D14B1A"/>
    <w:rsid w:val="00D20655"/>
    <w:rsid w:val="00D313A4"/>
    <w:rsid w:val="00D32108"/>
    <w:rsid w:val="00D45693"/>
    <w:rsid w:val="00D47D4E"/>
    <w:rsid w:val="00D522D4"/>
    <w:rsid w:val="00D55DC3"/>
    <w:rsid w:val="00D57457"/>
    <w:rsid w:val="00D64F60"/>
    <w:rsid w:val="00D71D78"/>
    <w:rsid w:val="00D903F0"/>
    <w:rsid w:val="00DA2153"/>
    <w:rsid w:val="00DA2662"/>
    <w:rsid w:val="00DA3575"/>
    <w:rsid w:val="00DB44DA"/>
    <w:rsid w:val="00DB492C"/>
    <w:rsid w:val="00DB4ACB"/>
    <w:rsid w:val="00DC032C"/>
    <w:rsid w:val="00DC1F2A"/>
    <w:rsid w:val="00DC4D98"/>
    <w:rsid w:val="00DE3025"/>
    <w:rsid w:val="00DE57F0"/>
    <w:rsid w:val="00DF1C10"/>
    <w:rsid w:val="00DF1EE2"/>
    <w:rsid w:val="00E03F6F"/>
    <w:rsid w:val="00E04C83"/>
    <w:rsid w:val="00E113D6"/>
    <w:rsid w:val="00E14DD8"/>
    <w:rsid w:val="00E155F0"/>
    <w:rsid w:val="00E17E89"/>
    <w:rsid w:val="00E20D4D"/>
    <w:rsid w:val="00E2358B"/>
    <w:rsid w:val="00E3264A"/>
    <w:rsid w:val="00E34020"/>
    <w:rsid w:val="00E3479A"/>
    <w:rsid w:val="00E56A6E"/>
    <w:rsid w:val="00E6313B"/>
    <w:rsid w:val="00E63ED7"/>
    <w:rsid w:val="00E66783"/>
    <w:rsid w:val="00E736CB"/>
    <w:rsid w:val="00E76C0B"/>
    <w:rsid w:val="00E76D9B"/>
    <w:rsid w:val="00E77789"/>
    <w:rsid w:val="00E80515"/>
    <w:rsid w:val="00E8569D"/>
    <w:rsid w:val="00E954AC"/>
    <w:rsid w:val="00EA2954"/>
    <w:rsid w:val="00EB511E"/>
    <w:rsid w:val="00EB632F"/>
    <w:rsid w:val="00EC1396"/>
    <w:rsid w:val="00ED5610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2082"/>
    <w:rsid w:val="00F344B8"/>
    <w:rsid w:val="00F41966"/>
    <w:rsid w:val="00F445E5"/>
    <w:rsid w:val="00F45D74"/>
    <w:rsid w:val="00F516C4"/>
    <w:rsid w:val="00F6067C"/>
    <w:rsid w:val="00F70AAE"/>
    <w:rsid w:val="00F71E39"/>
    <w:rsid w:val="00F73478"/>
    <w:rsid w:val="00F82E34"/>
    <w:rsid w:val="00F84C8D"/>
    <w:rsid w:val="00FA07A1"/>
    <w:rsid w:val="00FA1807"/>
    <w:rsid w:val="00FA2170"/>
    <w:rsid w:val="00FA3E25"/>
    <w:rsid w:val="00FB5A18"/>
    <w:rsid w:val="00FD07B9"/>
    <w:rsid w:val="00FD182E"/>
    <w:rsid w:val="00FD7C56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324D2CF"/>
  <w15:docId w15:val="{30AC3BF8-AEC9-4032-91EA-ECB8A82B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D7C56"/>
    <w:rPr>
      <w:color w:val="800080" w:themeColor="followedHyperlink"/>
      <w:u w:val="single"/>
    </w:rPr>
  </w:style>
  <w:style w:type="paragraph" w:customStyle="1" w:styleId="bodytext">
    <w:name w:val="bodytext"/>
    <w:basedOn w:val="Standard"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903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8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0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476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2018-02-22T10:54:00Z</dcterms:created>
  <dcterms:modified xsi:type="dcterms:W3CDTF">2018-02-26T09:33:00Z</dcterms:modified>
</cp:coreProperties>
</file>