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317" w:rsidRPr="001B0317" w:rsidRDefault="001B0317" w:rsidP="001B0317">
      <w:pPr>
        <w:pStyle w:val="berschrift2"/>
        <w:rPr>
          <w:szCs w:val="36"/>
          <w:lang w:val="en-GB"/>
        </w:rPr>
      </w:pPr>
      <w:r w:rsidRPr="001B0317">
        <w:rPr>
          <w:szCs w:val="36"/>
          <w:lang w:val="en-GB"/>
        </w:rPr>
        <w:t>Pure room comfort</w:t>
      </w:r>
    </w:p>
    <w:p w:rsidR="001B0317" w:rsidRPr="001B0317" w:rsidRDefault="001B0317" w:rsidP="001B0317">
      <w:pPr>
        <w:pStyle w:val="berschrift1"/>
        <w:rPr>
          <w:lang w:val="en-GB"/>
        </w:rPr>
      </w:pPr>
      <w:r w:rsidRPr="001B0317">
        <w:rPr>
          <w:lang w:val="en-GB"/>
        </w:rPr>
        <w:t>TITAN vent secure: Secure ventilation also by pressing a button</w:t>
      </w:r>
    </w:p>
    <w:p w:rsidR="001B0317" w:rsidRPr="001B0317" w:rsidRDefault="001B0317" w:rsidP="001B0317">
      <w:pPr>
        <w:rPr>
          <w:lang w:val="en-GB"/>
        </w:rPr>
      </w:pPr>
    </w:p>
    <w:p w:rsidR="001B0317" w:rsidRPr="001B0317" w:rsidRDefault="001B0317" w:rsidP="001B0317">
      <w:pPr>
        <w:rPr>
          <w:lang w:val="en-GB"/>
        </w:rPr>
      </w:pPr>
      <w:r w:rsidRPr="001B0317">
        <w:rPr>
          <w:lang w:val="en-GB"/>
        </w:rPr>
        <w:t xml:space="preserve">This way ventilation remains not only secure but also especially convenient even when you're not home: The secured night vent, TITAN vent secure, from SIEGENIA for turn-and-tit windows made of timber, timber-aluminium and PVC ensures a continuous exchange of air and impresses with further room comfort qualities. With the possibility of continuous air exchange, it creates a healthy indoor environment and ensures the sustainability of the building substance. This means attractive extra business for fabricators. </w:t>
      </w:r>
      <w:proofErr w:type="gramStart"/>
      <w:r w:rsidRPr="001B0317">
        <w:rPr>
          <w:lang w:val="en-GB"/>
        </w:rPr>
        <w:t>In particular, TITAN</w:t>
      </w:r>
      <w:proofErr w:type="gramEnd"/>
      <w:r w:rsidRPr="001B0317">
        <w:rPr>
          <w:lang w:val="en-GB"/>
        </w:rPr>
        <w:t xml:space="preserve"> vent secure is the ideal solution for households whose residents are absent during the day. Even in areas that are accessible from the outside, a continuous air exchange can be ensured without risks with the aid of the secured night vent. </w:t>
      </w:r>
    </w:p>
    <w:p w:rsidR="001B0317" w:rsidRPr="001B0317" w:rsidRDefault="001B0317" w:rsidP="001B0317">
      <w:pPr>
        <w:rPr>
          <w:rFonts w:cs="Arial"/>
          <w:szCs w:val="20"/>
          <w:lang w:val="en-GB"/>
        </w:rPr>
      </w:pPr>
    </w:p>
    <w:p w:rsidR="001B0317" w:rsidRPr="001B0317" w:rsidRDefault="001B0317" w:rsidP="001B0317">
      <w:pPr>
        <w:rPr>
          <w:lang w:val="en-GB"/>
        </w:rPr>
      </w:pPr>
      <w:r w:rsidRPr="001B0317">
        <w:rPr>
          <w:lang w:val="en-GB"/>
        </w:rPr>
        <w:t xml:space="preserve">The greatest strength of TITAN vent secure is the freely </w:t>
      </w:r>
      <w:proofErr w:type="spellStart"/>
      <w:r w:rsidRPr="001B0317">
        <w:rPr>
          <w:lang w:val="en-GB"/>
        </w:rPr>
        <w:t>scaleable</w:t>
      </w:r>
      <w:proofErr w:type="spellEnd"/>
      <w:r w:rsidRPr="001B0317">
        <w:rPr>
          <w:lang w:val="en-GB"/>
        </w:rPr>
        <w:t xml:space="preserve"> burglar resistance up to RC3 in the locked position and RC2 in the ventilation position. Achieved by a 10 mm tilt-gap opening, it possesses outstanding driving rain resistance and permits weather-independent ventilation completely without draughts, as well as night cooling in summer. The familiar appearance of the window thus remains unchanged as there are no additional components that impair the appearance. The night vent position is barely visible from outside, in contrast to the tilted window and therefore does not attract any uninvited "guests". </w:t>
      </w:r>
    </w:p>
    <w:p w:rsidR="001B0317" w:rsidRPr="001B0317" w:rsidRDefault="001B0317" w:rsidP="001B0317">
      <w:pPr>
        <w:pStyle w:val="berschrift4"/>
        <w:rPr>
          <w:lang w:val="en-GB"/>
        </w:rPr>
      </w:pPr>
      <w:r w:rsidRPr="001B0317">
        <w:rPr>
          <w:lang w:val="en-GB"/>
        </w:rPr>
        <w:t xml:space="preserve">The concept: operation, on request, at the touch of a button </w:t>
      </w:r>
    </w:p>
    <w:p w:rsidR="001B0317" w:rsidRPr="001B0317" w:rsidRDefault="001B0317" w:rsidP="001B0317">
      <w:pPr>
        <w:rPr>
          <w:lang w:val="en-GB"/>
        </w:rPr>
      </w:pPr>
      <w:r w:rsidRPr="001B0317">
        <w:rPr>
          <w:lang w:val="en-GB"/>
        </w:rPr>
        <w:t xml:space="preserve">In a version, initially realised as a concept, TITAN vent secure has proven its comfort qualities and user-friendliness: In combination with the DRIVE axxent MH motorised drive, the new night vent is not only as intuitive to open and close as a turn-and-tilt window, it can alternatively be controlled at the touch of a button. The reliability of the high burglar resistance is unrestricted because these two solutions have been successfully tested together in accordance with RC2. Fabricators will therefore be able to serve the rising demand for ease of use and smart control options in a way that also guarantees ventilation in accordance with DIN 1946-6. </w:t>
      </w:r>
    </w:p>
    <w:p w:rsidR="001B0317" w:rsidRPr="001B0317" w:rsidRDefault="001B0317" w:rsidP="001B0317">
      <w:pPr>
        <w:pStyle w:val="berschrift4"/>
        <w:rPr>
          <w:lang w:val="en-GB"/>
        </w:rPr>
      </w:pPr>
      <w:r w:rsidRPr="001B0317">
        <w:rPr>
          <w:lang w:val="en-GB"/>
        </w:rPr>
        <w:t>Rational production – simple retrofit</w:t>
      </w:r>
    </w:p>
    <w:p w:rsidR="001B0317" w:rsidRPr="001B0317" w:rsidRDefault="001B0317" w:rsidP="001B0317">
      <w:pPr>
        <w:rPr>
          <w:lang w:val="en-GB"/>
        </w:rPr>
      </w:pPr>
      <w:r w:rsidRPr="001B0317">
        <w:rPr>
          <w:lang w:val="en-GB"/>
        </w:rPr>
        <w:t xml:space="preserve">TITAN vent secure is equally impressive in production and retrofit. By dispensing with special components to achieve the tilt gap opening in the sash hardware and for the hinge sides, the innovative night vent enables rational fabrication without changing the production line, which provides lean logistics. The retrofitting of turn-and-tilt hardware from SIEGENIA is extremely </w:t>
      </w:r>
      <w:r w:rsidRPr="001B0317">
        <w:rPr>
          <w:lang w:val="en-GB"/>
        </w:rPr>
        <w:lastRenderedPageBreak/>
        <w:t xml:space="preserve">easy and is even possible for windows with 13 mm axis groove bearing. The retrofit is particularly quick when the window element is already equipped with TITAN hardware and comfort mushroom cam. Only the frame parts need to be replaced in this case. The necessary time involved is less than one hour for RC2 windows. </w:t>
      </w:r>
    </w:p>
    <w:p w:rsidR="001B0317" w:rsidRPr="001B0317" w:rsidRDefault="001B0317" w:rsidP="001B0317">
      <w:pPr>
        <w:rPr>
          <w:lang w:val="en-GB"/>
        </w:rPr>
      </w:pPr>
    </w:p>
    <w:p w:rsidR="001B0317" w:rsidRPr="001B0317" w:rsidRDefault="001B0317" w:rsidP="001B0317">
      <w:pPr>
        <w:rPr>
          <w:lang w:val="en-GB"/>
        </w:rPr>
      </w:pPr>
    </w:p>
    <w:p w:rsidR="001B0317" w:rsidRPr="001B0317" w:rsidRDefault="001B0317" w:rsidP="001B0317">
      <w:pPr>
        <w:rPr>
          <w:lang w:val="en-GB"/>
        </w:rPr>
      </w:pPr>
    </w:p>
    <w:tbl>
      <w:tblPr>
        <w:tblW w:w="13455" w:type="dxa"/>
        <w:tblInd w:w="5" w:type="dxa"/>
        <w:tblCellMar>
          <w:left w:w="70" w:type="dxa"/>
          <w:right w:w="70" w:type="dxa"/>
        </w:tblCellMar>
        <w:tblLook w:val="04A0" w:firstRow="1" w:lastRow="0" w:firstColumn="1" w:lastColumn="0" w:noHBand="0" w:noVBand="1"/>
      </w:tblPr>
      <w:tblGrid>
        <w:gridCol w:w="2464"/>
        <w:gridCol w:w="5986"/>
        <w:gridCol w:w="5005"/>
      </w:tblGrid>
      <w:tr w:rsidR="001B0317" w:rsidRPr="001B0317" w:rsidTr="00D64714">
        <w:trPr>
          <w:trHeight w:val="138"/>
        </w:trPr>
        <w:tc>
          <w:tcPr>
            <w:tcW w:w="2464" w:type="dxa"/>
            <w:tcBorders>
              <w:top w:val="nil"/>
              <w:left w:val="nil"/>
              <w:bottom w:val="nil"/>
              <w:right w:val="nil"/>
            </w:tcBorders>
            <w:shd w:val="clear" w:color="auto" w:fill="auto"/>
            <w:vAlign w:val="bottom"/>
            <w:hideMark/>
          </w:tcPr>
          <w:p w:rsidR="001B0317" w:rsidRPr="001B0317" w:rsidRDefault="001B0317" w:rsidP="00D64714">
            <w:pPr>
              <w:spacing w:line="240" w:lineRule="auto"/>
              <w:rPr>
                <w:rFonts w:cs="Arial"/>
                <w:color w:val="000000"/>
                <w:sz w:val="18"/>
                <w:szCs w:val="18"/>
                <w:lang w:val="en-GB"/>
              </w:rPr>
            </w:pPr>
          </w:p>
        </w:tc>
        <w:tc>
          <w:tcPr>
            <w:tcW w:w="5986" w:type="dxa"/>
            <w:tcBorders>
              <w:top w:val="nil"/>
              <w:left w:val="nil"/>
              <w:bottom w:val="nil"/>
              <w:right w:val="nil"/>
            </w:tcBorders>
            <w:shd w:val="clear" w:color="auto" w:fill="auto"/>
            <w:vAlign w:val="bottom"/>
            <w:hideMark/>
          </w:tcPr>
          <w:p w:rsidR="001B0317" w:rsidRPr="001B0317" w:rsidRDefault="001B0317" w:rsidP="00D64714">
            <w:pPr>
              <w:spacing w:line="240" w:lineRule="auto"/>
              <w:rPr>
                <w:rFonts w:ascii="Times New Roman" w:hAnsi="Times New Roman"/>
                <w:szCs w:val="20"/>
                <w:lang w:val="en-GB"/>
              </w:rPr>
            </w:pPr>
          </w:p>
        </w:tc>
        <w:tc>
          <w:tcPr>
            <w:tcW w:w="5005" w:type="dxa"/>
            <w:tcBorders>
              <w:top w:val="nil"/>
              <w:left w:val="nil"/>
              <w:bottom w:val="nil"/>
              <w:right w:val="nil"/>
            </w:tcBorders>
            <w:shd w:val="clear" w:color="auto" w:fill="auto"/>
            <w:vAlign w:val="bottom"/>
            <w:hideMark/>
          </w:tcPr>
          <w:p w:rsidR="001B0317" w:rsidRPr="001B0317" w:rsidRDefault="001B0317" w:rsidP="00D64714">
            <w:pPr>
              <w:spacing w:line="240" w:lineRule="auto"/>
              <w:rPr>
                <w:rFonts w:ascii="Times New Roman" w:hAnsi="Times New Roman"/>
                <w:szCs w:val="20"/>
                <w:lang w:val="en-GB"/>
              </w:rPr>
            </w:pPr>
          </w:p>
        </w:tc>
      </w:tr>
    </w:tbl>
    <w:p w:rsidR="001B0317" w:rsidRPr="001B0317" w:rsidRDefault="001B0317" w:rsidP="001B0317">
      <w:pPr>
        <w:rPr>
          <w:lang w:val="en-GB"/>
        </w:rPr>
      </w:pPr>
    </w:p>
    <w:p w:rsidR="001B0317" w:rsidRPr="001B0317" w:rsidRDefault="001B0317" w:rsidP="001B0317">
      <w:pPr>
        <w:rPr>
          <w:lang w:val="en-GB"/>
        </w:rPr>
      </w:pPr>
    </w:p>
    <w:p w:rsidR="001B0317" w:rsidRPr="001B0317" w:rsidRDefault="001B0317" w:rsidP="001B0317">
      <w:pPr>
        <w:rPr>
          <w:lang w:val="en-GB"/>
        </w:rPr>
      </w:pPr>
    </w:p>
    <w:p w:rsidR="001B0317" w:rsidRPr="001B0317" w:rsidRDefault="001B0317" w:rsidP="001B0317">
      <w:pPr>
        <w:rPr>
          <w:lang w:val="en-GB"/>
        </w:rPr>
      </w:pPr>
    </w:p>
    <w:p w:rsidR="001B0317" w:rsidRPr="001B0317" w:rsidRDefault="001B0317" w:rsidP="001B0317">
      <w:pPr>
        <w:rPr>
          <w:lang w:val="en-GB"/>
        </w:rPr>
      </w:pPr>
    </w:p>
    <w:p w:rsidR="001B0317" w:rsidRDefault="001B0317" w:rsidP="001B0317">
      <w:pPr>
        <w:pStyle w:val="berschrift4"/>
      </w:pPr>
      <w:proofErr w:type="spellStart"/>
      <w:r>
        <w:t>Captions</w:t>
      </w:r>
      <w:proofErr w:type="spellEnd"/>
    </w:p>
    <w:p w:rsidR="001B0317" w:rsidRDefault="001B0317" w:rsidP="001B0317">
      <w:pPr>
        <w:suppressLineNumbers/>
      </w:pPr>
      <w:r>
        <w:t xml:space="preserve">Image </w:t>
      </w:r>
      <w:proofErr w:type="spellStart"/>
      <w:r>
        <w:t>database</w:t>
      </w:r>
      <w:proofErr w:type="spellEnd"/>
      <w:r>
        <w:t>: SIEGENIA</w:t>
      </w:r>
    </w:p>
    <w:p w:rsidR="001B0317" w:rsidRPr="002A7F37" w:rsidRDefault="001B0317" w:rsidP="001B0317">
      <w:pPr>
        <w:suppressLineNumbers/>
      </w:pPr>
    </w:p>
    <w:p w:rsidR="001B0317" w:rsidRPr="00C33A34" w:rsidRDefault="001B0317" w:rsidP="001B0317">
      <w:pPr>
        <w:keepNext/>
        <w:suppressLineNumbers/>
        <w:outlineLvl w:val="2"/>
        <w:rPr>
          <w:szCs w:val="20"/>
          <w:lang w:val="en-GB"/>
        </w:rPr>
      </w:pPr>
      <w:r w:rsidRPr="00C33A34">
        <w:rPr>
          <w:rFonts w:cs="Arial"/>
          <w:bCs/>
          <w:i/>
          <w:szCs w:val="22"/>
          <w:lang w:val="en-GB"/>
        </w:rPr>
        <w:t xml:space="preserve">Image I: </w:t>
      </w:r>
      <w:proofErr w:type="spellStart"/>
      <w:r w:rsidRPr="00C33A34">
        <w:rPr>
          <w:rFonts w:cs="Arial"/>
          <w:bCs/>
          <w:i/>
          <w:szCs w:val="22"/>
          <w:lang w:val="en-GB"/>
        </w:rPr>
        <w:t>SIE_TITAN_vent</w:t>
      </w:r>
      <w:proofErr w:type="spellEnd"/>
      <w:r w:rsidRPr="00C33A34">
        <w:rPr>
          <w:rFonts w:cs="Arial"/>
          <w:bCs/>
          <w:i/>
          <w:szCs w:val="22"/>
          <w:lang w:val="en-GB"/>
        </w:rPr>
        <w:t xml:space="preserve"> </w:t>
      </w:r>
      <w:proofErr w:type="spellStart"/>
      <w:r w:rsidRPr="00C33A34">
        <w:rPr>
          <w:rFonts w:cs="Arial"/>
          <w:bCs/>
          <w:i/>
          <w:szCs w:val="22"/>
          <w:lang w:val="en-GB"/>
        </w:rPr>
        <w:t>secure_</w:t>
      </w:r>
      <w:r w:rsidR="00C33A34" w:rsidRPr="00C33A34">
        <w:rPr>
          <w:rFonts w:cs="Arial"/>
          <w:bCs/>
          <w:i/>
          <w:szCs w:val="22"/>
          <w:lang w:val="en-GB"/>
        </w:rPr>
        <w:t>secured</w:t>
      </w:r>
      <w:proofErr w:type="spellEnd"/>
      <w:r w:rsidR="00C33A34" w:rsidRPr="00C33A34">
        <w:rPr>
          <w:rFonts w:cs="Arial"/>
          <w:bCs/>
          <w:i/>
          <w:szCs w:val="22"/>
          <w:lang w:val="en-GB"/>
        </w:rPr>
        <w:t xml:space="preserve"> night vent_RC2</w:t>
      </w:r>
      <w:r w:rsidRPr="00C33A34">
        <w:rPr>
          <w:rFonts w:cs="Arial"/>
          <w:bCs/>
          <w:i/>
          <w:szCs w:val="22"/>
          <w:lang w:val="en-GB"/>
        </w:rPr>
        <w:t>.jpg</w:t>
      </w:r>
    </w:p>
    <w:p w:rsidR="001B0317" w:rsidRPr="001B0317" w:rsidRDefault="001B0317" w:rsidP="001B0317">
      <w:pPr>
        <w:suppressLineNumbers/>
        <w:rPr>
          <w:color w:val="FF0000"/>
          <w:szCs w:val="20"/>
          <w:lang w:val="en-GB"/>
        </w:rPr>
      </w:pPr>
      <w:r w:rsidRPr="001B0317">
        <w:rPr>
          <w:lang w:val="en-GB"/>
        </w:rPr>
        <w:t>With burglar resistance and protection against driving rain, the secured night vent, TITAN vent secure, makes ventilation safe even when you're away.</w:t>
      </w:r>
      <w:r w:rsidRPr="001B0317">
        <w:rPr>
          <w:strike/>
          <w:color w:val="FF0000"/>
          <w:lang w:val="en-GB"/>
        </w:rPr>
        <w:t xml:space="preserve"> </w:t>
      </w:r>
    </w:p>
    <w:p w:rsidR="001B0317" w:rsidRPr="001B0317" w:rsidRDefault="001B0317" w:rsidP="001B0317">
      <w:pPr>
        <w:suppressLineNumbers/>
        <w:rPr>
          <w:szCs w:val="20"/>
          <w:lang w:val="en-GB"/>
        </w:rPr>
      </w:pPr>
    </w:p>
    <w:p w:rsidR="001B0317" w:rsidRPr="001B0317" w:rsidRDefault="001B0317" w:rsidP="00C33A34">
      <w:pPr>
        <w:pStyle w:val="berschrift3"/>
        <w:rPr>
          <w:lang w:val="en-GB"/>
        </w:rPr>
      </w:pPr>
      <w:r>
        <w:t xml:space="preserve">Image II: </w:t>
      </w:r>
      <w:r w:rsidRPr="001B0317">
        <w:rPr>
          <w:lang w:val="en-GB"/>
        </w:rPr>
        <w:t xml:space="preserve">SIE_TITAN vent </w:t>
      </w:r>
      <w:proofErr w:type="spellStart"/>
      <w:r w:rsidRPr="001B0317">
        <w:rPr>
          <w:lang w:val="en-GB"/>
        </w:rPr>
        <w:t>secure_DRIVE</w:t>
      </w:r>
      <w:proofErr w:type="spellEnd"/>
      <w:r w:rsidRPr="001B0317">
        <w:rPr>
          <w:lang w:val="en-GB"/>
        </w:rPr>
        <w:t xml:space="preserve"> MH.jpg</w:t>
      </w:r>
    </w:p>
    <w:p w:rsidR="001B0317" w:rsidRDefault="001B0317" w:rsidP="001B0317">
      <w:pPr>
        <w:suppressLineNumbers/>
        <w:rPr>
          <w:lang w:val="en-GB"/>
        </w:rPr>
      </w:pPr>
      <w:r w:rsidRPr="001B0317">
        <w:rPr>
          <w:lang w:val="en-GB"/>
        </w:rPr>
        <w:t>Currently in the concept phase: In combination with the DRIVE axxent MH motorised drive, TITAN vent secure can also be controlled with a touch of a button.</w:t>
      </w:r>
    </w:p>
    <w:p w:rsidR="00C33A34" w:rsidRDefault="00C33A34" w:rsidP="001B0317">
      <w:pPr>
        <w:suppressLineNumbers/>
        <w:rPr>
          <w:lang w:val="en-GB"/>
        </w:rPr>
      </w:pPr>
    </w:p>
    <w:p w:rsidR="00C33A34" w:rsidRDefault="00C33A34" w:rsidP="001B0317">
      <w:pPr>
        <w:suppressLineNumbers/>
        <w:rPr>
          <w:lang w:val="en-GB"/>
        </w:rPr>
      </w:pPr>
    </w:p>
    <w:p w:rsidR="00C33A34" w:rsidRDefault="00C33A34" w:rsidP="001B0317">
      <w:pPr>
        <w:suppressLineNumbers/>
        <w:rPr>
          <w:lang w:val="en-GB"/>
        </w:rPr>
      </w:pPr>
    </w:p>
    <w:p w:rsidR="00C33A34" w:rsidRDefault="00C33A34" w:rsidP="001B0317">
      <w:pPr>
        <w:suppressLineNumbers/>
        <w:rPr>
          <w:lang w:val="en-GB"/>
        </w:rPr>
      </w:pPr>
    </w:p>
    <w:p w:rsidR="00C33A34" w:rsidRPr="001B0317" w:rsidRDefault="00C33A34" w:rsidP="001B0317">
      <w:pPr>
        <w:suppressLineNumbers/>
        <w:rPr>
          <w:szCs w:val="20"/>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1B0317" w:rsidRPr="0044187A" w:rsidTr="00D64714">
        <w:tc>
          <w:tcPr>
            <w:tcW w:w="3348" w:type="dxa"/>
            <w:tcBorders>
              <w:top w:val="nil"/>
              <w:left w:val="nil"/>
              <w:bottom w:val="nil"/>
              <w:right w:val="nil"/>
            </w:tcBorders>
          </w:tcPr>
          <w:p w:rsidR="001B0317" w:rsidRPr="001B0317" w:rsidRDefault="001B0317" w:rsidP="00D64714">
            <w:pPr>
              <w:pStyle w:val="Formatvorlage2"/>
              <w:suppressLineNumbers/>
              <w:rPr>
                <w:u w:val="single"/>
                <w:lang w:val="en-GB"/>
              </w:rPr>
            </w:pPr>
            <w:r w:rsidRPr="001B0317">
              <w:rPr>
                <w:u w:val="single"/>
                <w:lang w:val="en-GB"/>
              </w:rPr>
              <w:t>Publisher</w:t>
            </w:r>
          </w:p>
          <w:p w:rsidR="001B0317" w:rsidRPr="001B0317" w:rsidRDefault="001B0317" w:rsidP="00D64714">
            <w:pPr>
              <w:pStyle w:val="Formatvorlage2"/>
              <w:suppressLineNumbers/>
              <w:rPr>
                <w:lang w:val="en-GB"/>
              </w:rPr>
            </w:pPr>
            <w:r w:rsidRPr="001B0317">
              <w:rPr>
                <w:lang w:val="en-GB"/>
              </w:rPr>
              <w:t>SIEGENIA GROUP</w:t>
            </w:r>
          </w:p>
          <w:p w:rsidR="001B0317" w:rsidRPr="001B0317" w:rsidRDefault="001B0317" w:rsidP="00D64714">
            <w:pPr>
              <w:pStyle w:val="Formatvorlage2"/>
              <w:suppressLineNumbers/>
              <w:rPr>
                <w:lang w:val="en-GB"/>
              </w:rPr>
            </w:pPr>
            <w:r w:rsidRPr="001B0317">
              <w:rPr>
                <w:lang w:val="en-GB"/>
              </w:rPr>
              <w:t>Marketing Communications</w:t>
            </w:r>
          </w:p>
          <w:p w:rsidR="001B0317" w:rsidRPr="001B0317" w:rsidRDefault="001B0317" w:rsidP="00D64714">
            <w:pPr>
              <w:pStyle w:val="Formatvorlage2"/>
              <w:suppressLineNumbers/>
              <w:rPr>
                <w:lang w:val="en-GB"/>
              </w:rPr>
            </w:pPr>
            <w:proofErr w:type="spellStart"/>
            <w:r w:rsidRPr="001B0317">
              <w:rPr>
                <w:lang w:val="en-GB"/>
              </w:rPr>
              <w:t>Industriestraße</w:t>
            </w:r>
            <w:proofErr w:type="spellEnd"/>
            <w:r w:rsidRPr="001B0317">
              <w:rPr>
                <w:lang w:val="en-GB"/>
              </w:rPr>
              <w:t xml:space="preserve"> 1-3</w:t>
            </w:r>
          </w:p>
          <w:p w:rsidR="001B0317" w:rsidRPr="001B0317" w:rsidRDefault="001B0317" w:rsidP="00D64714">
            <w:pPr>
              <w:pStyle w:val="Formatvorlage2"/>
              <w:suppressLineNumbers/>
              <w:rPr>
                <w:lang w:val="en-GB"/>
              </w:rPr>
            </w:pPr>
            <w:r w:rsidRPr="001B0317">
              <w:rPr>
                <w:lang w:val="en-GB"/>
              </w:rPr>
              <w:t xml:space="preserve">D-57234 </w:t>
            </w:r>
            <w:proofErr w:type="spellStart"/>
            <w:r w:rsidRPr="001B0317">
              <w:rPr>
                <w:lang w:val="en-GB"/>
              </w:rPr>
              <w:t>Wilnsdorf</w:t>
            </w:r>
            <w:proofErr w:type="spellEnd"/>
            <w:r w:rsidRPr="001B0317">
              <w:rPr>
                <w:lang w:val="en-GB"/>
              </w:rPr>
              <w:t xml:space="preserve"> Germany</w:t>
            </w:r>
          </w:p>
          <w:p w:rsidR="001B0317" w:rsidRPr="001B0317" w:rsidRDefault="001B0317" w:rsidP="00D64714">
            <w:pPr>
              <w:pStyle w:val="Formatvorlage2"/>
              <w:suppressLineNumbers/>
              <w:rPr>
                <w:lang w:val="en-GB"/>
              </w:rPr>
            </w:pPr>
            <w:r w:rsidRPr="001B0317">
              <w:rPr>
                <w:lang w:val="en-GB"/>
              </w:rPr>
              <w:t>Phone: +49 271 3931-412</w:t>
            </w:r>
          </w:p>
          <w:p w:rsidR="001B0317" w:rsidRPr="001B0317" w:rsidRDefault="001B0317" w:rsidP="00D64714">
            <w:pPr>
              <w:pStyle w:val="Formatvorlage2"/>
              <w:suppressLineNumbers/>
              <w:rPr>
                <w:lang w:val="en-GB"/>
              </w:rPr>
            </w:pPr>
            <w:r w:rsidRPr="001B0317">
              <w:rPr>
                <w:lang w:val="en-GB"/>
              </w:rPr>
              <w:t>Fax: +49 271 3931-77412</w:t>
            </w:r>
          </w:p>
          <w:p w:rsidR="001B0317" w:rsidRPr="001B0317" w:rsidRDefault="001B0317" w:rsidP="00D64714">
            <w:pPr>
              <w:pStyle w:val="Formatvorlage2"/>
              <w:suppressLineNumbers/>
              <w:rPr>
                <w:lang w:val="it-IT"/>
              </w:rPr>
            </w:pPr>
            <w:r w:rsidRPr="001B0317">
              <w:rPr>
                <w:lang w:val="it-IT"/>
              </w:rPr>
              <w:t>E-mail: pr@siegenia.com</w:t>
            </w:r>
          </w:p>
          <w:p w:rsidR="001B0317" w:rsidRPr="001B0317" w:rsidRDefault="001B0317" w:rsidP="00D64714">
            <w:pPr>
              <w:pStyle w:val="Formatvorlage2"/>
              <w:suppressLineNumbers/>
              <w:rPr>
                <w:szCs w:val="20"/>
                <w:lang w:val="it-IT"/>
              </w:rPr>
            </w:pPr>
            <w:r w:rsidRPr="001B0317">
              <w:rPr>
                <w:lang w:val="it-IT"/>
              </w:rPr>
              <w:t>www.siegenia.com</w:t>
            </w:r>
            <w:r w:rsidRPr="001B0317">
              <w:rPr>
                <w:szCs w:val="20"/>
                <w:lang w:val="it-IT"/>
              </w:rPr>
              <w:t xml:space="preserve"> </w:t>
            </w:r>
          </w:p>
        </w:tc>
        <w:tc>
          <w:tcPr>
            <w:tcW w:w="3060" w:type="dxa"/>
            <w:tcBorders>
              <w:top w:val="nil"/>
              <w:left w:val="nil"/>
              <w:bottom w:val="nil"/>
              <w:right w:val="nil"/>
            </w:tcBorders>
          </w:tcPr>
          <w:p w:rsidR="001B0317" w:rsidRPr="001B0317" w:rsidRDefault="001B0317" w:rsidP="00D64714">
            <w:pPr>
              <w:pStyle w:val="Formatvorlage2"/>
              <w:suppressLineNumbers/>
              <w:rPr>
                <w:u w:val="single"/>
                <w:lang w:val="it-IT"/>
              </w:rPr>
            </w:pPr>
            <w:proofErr w:type="spellStart"/>
            <w:r w:rsidRPr="001B0317">
              <w:rPr>
                <w:u w:val="single"/>
                <w:lang w:val="it-IT"/>
              </w:rPr>
              <w:t>Edited</w:t>
            </w:r>
            <w:proofErr w:type="spellEnd"/>
            <w:r w:rsidRPr="001B0317">
              <w:rPr>
                <w:u w:val="single"/>
                <w:lang w:val="it-IT"/>
              </w:rPr>
              <w:t xml:space="preserve"> by / </w:t>
            </w:r>
            <w:proofErr w:type="spellStart"/>
            <w:r w:rsidRPr="001B0317">
              <w:rPr>
                <w:u w:val="single"/>
                <w:lang w:val="it-IT"/>
              </w:rPr>
              <w:t>Contact</w:t>
            </w:r>
            <w:proofErr w:type="spellEnd"/>
          </w:p>
          <w:p w:rsidR="001B0317" w:rsidRPr="001B0317" w:rsidRDefault="001B0317" w:rsidP="00D64714">
            <w:pPr>
              <w:pStyle w:val="Formatvorlage2"/>
              <w:suppressLineNumbers/>
              <w:rPr>
                <w:lang w:val="it-IT"/>
              </w:rPr>
            </w:pPr>
            <w:r w:rsidRPr="001B0317">
              <w:rPr>
                <w:lang w:val="it-IT"/>
              </w:rPr>
              <w:t>Kemper Kommunikation</w:t>
            </w:r>
          </w:p>
          <w:p w:rsidR="001B0317" w:rsidRPr="001B0317" w:rsidRDefault="001B0317" w:rsidP="00D64714">
            <w:pPr>
              <w:pStyle w:val="Formatvorlage2"/>
              <w:suppressLineNumbers/>
              <w:rPr>
                <w:lang w:val="it-IT"/>
              </w:rPr>
            </w:pPr>
            <w:r w:rsidRPr="001B0317">
              <w:rPr>
                <w:lang w:val="it-IT"/>
              </w:rPr>
              <w:t xml:space="preserve">Kirsten Kemper </w:t>
            </w:r>
          </w:p>
          <w:p w:rsidR="001B0317" w:rsidRPr="001B0317" w:rsidRDefault="001B0317" w:rsidP="00D64714">
            <w:pPr>
              <w:pStyle w:val="Formatvorlage2"/>
              <w:suppressLineNumbers/>
              <w:rPr>
                <w:lang w:val="it-IT"/>
              </w:rPr>
            </w:pPr>
            <w:proofErr w:type="spellStart"/>
            <w:r w:rsidRPr="001B0317">
              <w:rPr>
                <w:lang w:val="it-IT"/>
              </w:rPr>
              <w:t>Feuerwehrstr</w:t>
            </w:r>
            <w:proofErr w:type="spellEnd"/>
            <w:r w:rsidRPr="001B0317">
              <w:rPr>
                <w:lang w:val="it-IT"/>
              </w:rPr>
              <w:t>. 42</w:t>
            </w:r>
          </w:p>
          <w:p w:rsidR="001B0317" w:rsidRPr="001B0317" w:rsidRDefault="001B0317" w:rsidP="00D64714">
            <w:pPr>
              <w:pStyle w:val="Formatvorlage2"/>
              <w:suppressLineNumbers/>
              <w:rPr>
                <w:lang w:val="it-IT"/>
              </w:rPr>
            </w:pPr>
            <w:r w:rsidRPr="001B0317">
              <w:rPr>
                <w:lang w:val="it-IT"/>
              </w:rPr>
              <w:t xml:space="preserve">D-51588 </w:t>
            </w:r>
            <w:proofErr w:type="spellStart"/>
            <w:r w:rsidRPr="001B0317">
              <w:rPr>
                <w:lang w:val="it-IT"/>
              </w:rPr>
              <w:t>Nuembrecht</w:t>
            </w:r>
            <w:proofErr w:type="spellEnd"/>
            <w:r w:rsidRPr="001B0317">
              <w:rPr>
                <w:lang w:val="it-IT"/>
              </w:rPr>
              <w:t xml:space="preserve"> Germany</w:t>
            </w:r>
            <w:r w:rsidRPr="001B0317">
              <w:rPr>
                <w:lang w:val="it-IT"/>
              </w:rPr>
              <w:br/>
              <w:t>Phone: +49 2293 909890</w:t>
            </w:r>
          </w:p>
          <w:p w:rsidR="001B0317" w:rsidRPr="001B0317" w:rsidRDefault="001B0317" w:rsidP="00D64714">
            <w:pPr>
              <w:pStyle w:val="Formatvorlage2"/>
              <w:suppressLineNumbers/>
              <w:rPr>
                <w:lang w:val="it-IT"/>
              </w:rPr>
            </w:pPr>
            <w:r w:rsidRPr="001B0317">
              <w:rPr>
                <w:lang w:val="it-IT"/>
              </w:rPr>
              <w:t>Fax: +49 2293 909891</w:t>
            </w:r>
          </w:p>
          <w:p w:rsidR="001B0317" w:rsidRPr="00ED74FB" w:rsidRDefault="001B0317" w:rsidP="00D64714">
            <w:pPr>
              <w:pStyle w:val="Formatvorlage2"/>
              <w:suppressLineNumbers/>
              <w:rPr>
                <w:lang w:val="it-IT"/>
              </w:rPr>
            </w:pPr>
            <w:r w:rsidRPr="001B0317">
              <w:rPr>
                <w:lang w:val="it-IT"/>
              </w:rPr>
              <w:t>E-mail: info@kemper-kommunikation.de</w:t>
            </w:r>
          </w:p>
          <w:p w:rsidR="001B0317" w:rsidRPr="001B0317" w:rsidRDefault="001B0317" w:rsidP="00D64714">
            <w:pPr>
              <w:pStyle w:val="Formatvorlage2"/>
              <w:suppressLineNumbers/>
              <w:rPr>
                <w:lang w:val="it-IT"/>
              </w:rPr>
            </w:pPr>
            <w:r w:rsidRPr="001B0317">
              <w:rPr>
                <w:lang w:val="it-IT"/>
              </w:rPr>
              <w:t>www.kemper-kommunikation.de</w:t>
            </w:r>
          </w:p>
          <w:p w:rsidR="001B0317" w:rsidRPr="001B0317" w:rsidRDefault="001B0317" w:rsidP="00D64714">
            <w:pPr>
              <w:pStyle w:val="Formatvorlage2"/>
              <w:suppressLineNumbers/>
              <w:rPr>
                <w:lang w:val="it-IT"/>
              </w:rPr>
            </w:pPr>
          </w:p>
        </w:tc>
        <w:tc>
          <w:tcPr>
            <w:tcW w:w="1800" w:type="dxa"/>
            <w:tcBorders>
              <w:top w:val="nil"/>
              <w:left w:val="nil"/>
              <w:bottom w:val="nil"/>
              <w:right w:val="nil"/>
            </w:tcBorders>
          </w:tcPr>
          <w:p w:rsidR="001B0317" w:rsidRPr="001B0317" w:rsidRDefault="001B0317" w:rsidP="00D64714">
            <w:pPr>
              <w:pStyle w:val="Formatvorlage2"/>
              <w:suppressLineNumbers/>
              <w:rPr>
                <w:u w:val="single"/>
                <w:lang w:val="en-GB"/>
              </w:rPr>
            </w:pPr>
            <w:r w:rsidRPr="001B0317">
              <w:rPr>
                <w:u w:val="single"/>
                <w:lang w:val="en-GB"/>
              </w:rPr>
              <w:t>Text details</w:t>
            </w:r>
          </w:p>
          <w:p w:rsidR="001B0317" w:rsidRPr="001B0317" w:rsidRDefault="001B0317" w:rsidP="00D64714">
            <w:pPr>
              <w:pStyle w:val="Formatvorlage2"/>
              <w:suppressLineNumbers/>
              <w:rPr>
                <w:lang w:val="en-GB"/>
              </w:rPr>
            </w:pPr>
            <w:r w:rsidRPr="001B0317">
              <w:rPr>
                <w:lang w:val="en-GB"/>
              </w:rPr>
              <w:t>Pages: 2</w:t>
            </w:r>
          </w:p>
          <w:p w:rsidR="001B0317" w:rsidRPr="001B0317" w:rsidRDefault="001B0317" w:rsidP="00D64714">
            <w:pPr>
              <w:pStyle w:val="Formatvorlage2"/>
              <w:suppressLineNumbers/>
              <w:rPr>
                <w:lang w:val="en-GB"/>
              </w:rPr>
            </w:pPr>
            <w:r w:rsidRPr="001B0317">
              <w:rPr>
                <w:lang w:val="en-GB"/>
              </w:rPr>
              <w:t xml:space="preserve">Words: </w:t>
            </w:r>
            <w:r w:rsidR="00C33A34">
              <w:rPr>
                <w:lang w:val="en-GB"/>
              </w:rPr>
              <w:t>446</w:t>
            </w:r>
          </w:p>
          <w:p w:rsidR="001B0317" w:rsidRPr="001B0317" w:rsidRDefault="001B0317" w:rsidP="00D64714">
            <w:pPr>
              <w:pStyle w:val="Formatvorlage2"/>
              <w:suppressLineNumbers/>
              <w:rPr>
                <w:lang w:val="en-GB"/>
              </w:rPr>
            </w:pPr>
            <w:r w:rsidRPr="001B0317">
              <w:rPr>
                <w:lang w:val="en-GB"/>
              </w:rPr>
              <w:t>Characters: 2</w:t>
            </w:r>
            <w:r w:rsidR="00C33A34">
              <w:rPr>
                <w:lang w:val="en-GB"/>
              </w:rPr>
              <w:t>,849</w:t>
            </w:r>
            <w:bookmarkStart w:id="0" w:name="_GoBack"/>
            <w:bookmarkEnd w:id="0"/>
            <w:r w:rsidRPr="001B0317">
              <w:rPr>
                <w:lang w:val="en-GB"/>
              </w:rPr>
              <w:br/>
              <w:t>(with spaces)</w:t>
            </w:r>
          </w:p>
          <w:p w:rsidR="001B0317" w:rsidRPr="001B0317" w:rsidRDefault="001B0317" w:rsidP="00D64714">
            <w:pPr>
              <w:pStyle w:val="Formatvorlage2"/>
              <w:suppressLineNumbers/>
              <w:rPr>
                <w:lang w:val="en-GB"/>
              </w:rPr>
            </w:pPr>
          </w:p>
          <w:p w:rsidR="001B0317" w:rsidRPr="00C33A1F" w:rsidRDefault="001B0317" w:rsidP="00D64714">
            <w:pPr>
              <w:pStyle w:val="Formatvorlage2"/>
              <w:suppressLineNumbers/>
            </w:pPr>
            <w:proofErr w:type="spellStart"/>
            <w:r>
              <w:t>Created</w:t>
            </w:r>
            <w:proofErr w:type="spellEnd"/>
            <w:r>
              <w:t>: 2018-03-21</w:t>
            </w:r>
          </w:p>
          <w:p w:rsidR="001B0317" w:rsidRPr="0044187A" w:rsidRDefault="001B0317" w:rsidP="00D64714">
            <w:pPr>
              <w:pStyle w:val="Formatvorlage2"/>
              <w:suppressLineNumbers/>
              <w:rPr>
                <w:szCs w:val="20"/>
              </w:rPr>
            </w:pPr>
          </w:p>
        </w:tc>
      </w:tr>
      <w:tr w:rsidR="001B0317" w:rsidRPr="001B0317" w:rsidTr="00D64714">
        <w:tc>
          <w:tcPr>
            <w:tcW w:w="8208" w:type="dxa"/>
            <w:gridSpan w:val="3"/>
            <w:tcBorders>
              <w:top w:val="nil"/>
              <w:left w:val="nil"/>
              <w:bottom w:val="nil"/>
              <w:right w:val="nil"/>
            </w:tcBorders>
          </w:tcPr>
          <w:p w:rsidR="001B0317" w:rsidRPr="001B0317" w:rsidRDefault="001B0317" w:rsidP="00D64714">
            <w:pPr>
              <w:pStyle w:val="Formatvorlage2"/>
              <w:suppressLineNumbers/>
              <w:rPr>
                <w:lang w:val="en-GB"/>
              </w:rPr>
            </w:pPr>
            <w:r w:rsidRPr="001B0317">
              <w:rPr>
                <w:lang w:val="en-GB"/>
              </w:rPr>
              <w:t>Please send us a sample copy of any publication containing this text or these images.</w:t>
            </w:r>
          </w:p>
        </w:tc>
      </w:tr>
    </w:tbl>
    <w:p w:rsidR="00AD7B27" w:rsidRPr="001B0317" w:rsidRDefault="00AD7B27" w:rsidP="001B0317">
      <w:pPr>
        <w:rPr>
          <w:lang w:val="en-GB"/>
        </w:rPr>
      </w:pPr>
    </w:p>
    <w:sectPr w:rsidR="00AD7B27" w:rsidRPr="001B0317" w:rsidSect="00E428C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6F8D" w:rsidRDefault="00AC6F8D">
      <w:r>
        <w:separator/>
      </w:r>
    </w:p>
  </w:endnote>
  <w:endnote w:type="continuationSeparator" w:id="0">
    <w:p w:rsidR="00AC6F8D" w:rsidRDefault="00AC6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6F8D" w:rsidRDefault="00AC6F8D">
      <w:r>
        <w:separator/>
      </w:r>
    </w:p>
  </w:footnote>
  <w:footnote w:type="continuationSeparator" w:id="0">
    <w:p w:rsidR="00AC6F8D" w:rsidRDefault="00AC6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1B0317">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31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B0317"/>
    <w:rsid w:val="001C39FF"/>
    <w:rsid w:val="001D26E4"/>
    <w:rsid w:val="001E0780"/>
    <w:rsid w:val="001E1DA6"/>
    <w:rsid w:val="002046D3"/>
    <w:rsid w:val="00225405"/>
    <w:rsid w:val="00253494"/>
    <w:rsid w:val="00254A9B"/>
    <w:rsid w:val="00255FE8"/>
    <w:rsid w:val="0025629F"/>
    <w:rsid w:val="00272508"/>
    <w:rsid w:val="002769DE"/>
    <w:rsid w:val="002819C3"/>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C6F8D"/>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33A34"/>
    <w:rsid w:val="00C52D3B"/>
    <w:rsid w:val="00C53FE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330C63"/>
  <w15:docId w15:val="{D9DEEE33-513D-4D23-B722-84E17966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0317"/>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1B0317"/>
    <w:rPr>
      <w:rFonts w:ascii="Arial" w:hAnsi="Arial" w:cs="Arial"/>
      <w:b/>
      <w:bCs/>
      <w:i/>
      <w:kern w:val="32"/>
      <w:sz w:val="24"/>
      <w:szCs w:val="32"/>
    </w:rPr>
  </w:style>
  <w:style w:type="character" w:customStyle="1" w:styleId="berschrift2Zchn">
    <w:name w:val="Überschrift 2 Zchn"/>
    <w:basedOn w:val="Absatz-Standardschriftart"/>
    <w:link w:val="berschrift2"/>
    <w:rsid w:val="001B0317"/>
    <w:rPr>
      <w:rFonts w:ascii="Arial" w:hAnsi="Arial" w:cs="Arial"/>
      <w:b/>
      <w:bCs/>
      <w:iCs/>
      <w:sz w:val="36"/>
      <w:szCs w:val="28"/>
    </w:rPr>
  </w:style>
  <w:style w:type="character" w:customStyle="1" w:styleId="berschrift3Zchn">
    <w:name w:val="Überschrift 3 Zchn"/>
    <w:aliases w:val="Subhead Zchn"/>
    <w:basedOn w:val="Absatz-Standardschriftart"/>
    <w:link w:val="berschrift3"/>
    <w:rsid w:val="001B0317"/>
    <w:rPr>
      <w:rFonts w:ascii="Arial" w:hAnsi="Arial" w:cs="Arial"/>
      <w:bCs/>
      <w:i/>
      <w:szCs w:val="22"/>
    </w:rPr>
  </w:style>
  <w:style w:type="character" w:customStyle="1" w:styleId="berschrift4Zchn">
    <w:name w:val="Überschrift 4 Zchn"/>
    <w:basedOn w:val="Absatz-Standardschriftart"/>
    <w:link w:val="berschrift4"/>
    <w:rsid w:val="001B031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544</Words>
  <Characters>3432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3969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2</cp:revision>
  <cp:lastPrinted>2007-09-03T14:44:00Z</cp:lastPrinted>
  <dcterms:created xsi:type="dcterms:W3CDTF">2018-03-07T14:20:00Z</dcterms:created>
  <dcterms:modified xsi:type="dcterms:W3CDTF">2018-03-07T14:20:00Z</dcterms:modified>
</cp:coreProperties>
</file>