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77B0A" w14:textId="4F6AA964" w:rsidR="005E1468" w:rsidRDefault="00743980" w:rsidP="005E1468">
      <w:pPr>
        <w:pStyle w:val="berschrift2"/>
      </w:pPr>
      <w:r>
        <w:t>E</w:t>
      </w:r>
      <w:r w:rsidR="00F66731">
        <w:t>nergieeffizienter Platzsparer</w:t>
      </w:r>
      <w:r>
        <w:t xml:space="preserve"> </w:t>
      </w:r>
    </w:p>
    <w:p w14:paraId="70681009" w14:textId="7A4DE8D3" w:rsidR="00A82224" w:rsidRDefault="00F66731" w:rsidP="00A82224">
      <w:pPr>
        <w:pStyle w:val="berschrift1"/>
      </w:pPr>
      <w:r>
        <w:t>ECO SLIDE: der Schiebebeschlag mit vielseitigen Einsatzmöglichkeiten</w:t>
      </w:r>
    </w:p>
    <w:p w14:paraId="633C2E91" w14:textId="5014E2CD" w:rsidR="005E1468" w:rsidRDefault="005E1468" w:rsidP="005E1468"/>
    <w:p w14:paraId="369088FC" w14:textId="4762E80B" w:rsidR="00C0327F" w:rsidRDefault="00C0327F" w:rsidP="00C0327F">
      <w:r w:rsidRPr="00EC1402">
        <w:rPr>
          <w:rFonts w:cs="Arial"/>
          <w:szCs w:val="20"/>
        </w:rPr>
        <w:t xml:space="preserve">Er ist dicht, leicht zu </w:t>
      </w:r>
      <w:r>
        <w:rPr>
          <w:rFonts w:cs="Arial"/>
          <w:szCs w:val="20"/>
        </w:rPr>
        <w:t>handhaben</w:t>
      </w:r>
      <w:r w:rsidRPr="00EC1402">
        <w:rPr>
          <w:rFonts w:cs="Arial"/>
          <w:szCs w:val="20"/>
        </w:rPr>
        <w:t xml:space="preserve"> und </w:t>
      </w:r>
      <w:r>
        <w:rPr>
          <w:rFonts w:cs="Arial"/>
          <w:szCs w:val="20"/>
        </w:rPr>
        <w:t>sorgt für</w:t>
      </w:r>
      <w:r w:rsidRPr="00EC140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vielseitige</w:t>
      </w:r>
      <w:r w:rsidRPr="00EC1402">
        <w:rPr>
          <w:rFonts w:cs="Arial"/>
          <w:szCs w:val="20"/>
        </w:rPr>
        <w:t xml:space="preserve"> Gestaltungsmöglichkeiten</w:t>
      </w:r>
      <w:r w:rsidR="00CF627A">
        <w:rPr>
          <w:rFonts w:cs="Arial"/>
          <w:szCs w:val="20"/>
        </w:rPr>
        <w:t>, die Endanwendern</w:t>
      </w:r>
      <w:r w:rsidR="00CF627A" w:rsidRPr="00CF627A">
        <w:rPr>
          <w:rFonts w:cs="Arial"/>
          <w:szCs w:val="20"/>
        </w:rPr>
        <w:t xml:space="preserve"> </w:t>
      </w:r>
      <w:r w:rsidR="00CF627A" w:rsidRPr="00EC1402">
        <w:rPr>
          <w:rFonts w:cs="Arial"/>
          <w:szCs w:val="20"/>
        </w:rPr>
        <w:t>Raumkomfort pur</w:t>
      </w:r>
      <w:r w:rsidR="00CF627A">
        <w:rPr>
          <w:rFonts w:cs="Arial"/>
          <w:szCs w:val="20"/>
        </w:rPr>
        <w:t xml:space="preserve"> bieten</w:t>
      </w:r>
      <w:r w:rsidRPr="00EC1402">
        <w:rPr>
          <w:rFonts w:cs="Arial"/>
          <w:szCs w:val="20"/>
        </w:rPr>
        <w:t xml:space="preserve">: </w:t>
      </w:r>
      <w:r w:rsidR="00CF627A">
        <w:rPr>
          <w:rFonts w:cs="Arial"/>
          <w:szCs w:val="20"/>
        </w:rPr>
        <w:t>d</w:t>
      </w:r>
      <w:r w:rsidRPr="00EC1402">
        <w:rPr>
          <w:rFonts w:cs="Arial"/>
          <w:szCs w:val="20"/>
        </w:rPr>
        <w:t xml:space="preserve">er Schiebe-Beschlag PORTAL ECO SLIDE </w:t>
      </w:r>
      <w:r w:rsidR="007E1BCC">
        <w:rPr>
          <w:rFonts w:cs="Arial"/>
          <w:szCs w:val="20"/>
        </w:rPr>
        <w:t>von SIEGENIA</w:t>
      </w:r>
      <w:r>
        <w:rPr>
          <w:rFonts w:cs="Arial"/>
          <w:szCs w:val="20"/>
        </w:rPr>
        <w:t xml:space="preserve">. </w:t>
      </w:r>
      <w:r w:rsidR="00CF627A">
        <w:t xml:space="preserve">ECO SLIDE </w:t>
      </w:r>
      <w:r w:rsidR="00CF627A" w:rsidRPr="00012831">
        <w:t xml:space="preserve">kombiniert die </w:t>
      </w:r>
      <w:r w:rsidR="007E1BCC">
        <w:t>einfache</w:t>
      </w:r>
      <w:r w:rsidR="00CF627A" w:rsidRPr="00012831">
        <w:t xml:space="preserve"> Bedienung von Hebe-Schiebe-Systemen mit der hohen Dichtigkeit von Parallel-Schiebe-Kipp-Elementen</w:t>
      </w:r>
      <w:r w:rsidR="00CF627A">
        <w:t xml:space="preserve">. </w:t>
      </w:r>
      <w:r w:rsidR="00CF627A" w:rsidRPr="00012831">
        <w:t xml:space="preserve">Letztere verdankt </w:t>
      </w:r>
      <w:r w:rsidR="00CF627A">
        <w:t>d</w:t>
      </w:r>
      <w:r w:rsidR="00CF627A" w:rsidRPr="00012831">
        <w:t xml:space="preserve">er </w:t>
      </w:r>
      <w:r w:rsidR="00CF627A">
        <w:t xml:space="preserve">Schiebe-Beschlag </w:t>
      </w:r>
      <w:r w:rsidR="00CF627A" w:rsidRPr="00012831">
        <w:t xml:space="preserve">seinem ununterbrochen umlaufenden Dichtungssystem, das beste Voraussetzungen für hohe Energieeinsparungen schafft. </w:t>
      </w:r>
      <w:r>
        <w:rPr>
          <w:rFonts w:cs="Arial"/>
          <w:szCs w:val="20"/>
        </w:rPr>
        <w:t xml:space="preserve">Darüber hinaus punktet der leistungsstarke Beschlag </w:t>
      </w:r>
      <w:r w:rsidR="007E1BCC">
        <w:rPr>
          <w:rFonts w:cs="Arial"/>
          <w:szCs w:val="20"/>
        </w:rPr>
        <w:t xml:space="preserve">für Fenster und Türen aller Rahmenmaterialien </w:t>
      </w:r>
      <w:r>
        <w:rPr>
          <w:rFonts w:cs="Arial"/>
          <w:szCs w:val="20"/>
        </w:rPr>
        <w:t xml:space="preserve">insbesondere durch sein ansprechendes Design und die perfekte Nutzung von Raum: Der </w:t>
      </w:r>
      <w:r>
        <w:t xml:space="preserve">Einsatz als Fenster führt zu spürbaren Platzeinsparungen im Innenraum, denn dank des Schiebeflügels gibt es </w:t>
      </w:r>
      <w:r w:rsidR="007B3629">
        <w:t xml:space="preserve">beim Lüften </w:t>
      </w:r>
      <w:r>
        <w:t xml:space="preserve">keine Raumverluste </w:t>
      </w:r>
      <w:r w:rsidR="000C2D70">
        <w:t>auf der Fensterbank</w:t>
      </w:r>
      <w:r>
        <w:t xml:space="preserve">. </w:t>
      </w:r>
      <w:r w:rsidRPr="006820C3">
        <w:t xml:space="preserve">Als Tür </w:t>
      </w:r>
      <w:r>
        <w:t xml:space="preserve">hingegen ist ECO SLIDE </w:t>
      </w:r>
      <w:r w:rsidRPr="006820C3">
        <w:t>eine attraktive Zusatzoption zu den bekannten Schiebetürsystemen</w:t>
      </w:r>
      <w:r>
        <w:t>.</w:t>
      </w:r>
    </w:p>
    <w:p w14:paraId="61E3F9C5" w14:textId="77777777" w:rsidR="00C0327F" w:rsidRDefault="00C0327F" w:rsidP="00C0327F"/>
    <w:p w14:paraId="3E8E8CAA" w14:textId="2CCAF7D0" w:rsidR="00255A94" w:rsidRDefault="00C0327F" w:rsidP="00C0327F">
      <w:r>
        <w:t xml:space="preserve">Hohe Nutzerfreundlichkeit entsteht durch die </w:t>
      </w:r>
      <w:r w:rsidRPr="00012831">
        <w:t>leichte</w:t>
      </w:r>
      <w:r>
        <w:t>, intuitive</w:t>
      </w:r>
      <w:r w:rsidRPr="00012831">
        <w:t xml:space="preserve"> Bedienung</w:t>
      </w:r>
      <w:r>
        <w:t xml:space="preserve"> und die </w:t>
      </w:r>
      <w:r w:rsidR="00D60FE9">
        <w:t>optional integrierbare</w:t>
      </w:r>
      <w:r>
        <w:t xml:space="preserve"> SOFT CLOSE Funktion. Letztere bremst den Flügel beim Schließvorgang ab und führt ihn sicher in die Endstellung</w:t>
      </w:r>
      <w:r w:rsidR="00F66731">
        <w:t xml:space="preserve">. </w:t>
      </w:r>
      <w:r w:rsidR="00F66731" w:rsidRPr="00012831">
        <w:t xml:space="preserve">Das minimiert Verletzungsrisiken und schont die </w:t>
      </w:r>
      <w:r w:rsidR="00F66731">
        <w:t>E</w:t>
      </w:r>
      <w:r w:rsidR="00F66731" w:rsidRPr="00012831">
        <w:t>lemente.</w:t>
      </w:r>
      <w:r>
        <w:t xml:space="preserve"> Eine serienmäßige Spaltlüftungsfunktion zur kontinuierlichen Belüftung sowie die hohe Einbruchhemmung durch widerstandsfähige Verschlusshaken runden das Leistungsspektrum ab.</w:t>
      </w:r>
    </w:p>
    <w:p w14:paraId="3911C18D" w14:textId="763672C8" w:rsidR="00C0327F" w:rsidRDefault="00255A94" w:rsidP="00255A94">
      <w:pPr>
        <w:pStyle w:val="berschrift4"/>
      </w:pPr>
      <w:r>
        <w:t xml:space="preserve">Montagefreundlich </w:t>
      </w:r>
      <w:r w:rsidR="00F66731">
        <w:t xml:space="preserve">– für zahlreiche </w:t>
      </w:r>
      <w:r w:rsidR="00C0327F">
        <w:t>Kunststoff</w:t>
      </w:r>
      <w:r w:rsidR="00F66731">
        <w:t>systeme</w:t>
      </w:r>
      <w:r w:rsidR="00F66731" w:rsidRPr="00F66731">
        <w:t xml:space="preserve"> </w:t>
      </w:r>
      <w:r w:rsidR="00F66731">
        <w:t>geeignet</w:t>
      </w:r>
    </w:p>
    <w:p w14:paraId="793B1F1B" w14:textId="2303A2E9" w:rsidR="00C0327F" w:rsidRDefault="00255A94" w:rsidP="00C0327F">
      <w:r>
        <w:t xml:space="preserve">Auch in der Fertigung zeigt die durchdachte Konstruktion </w:t>
      </w:r>
      <w:r w:rsidR="007E1BCC">
        <w:t xml:space="preserve">von ECO SLIDE </w:t>
      </w:r>
      <w:r>
        <w:t xml:space="preserve">Stärken. Hier profitieren Verarbeiter von einer rationellen Montage mit einer geringen Anzahl an Bauteilen </w:t>
      </w:r>
      <w:r w:rsidR="00C0327F">
        <w:t xml:space="preserve">und einer einfachen Justierung. Der Wartungsaufwand ist ebenfalls äußerst gering. Flexible Einsatzmöglichkeiten für Elemente aus Kunststoff eröffnet die Kooperation </w:t>
      </w:r>
      <w:r w:rsidR="007B3629">
        <w:t xml:space="preserve">von SIEGENIA </w:t>
      </w:r>
      <w:r w:rsidR="00C0327F">
        <w:t xml:space="preserve">mit </w:t>
      </w:r>
      <w:r w:rsidR="007B3629">
        <w:t xml:space="preserve">diversen </w:t>
      </w:r>
      <w:r w:rsidR="00C0327F">
        <w:t xml:space="preserve">Systemhäusern, so z. B. mit </w:t>
      </w:r>
      <w:proofErr w:type="spellStart"/>
      <w:r w:rsidR="00C0327F">
        <w:t>profine</w:t>
      </w:r>
      <w:proofErr w:type="spellEnd"/>
      <w:r w:rsidR="00C0327F">
        <w:t xml:space="preserve">. Für das System </w:t>
      </w:r>
      <w:proofErr w:type="spellStart"/>
      <w:r w:rsidR="00C0327F">
        <w:t>PremiSlide</w:t>
      </w:r>
      <w:proofErr w:type="spellEnd"/>
      <w:r w:rsidR="00C0327F">
        <w:t xml:space="preserve"> wurde jetzt eine Produktplattform entwickelt, bei der Profil und Beschlag perfekt aufeinander abgestimmt sind. </w:t>
      </w:r>
    </w:p>
    <w:p w14:paraId="6C253A54" w14:textId="77777777" w:rsidR="00C0327F" w:rsidRDefault="00C0327F" w:rsidP="00C0327F"/>
    <w:p w14:paraId="3A0BAB71" w14:textId="77777777" w:rsidR="00C0327F" w:rsidRPr="00B55070" w:rsidRDefault="00C0327F" w:rsidP="005E1468"/>
    <w:p w14:paraId="7E9AAE72" w14:textId="77777777" w:rsidR="005E1468" w:rsidRPr="00B55070" w:rsidRDefault="005E1468" w:rsidP="005E1468"/>
    <w:p w14:paraId="0F2341A7" w14:textId="77777777" w:rsidR="005F3D5F" w:rsidRDefault="005F3D5F" w:rsidP="005E1468"/>
    <w:p w14:paraId="569A6F6B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7DB14E35" w14:textId="77777777" w:rsidR="002A7F37" w:rsidRDefault="002A7F37" w:rsidP="002A7F37">
      <w:r>
        <w:t>Bildquelle: SIEGENIA</w:t>
      </w:r>
    </w:p>
    <w:p w14:paraId="16124E81" w14:textId="77777777" w:rsidR="002A7F37" w:rsidRPr="002A7F37" w:rsidRDefault="002A7F37" w:rsidP="002A7F37"/>
    <w:p w14:paraId="575A5918" w14:textId="7DFCE5E1" w:rsidR="005E1468" w:rsidRPr="007B3629" w:rsidRDefault="005E1468" w:rsidP="005E1468">
      <w:pPr>
        <w:rPr>
          <w:bCs/>
          <w:i/>
        </w:rPr>
      </w:pPr>
      <w:bookmarkStart w:id="0" w:name="_GoBack"/>
      <w:r w:rsidRPr="007B3629">
        <w:rPr>
          <w:bCs/>
          <w:i/>
        </w:rPr>
        <w:t>Motiv I: SIE_</w:t>
      </w:r>
      <w:r w:rsidR="007E1BCC" w:rsidRPr="007B3629">
        <w:rPr>
          <w:bCs/>
          <w:i/>
        </w:rPr>
        <w:t>PORTAL_ECO SLIDE</w:t>
      </w:r>
      <w:r w:rsidR="00957092">
        <w:rPr>
          <w:bCs/>
          <w:i/>
        </w:rPr>
        <w:t>_Schiebefenster_Interieur</w:t>
      </w:r>
      <w:r w:rsidRPr="007B3629">
        <w:rPr>
          <w:bCs/>
          <w:i/>
        </w:rPr>
        <w:t xml:space="preserve">.jpg </w:t>
      </w:r>
    </w:p>
    <w:p w14:paraId="4018CA55" w14:textId="5AFCFCA5" w:rsidR="005E1468" w:rsidRPr="00D129AE" w:rsidRDefault="007E1BCC" w:rsidP="005E1468">
      <w:r>
        <w:t xml:space="preserve">Der Schiebebeschlag ECO SLIDE verbindet Energieeffizienz, Nutzerfreundlichkeit und ein ansprechendes Design mit der Möglichkeit zu Platzeinsparungen im Innenraum. </w:t>
      </w:r>
    </w:p>
    <w:p w14:paraId="1216E5D7" w14:textId="77777777" w:rsidR="005E1468" w:rsidRDefault="005E1468" w:rsidP="005E1468"/>
    <w:p w14:paraId="5826D5EA" w14:textId="0B73146C" w:rsidR="00945DBC" w:rsidRDefault="005E1468" w:rsidP="005E1468">
      <w:r w:rsidRPr="00D129AE">
        <w:rPr>
          <w:bCs/>
          <w:i/>
        </w:rPr>
        <w:t xml:space="preserve">Motiv II: </w:t>
      </w:r>
      <w:r w:rsidR="00945DBC" w:rsidRPr="00D129AE">
        <w:rPr>
          <w:bCs/>
          <w:i/>
        </w:rPr>
        <w:t>SI</w:t>
      </w:r>
      <w:r w:rsidR="00945DBC">
        <w:rPr>
          <w:bCs/>
          <w:i/>
        </w:rPr>
        <w:t>E</w:t>
      </w:r>
      <w:r w:rsidR="00945DBC" w:rsidRPr="00D129AE">
        <w:rPr>
          <w:bCs/>
          <w:i/>
        </w:rPr>
        <w:t>_</w:t>
      </w:r>
      <w:r w:rsidR="00945DBC">
        <w:rPr>
          <w:bCs/>
          <w:i/>
        </w:rPr>
        <w:t>PORTAL_ECO SLIDE_Verschluss</w:t>
      </w:r>
      <w:r w:rsidR="00945DBC" w:rsidRPr="00D129AE">
        <w:rPr>
          <w:bCs/>
          <w:i/>
        </w:rPr>
        <w:t>.jpg</w:t>
      </w:r>
    </w:p>
    <w:p w14:paraId="4EC869B3" w14:textId="795D9869" w:rsidR="00351971" w:rsidRDefault="00945DBC" w:rsidP="005E1468">
      <w:r>
        <w:t xml:space="preserve">Die widerstandsfähigen Verschlusshaken des Schiebebeschlags ECO SLIDE sorgen für eine hohe Einbruchhemmung. </w:t>
      </w:r>
    </w:p>
    <w:p w14:paraId="0EA08AEE" w14:textId="0D91A9A4" w:rsidR="00351971" w:rsidRDefault="00351971" w:rsidP="005E1468"/>
    <w:bookmarkEnd w:id="0"/>
    <w:p w14:paraId="2825B353" w14:textId="20D9DFE4" w:rsidR="00E5047A" w:rsidRDefault="00E5047A" w:rsidP="005E1468"/>
    <w:p w14:paraId="6DCB01F7" w14:textId="77777777" w:rsidR="00E5047A" w:rsidRDefault="00E5047A" w:rsidP="005E1468"/>
    <w:p w14:paraId="0750C44B" w14:textId="539D0EB9" w:rsidR="00351971" w:rsidRDefault="00351971" w:rsidP="005E1468"/>
    <w:p w14:paraId="39E0EE32" w14:textId="77777777" w:rsidR="00351971" w:rsidRPr="00D129AE" w:rsidRDefault="00351971" w:rsidP="005E1468"/>
    <w:p w14:paraId="0378E41A" w14:textId="77777777" w:rsidR="005E1468" w:rsidRDefault="005E1468" w:rsidP="005E1468"/>
    <w:p w14:paraId="4FD363EE" w14:textId="77777777" w:rsidR="008D7633" w:rsidRPr="00ED6392" w:rsidRDefault="008D7633" w:rsidP="008D7633"/>
    <w:p w14:paraId="7BAD7AEC" w14:textId="77777777" w:rsidR="008D7633" w:rsidRDefault="008D7633" w:rsidP="008D7633">
      <w:pPr>
        <w:rPr>
          <w:szCs w:val="20"/>
        </w:rPr>
      </w:pPr>
    </w:p>
    <w:p w14:paraId="4951AB4A" w14:textId="77777777" w:rsidR="008D7633" w:rsidRPr="00E14DD8" w:rsidRDefault="008D7633" w:rsidP="008D7633">
      <w:pPr>
        <w:rPr>
          <w:szCs w:val="20"/>
        </w:rPr>
      </w:pPr>
    </w:p>
    <w:p w14:paraId="5D2523F3" w14:textId="2F62D670" w:rsidR="008D7633" w:rsidRDefault="008D7633" w:rsidP="008D7633">
      <w:pPr>
        <w:rPr>
          <w:szCs w:val="20"/>
        </w:rPr>
      </w:pPr>
    </w:p>
    <w:p w14:paraId="7DC95F53" w14:textId="088763C6" w:rsidR="006003D7" w:rsidRDefault="006003D7" w:rsidP="008D7633">
      <w:pPr>
        <w:rPr>
          <w:szCs w:val="20"/>
        </w:rPr>
      </w:pPr>
    </w:p>
    <w:p w14:paraId="4D0B52BC" w14:textId="16A3E7E4" w:rsidR="006003D7" w:rsidRDefault="006003D7" w:rsidP="008D7633">
      <w:pPr>
        <w:rPr>
          <w:szCs w:val="20"/>
        </w:rPr>
      </w:pPr>
    </w:p>
    <w:p w14:paraId="2903D1B3" w14:textId="1D3230D6" w:rsidR="006003D7" w:rsidRDefault="006003D7" w:rsidP="008D7633">
      <w:pPr>
        <w:rPr>
          <w:szCs w:val="20"/>
        </w:rPr>
      </w:pPr>
    </w:p>
    <w:p w14:paraId="298842B5" w14:textId="5E3A6A44" w:rsidR="006003D7" w:rsidRDefault="006003D7" w:rsidP="008D7633">
      <w:pPr>
        <w:rPr>
          <w:szCs w:val="20"/>
        </w:rPr>
      </w:pPr>
    </w:p>
    <w:p w14:paraId="020B97B6" w14:textId="77777777" w:rsidR="006003D7" w:rsidRPr="00E14DD8" w:rsidRDefault="006003D7" w:rsidP="008D7633">
      <w:pPr>
        <w:rPr>
          <w:szCs w:val="20"/>
        </w:rPr>
      </w:pPr>
    </w:p>
    <w:p w14:paraId="74E11AF5" w14:textId="77777777" w:rsidR="008D7633" w:rsidRPr="00E14DD8" w:rsidRDefault="008D7633" w:rsidP="008D7633">
      <w:pPr>
        <w:rPr>
          <w:szCs w:val="20"/>
        </w:rPr>
      </w:pPr>
    </w:p>
    <w:p w14:paraId="7AD4289B" w14:textId="77777777" w:rsidR="008D7633" w:rsidRPr="00E14DD8" w:rsidRDefault="008D7633" w:rsidP="008D7633">
      <w:pPr>
        <w:rPr>
          <w:szCs w:val="20"/>
        </w:rPr>
      </w:pPr>
    </w:p>
    <w:p w14:paraId="3826A909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48F865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E2F994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31939C6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9CA451C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FCA1765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6F0377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88C856D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71E7A573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EC31A7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DDB6ACC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659D01F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360D29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47AF837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3C913344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9689703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2C7629BB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4C2BA40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41408A1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3FF781D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AAFDADB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76BFA1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4665231" w14:textId="634AEE98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CF627A">
              <w:t>1</w:t>
            </w:r>
          </w:p>
          <w:p w14:paraId="146C1C16" w14:textId="431D4B9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6003D7">
              <w:t>241</w:t>
            </w:r>
          </w:p>
          <w:p w14:paraId="127E3C41" w14:textId="1D2D1381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6003D7">
              <w:t xml:space="preserve"> 956 </w:t>
            </w:r>
            <w:r w:rsidRPr="00C33A1F">
              <w:t>(mit Leerzeichen)</w:t>
            </w:r>
          </w:p>
          <w:p w14:paraId="0FDA4F4D" w14:textId="77777777" w:rsidR="008D7633" w:rsidRDefault="008D7633" w:rsidP="007A5EB4">
            <w:pPr>
              <w:pStyle w:val="Formatvorlage2"/>
            </w:pPr>
          </w:p>
          <w:p w14:paraId="4520ED9A" w14:textId="7777777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B55070">
              <w:t>1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.201</w:t>
            </w:r>
            <w:r w:rsidR="00C55524">
              <w:t>8</w:t>
            </w:r>
          </w:p>
          <w:p w14:paraId="1B48025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4F6E990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20DE25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F6B1506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684F0" w14:textId="77777777" w:rsidR="00D70837" w:rsidRDefault="00D70837">
      <w:r>
        <w:separator/>
      </w:r>
    </w:p>
  </w:endnote>
  <w:endnote w:type="continuationSeparator" w:id="0">
    <w:p w14:paraId="37CB5E9B" w14:textId="77777777" w:rsidR="00D70837" w:rsidRDefault="00D7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A512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FB41" w14:textId="77777777" w:rsidR="00D70837" w:rsidRDefault="00D70837">
      <w:r>
        <w:separator/>
      </w:r>
    </w:p>
  </w:footnote>
  <w:footnote w:type="continuationSeparator" w:id="0">
    <w:p w14:paraId="7082F341" w14:textId="77777777" w:rsidR="00D70837" w:rsidRDefault="00D7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34EA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B58D60D" wp14:editId="2A188BF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2114C"/>
    <w:multiLevelType w:val="hybridMultilevel"/>
    <w:tmpl w:val="FD4AA908"/>
    <w:lvl w:ilvl="0" w:tplc="B566AA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666743"/>
    <w:multiLevelType w:val="hybridMultilevel"/>
    <w:tmpl w:val="AE080B94"/>
    <w:lvl w:ilvl="0" w:tplc="FD8EE3C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375C"/>
    <w:rsid w:val="000024D9"/>
    <w:rsid w:val="00003256"/>
    <w:rsid w:val="000103E8"/>
    <w:rsid w:val="0001449A"/>
    <w:rsid w:val="0001520C"/>
    <w:rsid w:val="00026907"/>
    <w:rsid w:val="00040EBF"/>
    <w:rsid w:val="00064165"/>
    <w:rsid w:val="000675C7"/>
    <w:rsid w:val="00074693"/>
    <w:rsid w:val="00090045"/>
    <w:rsid w:val="00095303"/>
    <w:rsid w:val="000A1DF0"/>
    <w:rsid w:val="000A5CA3"/>
    <w:rsid w:val="000C2D70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47E09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4EE3"/>
    <w:rsid w:val="001F3432"/>
    <w:rsid w:val="00202F0C"/>
    <w:rsid w:val="002046D3"/>
    <w:rsid w:val="00253494"/>
    <w:rsid w:val="00254A9B"/>
    <w:rsid w:val="00255A94"/>
    <w:rsid w:val="00255FE8"/>
    <w:rsid w:val="00272508"/>
    <w:rsid w:val="002769DE"/>
    <w:rsid w:val="002819C3"/>
    <w:rsid w:val="002A202C"/>
    <w:rsid w:val="002A7F37"/>
    <w:rsid w:val="002C00E2"/>
    <w:rsid w:val="002C34F6"/>
    <w:rsid w:val="002C36FE"/>
    <w:rsid w:val="002C5A66"/>
    <w:rsid w:val="002C6D41"/>
    <w:rsid w:val="002E1F6C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1971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0375C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11008"/>
    <w:rsid w:val="005254BE"/>
    <w:rsid w:val="00552DC0"/>
    <w:rsid w:val="0055550C"/>
    <w:rsid w:val="00563E60"/>
    <w:rsid w:val="00592833"/>
    <w:rsid w:val="005A1CA6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03D7"/>
    <w:rsid w:val="006016B0"/>
    <w:rsid w:val="0061051B"/>
    <w:rsid w:val="0061253D"/>
    <w:rsid w:val="00617358"/>
    <w:rsid w:val="00617D76"/>
    <w:rsid w:val="006279BD"/>
    <w:rsid w:val="00630405"/>
    <w:rsid w:val="00632F1F"/>
    <w:rsid w:val="00634A59"/>
    <w:rsid w:val="00641A78"/>
    <w:rsid w:val="006446D6"/>
    <w:rsid w:val="00656A7F"/>
    <w:rsid w:val="00656FEE"/>
    <w:rsid w:val="00667448"/>
    <w:rsid w:val="006866DF"/>
    <w:rsid w:val="00692205"/>
    <w:rsid w:val="006944D9"/>
    <w:rsid w:val="006A2FD7"/>
    <w:rsid w:val="006A62DE"/>
    <w:rsid w:val="006A7184"/>
    <w:rsid w:val="006B6CD1"/>
    <w:rsid w:val="006B7979"/>
    <w:rsid w:val="006C044C"/>
    <w:rsid w:val="006C06E4"/>
    <w:rsid w:val="006C6D45"/>
    <w:rsid w:val="006E5CC8"/>
    <w:rsid w:val="00701954"/>
    <w:rsid w:val="00703943"/>
    <w:rsid w:val="007046C4"/>
    <w:rsid w:val="007071A3"/>
    <w:rsid w:val="007148FF"/>
    <w:rsid w:val="00716BDB"/>
    <w:rsid w:val="00717456"/>
    <w:rsid w:val="00730E66"/>
    <w:rsid w:val="00737DE1"/>
    <w:rsid w:val="00743980"/>
    <w:rsid w:val="00751517"/>
    <w:rsid w:val="00757DDE"/>
    <w:rsid w:val="00764AAC"/>
    <w:rsid w:val="00781C86"/>
    <w:rsid w:val="007871C1"/>
    <w:rsid w:val="0079193B"/>
    <w:rsid w:val="00794A4F"/>
    <w:rsid w:val="007A5EB4"/>
    <w:rsid w:val="007A6E1C"/>
    <w:rsid w:val="007B3629"/>
    <w:rsid w:val="007C50D1"/>
    <w:rsid w:val="007C5C24"/>
    <w:rsid w:val="007E1BCC"/>
    <w:rsid w:val="007E2B7F"/>
    <w:rsid w:val="007F3F54"/>
    <w:rsid w:val="007F43E0"/>
    <w:rsid w:val="00801D78"/>
    <w:rsid w:val="0080537F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1CC6"/>
    <w:rsid w:val="0086386E"/>
    <w:rsid w:val="00864912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25D3A"/>
    <w:rsid w:val="0093490C"/>
    <w:rsid w:val="0093664F"/>
    <w:rsid w:val="00943EB0"/>
    <w:rsid w:val="00945CA5"/>
    <w:rsid w:val="00945DBC"/>
    <w:rsid w:val="009553BC"/>
    <w:rsid w:val="009557EA"/>
    <w:rsid w:val="00957092"/>
    <w:rsid w:val="00963959"/>
    <w:rsid w:val="00963D60"/>
    <w:rsid w:val="0096600A"/>
    <w:rsid w:val="009A687F"/>
    <w:rsid w:val="009B067B"/>
    <w:rsid w:val="009B4822"/>
    <w:rsid w:val="009B5300"/>
    <w:rsid w:val="009B5DE9"/>
    <w:rsid w:val="009C20B3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1AB8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24BD"/>
    <w:rsid w:val="00BD76B1"/>
    <w:rsid w:val="00BE62B4"/>
    <w:rsid w:val="00BE69F6"/>
    <w:rsid w:val="00BF6132"/>
    <w:rsid w:val="00C02C5D"/>
    <w:rsid w:val="00C0327F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A74AC"/>
    <w:rsid w:val="00CE16F1"/>
    <w:rsid w:val="00CE5038"/>
    <w:rsid w:val="00CE5448"/>
    <w:rsid w:val="00CE5488"/>
    <w:rsid w:val="00CE63E0"/>
    <w:rsid w:val="00CF627A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0FE9"/>
    <w:rsid w:val="00D64F60"/>
    <w:rsid w:val="00D70837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047A"/>
    <w:rsid w:val="00E6313B"/>
    <w:rsid w:val="00E66783"/>
    <w:rsid w:val="00E76C0B"/>
    <w:rsid w:val="00E76D9B"/>
    <w:rsid w:val="00E77789"/>
    <w:rsid w:val="00E80515"/>
    <w:rsid w:val="00E954AC"/>
    <w:rsid w:val="00EA2954"/>
    <w:rsid w:val="00EB0461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6731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20F83DB"/>
  <w15:docId w15:val="{6FBB2A96-A6B9-49AA-B4AA-3DFC94C18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C0327F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423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3086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7</cp:revision>
  <cp:lastPrinted>2007-09-03T14:44:00Z</cp:lastPrinted>
  <dcterms:created xsi:type="dcterms:W3CDTF">2018-02-02T10:57:00Z</dcterms:created>
  <dcterms:modified xsi:type="dcterms:W3CDTF">2018-03-07T17:21:00Z</dcterms:modified>
</cp:coreProperties>
</file>