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D61" w:rsidRPr="00E17C3D" w:rsidRDefault="00B65D61" w:rsidP="00B65D61">
      <w:pPr>
        <w:pStyle w:val="berschrift2"/>
        <w:rPr>
          <w:lang w:val="en-GB"/>
        </w:rPr>
      </w:pPr>
      <w:bookmarkStart w:id="0" w:name="_Hlk488832016"/>
      <w:r w:rsidRPr="00E17C3D">
        <w:rPr>
          <w:lang w:val="en-GB"/>
        </w:rPr>
        <w:t>Room comfort is becoming smart</w:t>
      </w:r>
    </w:p>
    <w:p w:rsidR="00B65D61" w:rsidRPr="00E17C3D" w:rsidRDefault="00B65D61" w:rsidP="00B65D61">
      <w:pPr>
        <w:pStyle w:val="berschrift1"/>
        <w:rPr>
          <w:lang w:val="en-GB"/>
        </w:rPr>
      </w:pPr>
      <w:r w:rsidRPr="00E17C3D">
        <w:rPr>
          <w:lang w:val="en-GB"/>
        </w:rPr>
        <w:t xml:space="preserve">SIEGENIA Comfort app: Control windows and ventilators </w:t>
      </w:r>
      <w:r>
        <w:rPr>
          <w:lang w:val="en-GB"/>
        </w:rPr>
        <w:br/>
      </w:r>
      <w:r w:rsidRPr="00E17C3D">
        <w:rPr>
          <w:lang w:val="en-GB"/>
        </w:rPr>
        <w:t>as well as entrance and sliding doors via WLAN</w:t>
      </w:r>
    </w:p>
    <w:p w:rsidR="00B65D61" w:rsidRPr="00E17C3D" w:rsidRDefault="00B65D61" w:rsidP="00B65D61">
      <w:pPr>
        <w:rPr>
          <w:lang w:val="en-GB"/>
        </w:rPr>
      </w:pPr>
    </w:p>
    <w:p w:rsidR="00B65D61" w:rsidRPr="00E17C3D" w:rsidRDefault="00B65D61" w:rsidP="00B65D61">
      <w:pPr>
        <w:rPr>
          <w:lang w:val="en-GB"/>
        </w:rPr>
      </w:pPr>
      <w:r w:rsidRPr="00E17C3D">
        <w:rPr>
          <w:lang w:val="en-GB"/>
        </w:rPr>
        <w:t xml:space="preserve">"Smart" by name, smart by nature: The motorised drives and ventilation systems from SIEGENIA. With the SIEGENIA Comfort app, the smart versions of these can be conveniently operated in all functions via smartphone or tablet and this therefore offers users convenient operation and monitoring of all functions. In this way, </w:t>
      </w:r>
      <w:r w:rsidRPr="006C0150">
        <w:rPr>
          <w:lang w:val="en-GB"/>
        </w:rPr>
        <w:t>fabricators can benefit by offering private home owners a completely new dimension of room comfort. Both connection</w:t>
      </w:r>
      <w:r w:rsidRPr="00E17C3D">
        <w:rPr>
          <w:szCs w:val="20"/>
          <w:lang w:val="en-GB"/>
        </w:rPr>
        <w:t xml:space="preserve"> with the Comfort app and integration in the home WLAN network are very simple and function as quickly and effortlessly as with a smartphone.</w:t>
      </w:r>
      <w:r w:rsidRPr="00E17C3D">
        <w:rPr>
          <w:lang w:val="en-GB"/>
        </w:rPr>
        <w:t xml:space="preserve"> And when your own network is unavailable (e. g. on building sites), all solutions can also be connected directly with your smartphone.</w:t>
      </w:r>
    </w:p>
    <w:p w:rsidR="00B65D61" w:rsidRPr="00E17C3D" w:rsidRDefault="00B65D61" w:rsidP="00B65D61">
      <w:pPr>
        <w:pStyle w:val="berschrift4"/>
        <w:rPr>
          <w:lang w:val="en-GB"/>
        </w:rPr>
      </w:pPr>
      <w:r w:rsidRPr="00E17C3D">
        <w:rPr>
          <w:lang w:val="en-GB"/>
        </w:rPr>
        <w:t>Move large objects easily</w:t>
      </w:r>
    </w:p>
    <w:p w:rsidR="00B65D61" w:rsidRPr="00E17C3D" w:rsidRDefault="00B65D61" w:rsidP="00B65D61">
      <w:pPr>
        <w:rPr>
          <w:szCs w:val="20"/>
          <w:lang w:val="en-GB"/>
        </w:rPr>
      </w:pPr>
      <w:r w:rsidRPr="00E17C3D">
        <w:rPr>
          <w:lang w:val="en-GB"/>
        </w:rPr>
        <w:t xml:space="preserve">Great emphasis is placed on comfort functions in the SIEGENIA Comfort app. For example, all lift-slide drives not only allow automatic opening and locking of heavy elements weighing up to 400 kg, but they also combine this with freely determinable opening widths and timed ventilation functions. The partially concealed DRIVE axxent HSA smart hardware meets the highest design standards. </w:t>
      </w:r>
      <w:r w:rsidRPr="00E17C3D">
        <w:rPr>
          <w:szCs w:val="20"/>
          <w:lang w:val="en-GB"/>
        </w:rPr>
        <w:t xml:space="preserve">The concealed lift drive gives the element an appealing, elegant aesthetic that is also supported by its high quality operating unit for manual control. </w:t>
      </w:r>
    </w:p>
    <w:p w:rsidR="00B65D61" w:rsidRPr="00E17C3D" w:rsidRDefault="00B65D61" w:rsidP="00B65D61">
      <w:pPr>
        <w:pStyle w:val="berschrift4"/>
        <w:rPr>
          <w:lang w:val="en-GB"/>
        </w:rPr>
      </w:pPr>
      <w:r w:rsidRPr="00E17C3D">
        <w:rPr>
          <w:lang w:val="en-GB"/>
        </w:rPr>
        <w:t>For fresh air fanatics</w:t>
      </w:r>
    </w:p>
    <w:p w:rsidR="00B65D61" w:rsidRPr="00E17C3D" w:rsidRDefault="00B65D61" w:rsidP="00B65D61">
      <w:pPr>
        <w:rPr>
          <w:lang w:val="en-GB"/>
        </w:rPr>
      </w:pPr>
      <w:r w:rsidRPr="00E17C3D">
        <w:rPr>
          <w:lang w:val="en-GB"/>
        </w:rPr>
        <w:t xml:space="preserve">This is how fresh air enters the building: With the two wall-mounted ventilators, AEROVITAL ambience smart and AEROTUBE smart, property owners have all options of individual control for demand-based ventilation on hand. This means end users can have fresh indoor air provided either with a tap of their finger or automatically, with sensor control. In addition to the continuous air flow regulation and the free choice of operating mode, the scope of performance also comprises individual timer and automatic functions as well as simple networking with other ventilators, sensors or window drives. </w:t>
      </w:r>
    </w:p>
    <w:p w:rsidR="00B65D61" w:rsidRPr="00E17C3D" w:rsidRDefault="00B65D61" w:rsidP="00B65D61">
      <w:pPr>
        <w:pStyle w:val="berschrift4"/>
        <w:rPr>
          <w:lang w:val="en-GB"/>
        </w:rPr>
      </w:pPr>
      <w:r w:rsidRPr="00E17C3D">
        <w:rPr>
          <w:lang w:val="en-GB"/>
        </w:rPr>
        <w:t>Entrance doors: securely locked or invitingly open according to your wishes</w:t>
      </w:r>
    </w:p>
    <w:p w:rsidR="00B65D61" w:rsidRPr="00E17C3D" w:rsidRDefault="00B65D61" w:rsidP="00B65D61">
      <w:pPr>
        <w:rPr>
          <w:szCs w:val="20"/>
          <w:lang w:val="en-GB"/>
        </w:rPr>
      </w:pPr>
      <w:r w:rsidRPr="00E17C3D">
        <w:rPr>
          <w:szCs w:val="20"/>
          <w:lang w:val="en-GB"/>
        </w:rPr>
        <w:t xml:space="preserve">Lock entrance doors or make them freely accessible as required with a tap of your finger? This is also possible with the SIEGENIA Comfort app and the GENIUS electromechanical multi-point </w:t>
      </w:r>
      <w:r w:rsidRPr="00E17C3D">
        <w:rPr>
          <w:szCs w:val="20"/>
          <w:lang w:val="en-GB"/>
        </w:rPr>
        <w:lastRenderedPageBreak/>
        <w:t xml:space="preserve">lock. While the door is completely locked in night mode, it is possible to deactivate the locking part during the day via the app when used in highly frequented areas. As with an E-opener, the door is then held shut by the latch only. </w:t>
      </w:r>
      <w:r w:rsidRPr="00E17C3D">
        <w:rPr>
          <w:lang w:val="en-GB"/>
        </w:rPr>
        <w:t>The "permanently open function", adjustable via the app, enables free access.</w:t>
      </w:r>
      <w:r w:rsidRPr="00E17C3D">
        <w:rPr>
          <w:szCs w:val="20"/>
          <w:lang w:val="en-GB"/>
        </w:rPr>
        <w:t xml:space="preserve"> </w:t>
      </w:r>
    </w:p>
    <w:p w:rsidR="00B65D61" w:rsidRPr="00E17C3D" w:rsidRDefault="00B65D61" w:rsidP="00B65D61">
      <w:pPr>
        <w:pStyle w:val="berschrift4"/>
        <w:rPr>
          <w:lang w:val="en-GB"/>
        </w:rPr>
      </w:pPr>
      <w:r w:rsidRPr="00E17C3D">
        <w:rPr>
          <w:lang w:val="en-GB"/>
        </w:rPr>
        <w:t>Window, open yourself</w:t>
      </w:r>
    </w:p>
    <w:p w:rsidR="00B65D61" w:rsidRPr="00E17C3D" w:rsidRDefault="00B65D61" w:rsidP="00B65D61">
      <w:pPr>
        <w:rPr>
          <w:lang w:val="en-GB"/>
        </w:rPr>
      </w:pPr>
      <w:r w:rsidRPr="00E17C3D">
        <w:rPr>
          <w:lang w:val="en-GB"/>
        </w:rPr>
        <w:t xml:space="preserve">The convenient operation of turn-and-tilt windows and tilt skylights, which are difficult to reach, is also included in the scope of performance of the SIEGENIA Comfort </w:t>
      </w:r>
      <w:proofErr w:type="gramStart"/>
      <w:r w:rsidRPr="00E17C3D">
        <w:rPr>
          <w:lang w:val="en-GB"/>
        </w:rPr>
        <w:t>app.</w:t>
      </w:r>
      <w:proofErr w:type="gramEnd"/>
      <w:r w:rsidRPr="00E17C3D">
        <w:rPr>
          <w:lang w:val="en-GB"/>
        </w:rPr>
        <w:t xml:space="preserve"> Concealed and therefore unobtrusive, DRIVE axxent DK moves sash weights of up to 130 kg. Thanks to its "two-in-one" principle, the drive combines all operating functions, making even the handle used for turning the window open surplus to requirements. </w:t>
      </w:r>
      <w:proofErr w:type="gramStart"/>
      <w:r w:rsidRPr="00E17C3D">
        <w:rPr>
          <w:lang w:val="en-GB"/>
        </w:rPr>
        <w:t>In order to</w:t>
      </w:r>
      <w:proofErr w:type="gramEnd"/>
      <w:r w:rsidRPr="00E17C3D">
        <w:rPr>
          <w:lang w:val="en-GB"/>
        </w:rPr>
        <w:t xml:space="preserve"> achieve high-quality room comfort concepts, the smart version also enables networking with sensors and opens the window independently in case of bad air in combination with the SENSOAIR smart air quality sensor. </w:t>
      </w:r>
    </w:p>
    <w:p w:rsidR="00B65D61" w:rsidRPr="00E17C3D" w:rsidRDefault="00B65D61" w:rsidP="00B65D61">
      <w:pPr>
        <w:rPr>
          <w:lang w:val="en-GB"/>
        </w:rPr>
      </w:pPr>
    </w:p>
    <w:p w:rsidR="00B65D61" w:rsidRPr="00E17C3D" w:rsidRDefault="00B65D61" w:rsidP="00B65D61">
      <w:pPr>
        <w:rPr>
          <w:lang w:val="en-GB"/>
        </w:rPr>
      </w:pPr>
      <w:r w:rsidRPr="00E17C3D">
        <w:rPr>
          <w:lang w:val="en-GB"/>
        </w:rPr>
        <w:t xml:space="preserve">DRIVE axxent MH, which was specially developed by SIEGENIA for the secured night vent, TITAN vent secure, is an ace </w:t>
      </w:r>
      <w:proofErr w:type="gramStart"/>
      <w:r w:rsidRPr="00E17C3D">
        <w:rPr>
          <w:lang w:val="en-GB"/>
        </w:rPr>
        <w:t>with regard to</w:t>
      </w:r>
      <w:proofErr w:type="gramEnd"/>
      <w:r w:rsidRPr="00E17C3D">
        <w:rPr>
          <w:lang w:val="en-GB"/>
        </w:rPr>
        <w:t xml:space="preserve"> security. The combination of these two solutions has been successfully tested in accordance with RC2 and enables ventilation via the secured night vent even if you are not at home. </w:t>
      </w:r>
      <w:r w:rsidRPr="00E17C3D">
        <w:rPr>
          <w:szCs w:val="20"/>
          <w:lang w:val="en-GB"/>
        </w:rPr>
        <w:t xml:space="preserve">The efficient duo is currently being presented as a study. </w:t>
      </w:r>
    </w:p>
    <w:p w:rsidR="00B65D61" w:rsidRPr="00E17C3D" w:rsidRDefault="00B65D61" w:rsidP="00B65D61">
      <w:pPr>
        <w:rPr>
          <w:lang w:val="en-GB"/>
        </w:rPr>
      </w:pPr>
    </w:p>
    <w:p w:rsidR="00B65D61" w:rsidRPr="00E17C3D" w:rsidRDefault="00B65D61" w:rsidP="00B65D61">
      <w:pPr>
        <w:rPr>
          <w:lang w:val="en-GB"/>
        </w:rPr>
      </w:pPr>
    </w:p>
    <w:p w:rsidR="00B65D61" w:rsidRDefault="00B65D61" w:rsidP="00B65D61">
      <w:pPr>
        <w:rPr>
          <w:rFonts w:cs="Arial"/>
          <w:szCs w:val="20"/>
          <w:lang w:val="en-GB"/>
        </w:rPr>
      </w:pPr>
    </w:p>
    <w:p w:rsidR="006C0150" w:rsidRDefault="006C0150" w:rsidP="00B65D61">
      <w:pPr>
        <w:rPr>
          <w:rFonts w:cs="Arial"/>
          <w:szCs w:val="20"/>
          <w:lang w:val="en-GB"/>
        </w:rPr>
      </w:pPr>
    </w:p>
    <w:p w:rsidR="004D7D81" w:rsidRDefault="004D7D81" w:rsidP="00B65D61">
      <w:pPr>
        <w:rPr>
          <w:rFonts w:cs="Arial"/>
          <w:szCs w:val="20"/>
          <w:lang w:val="en-GB"/>
        </w:rPr>
      </w:pPr>
    </w:p>
    <w:p w:rsidR="004D7D81" w:rsidRDefault="004D7D81" w:rsidP="00B65D61">
      <w:pPr>
        <w:rPr>
          <w:rFonts w:cs="Arial"/>
          <w:szCs w:val="20"/>
          <w:lang w:val="en-GB"/>
        </w:rPr>
      </w:pPr>
    </w:p>
    <w:p w:rsidR="004D7D81" w:rsidRDefault="004D7D81" w:rsidP="00B65D61">
      <w:pPr>
        <w:rPr>
          <w:rFonts w:cs="Arial"/>
          <w:szCs w:val="20"/>
          <w:lang w:val="en-GB"/>
        </w:rPr>
      </w:pPr>
    </w:p>
    <w:p w:rsidR="004D7D81" w:rsidRDefault="004D7D81" w:rsidP="00B65D61">
      <w:pPr>
        <w:rPr>
          <w:rFonts w:cs="Arial"/>
          <w:szCs w:val="20"/>
          <w:lang w:val="en-GB"/>
        </w:rPr>
      </w:pPr>
    </w:p>
    <w:p w:rsidR="004D7D81" w:rsidRPr="00E17C3D" w:rsidRDefault="004D7D81" w:rsidP="00B65D61">
      <w:pPr>
        <w:rPr>
          <w:rFonts w:cs="Arial"/>
          <w:szCs w:val="20"/>
          <w:lang w:val="en-GB"/>
        </w:rPr>
      </w:pPr>
    </w:p>
    <w:bookmarkEnd w:id="0"/>
    <w:p w:rsidR="00B65D61" w:rsidRDefault="00B65D61" w:rsidP="00B65D61">
      <w:pPr>
        <w:pStyle w:val="berschrift4"/>
      </w:pPr>
      <w:proofErr w:type="spellStart"/>
      <w:r>
        <w:t>Captions</w:t>
      </w:r>
      <w:proofErr w:type="spellEnd"/>
    </w:p>
    <w:p w:rsidR="00B65D61" w:rsidRDefault="00B65D61" w:rsidP="00B65D61">
      <w:r>
        <w:t xml:space="preserve">Image </w:t>
      </w:r>
      <w:proofErr w:type="spellStart"/>
      <w:r>
        <w:t>database</w:t>
      </w:r>
      <w:proofErr w:type="spellEnd"/>
      <w:r>
        <w:t>: SIEGENIA</w:t>
      </w:r>
    </w:p>
    <w:p w:rsidR="00B65D61" w:rsidRPr="002A7F37" w:rsidRDefault="00B65D61" w:rsidP="00B65D61"/>
    <w:p w:rsidR="00B65D61" w:rsidRPr="00ED6392" w:rsidRDefault="00B65D61" w:rsidP="00B65D61">
      <w:pPr>
        <w:pStyle w:val="berschrift3"/>
      </w:pPr>
      <w:r>
        <w:t xml:space="preserve">Image I: </w:t>
      </w:r>
      <w:proofErr w:type="spellStart"/>
      <w:r>
        <w:t>SIE_DRIVE_</w:t>
      </w:r>
      <w:r w:rsidR="004D7D81">
        <w:t>axxent</w:t>
      </w:r>
      <w:proofErr w:type="spellEnd"/>
      <w:r w:rsidR="004D7D81">
        <w:t xml:space="preserve"> HSA </w:t>
      </w:r>
      <w:proofErr w:type="spellStart"/>
      <w:r w:rsidR="004D7D81">
        <w:t>smart_</w:t>
      </w:r>
      <w:r w:rsidR="004D7D81">
        <w:t>operation</w:t>
      </w:r>
      <w:proofErr w:type="spellEnd"/>
      <w:r w:rsidR="004D7D81">
        <w:t xml:space="preserve"> via </w:t>
      </w:r>
      <w:r w:rsidR="004D7D81">
        <w:t>App</w:t>
      </w:r>
      <w:r>
        <w:t>.jpg</w:t>
      </w:r>
    </w:p>
    <w:p w:rsidR="00B65D61" w:rsidRPr="00E17C3D" w:rsidRDefault="00B65D61" w:rsidP="00B65D61">
      <w:pPr>
        <w:rPr>
          <w:lang w:val="en-GB"/>
        </w:rPr>
      </w:pPr>
      <w:r w:rsidRPr="00E17C3D">
        <w:rPr>
          <w:lang w:val="en-GB"/>
        </w:rPr>
        <w:t>With the comfort app, lift-slide drives from SIEGENIA allow automatic opening and locking of elements weighing up to 400 kg as well as connecting this with freely determinable opening widths.</w:t>
      </w:r>
    </w:p>
    <w:p w:rsidR="00B65D61" w:rsidRPr="00E17C3D" w:rsidRDefault="00B65D61" w:rsidP="00B65D61">
      <w:pPr>
        <w:rPr>
          <w:szCs w:val="20"/>
          <w:lang w:val="en-GB"/>
        </w:rPr>
      </w:pPr>
    </w:p>
    <w:p w:rsidR="00B65D61" w:rsidRPr="00BD6BB5" w:rsidRDefault="00B65D61" w:rsidP="00B65D61">
      <w:pPr>
        <w:pStyle w:val="berschrift3"/>
        <w:rPr>
          <w:lang w:val="it-IT"/>
        </w:rPr>
      </w:pPr>
      <w:r w:rsidRPr="00E17C3D">
        <w:rPr>
          <w:lang w:val="it-IT"/>
        </w:rPr>
        <w:t>Image II: SIE_AERO_AEROVITAL ambience_</w:t>
      </w:r>
      <w:r w:rsidR="004D7D81">
        <w:rPr>
          <w:lang w:val="it-IT"/>
        </w:rPr>
        <w:t>image_woman</w:t>
      </w:r>
      <w:r w:rsidRPr="00E17C3D">
        <w:rPr>
          <w:lang w:val="it-IT"/>
        </w:rPr>
        <w:t>.jpg</w:t>
      </w:r>
    </w:p>
    <w:p w:rsidR="00B65D61" w:rsidRPr="00E17C3D" w:rsidRDefault="00B65D61" w:rsidP="00B65D61">
      <w:pPr>
        <w:rPr>
          <w:lang w:val="en-GB"/>
        </w:rPr>
      </w:pPr>
      <w:r w:rsidRPr="00E17C3D">
        <w:rPr>
          <w:lang w:val="en-GB"/>
        </w:rPr>
        <w:t xml:space="preserve">The Comfort app enables end users to activate SIEGENIA smart wall-mounted ventilators with the tap of a finger. Continuous air flow regulation and networking with other ventilators, sensors or window drives is also possible. </w:t>
      </w:r>
    </w:p>
    <w:p w:rsidR="00B65D61" w:rsidRPr="00E17C3D" w:rsidRDefault="00B65D61" w:rsidP="00B65D61">
      <w:pPr>
        <w:rPr>
          <w:rFonts w:cs="Arial"/>
          <w:color w:val="1F497D"/>
          <w:szCs w:val="20"/>
          <w:lang w:val="en-GB"/>
        </w:rPr>
      </w:pPr>
    </w:p>
    <w:p w:rsidR="00B65D61" w:rsidRPr="004D7D81" w:rsidRDefault="00B65D61" w:rsidP="00B65D61">
      <w:pPr>
        <w:pStyle w:val="berschrift3"/>
      </w:pPr>
      <w:r w:rsidRPr="004D7D81">
        <w:t xml:space="preserve">Image III: </w:t>
      </w:r>
      <w:proofErr w:type="spellStart"/>
      <w:r w:rsidRPr="004D7D81">
        <w:t>SIE_DRIVE_</w:t>
      </w:r>
      <w:r w:rsidR="004D7D81">
        <w:t>a</w:t>
      </w:r>
      <w:r w:rsidR="004D7D81" w:rsidRPr="00BD6BB5">
        <w:t>xxent</w:t>
      </w:r>
      <w:proofErr w:type="spellEnd"/>
      <w:r w:rsidR="004D7D81" w:rsidRPr="00BD6BB5">
        <w:t xml:space="preserve"> DK</w:t>
      </w:r>
      <w:r w:rsidR="004D7D81">
        <w:t xml:space="preserve"> </w:t>
      </w:r>
      <w:proofErr w:type="spellStart"/>
      <w:r w:rsidR="004D7D81">
        <w:t>smart_SIEGENIA</w:t>
      </w:r>
      <w:proofErr w:type="spellEnd"/>
      <w:r w:rsidR="004D7D81">
        <w:t xml:space="preserve"> Comfort App</w:t>
      </w:r>
      <w:r w:rsidRPr="004D7D81">
        <w:t>.jpg</w:t>
      </w:r>
    </w:p>
    <w:p w:rsidR="00B65D61" w:rsidRPr="00E17C3D" w:rsidRDefault="00B65D61" w:rsidP="00B65D61">
      <w:pPr>
        <w:rPr>
          <w:lang w:val="en-GB"/>
        </w:rPr>
      </w:pPr>
      <w:r w:rsidRPr="00E17C3D">
        <w:rPr>
          <w:lang w:val="en-GB"/>
        </w:rPr>
        <w:t xml:space="preserve">Operate windows conveniently: The Comfort app takes over the control of elements with motorised drives. When combined with the SENSOAIR air quality sensor, this also includes automatic tilt ventilation in the event of stale air. </w:t>
      </w:r>
    </w:p>
    <w:p w:rsidR="00B65D61" w:rsidRPr="00E17C3D" w:rsidRDefault="00B65D61" w:rsidP="00B65D61">
      <w:pPr>
        <w:rPr>
          <w:lang w:val="en-GB"/>
        </w:rPr>
      </w:pPr>
      <w:r w:rsidRPr="00E17C3D">
        <w:rPr>
          <w:lang w:val="en-GB"/>
        </w:rPr>
        <w:t xml:space="preserve"> </w:t>
      </w:r>
    </w:p>
    <w:p w:rsidR="004D7D81" w:rsidRDefault="004D7D81" w:rsidP="004D7D81"/>
    <w:p w:rsidR="004D7D81" w:rsidRDefault="004D7D81" w:rsidP="004D7D81">
      <w:pPr>
        <w:rPr>
          <w:rFonts w:cs="Arial"/>
          <w:color w:val="1F497D"/>
          <w:szCs w:val="20"/>
        </w:rPr>
      </w:pPr>
      <w:bookmarkStart w:id="1" w:name="_GoBack"/>
      <w:bookmarkEnd w:id="1"/>
    </w:p>
    <w:p w:rsidR="004D7D81" w:rsidRDefault="004D7D81" w:rsidP="004D7D81">
      <w:pPr>
        <w:rPr>
          <w:rFonts w:cs="Arial"/>
          <w:color w:val="1F497D"/>
          <w:szCs w:val="20"/>
        </w:rPr>
      </w:pPr>
    </w:p>
    <w:p w:rsidR="00B65D61" w:rsidRPr="004D7D81" w:rsidRDefault="00B65D61" w:rsidP="00B65D61">
      <w:pPr>
        <w:rPr>
          <w:rFonts w:cs="Arial"/>
          <w:color w:val="1F497D"/>
          <w:szCs w:val="20"/>
        </w:rPr>
      </w:pPr>
    </w:p>
    <w:p w:rsidR="00B65D61" w:rsidRPr="004D7D81" w:rsidRDefault="00B65D61" w:rsidP="00B65D61">
      <w:pPr>
        <w:rPr>
          <w:rFonts w:cs="Arial"/>
          <w:color w:val="1F497D"/>
          <w:szCs w:val="20"/>
        </w:rPr>
      </w:pPr>
    </w:p>
    <w:p w:rsidR="00B65D61" w:rsidRPr="004D7D81" w:rsidRDefault="00B65D61" w:rsidP="00B65D61">
      <w:pPr>
        <w:rPr>
          <w:rFonts w:cs="Arial"/>
          <w:color w:val="1F497D"/>
          <w:szCs w:val="20"/>
        </w:rPr>
      </w:pPr>
    </w:p>
    <w:p w:rsidR="006C0150" w:rsidRPr="004D7D81" w:rsidRDefault="006C0150" w:rsidP="00B65D61">
      <w:pPr>
        <w:rPr>
          <w:rFonts w:cs="Arial"/>
          <w:color w:val="1F497D"/>
          <w:szCs w:val="20"/>
        </w:rPr>
      </w:pPr>
    </w:p>
    <w:p w:rsidR="006C0150" w:rsidRPr="004D7D81" w:rsidRDefault="006C0150" w:rsidP="00B65D61">
      <w:pPr>
        <w:rPr>
          <w:rFonts w:cs="Arial"/>
          <w:color w:val="1F497D"/>
          <w:szCs w:val="20"/>
        </w:rPr>
      </w:pPr>
    </w:p>
    <w:p w:rsidR="006C0150" w:rsidRPr="004D7D81" w:rsidRDefault="006C0150" w:rsidP="00B65D61">
      <w:pPr>
        <w:rPr>
          <w:rFonts w:cs="Arial"/>
          <w:color w:val="1F497D"/>
          <w:szCs w:val="20"/>
        </w:rPr>
      </w:pPr>
    </w:p>
    <w:p w:rsidR="006C0150" w:rsidRPr="004D7D81" w:rsidRDefault="006C0150" w:rsidP="00B65D61">
      <w:pPr>
        <w:rPr>
          <w:rFonts w:cs="Arial"/>
          <w:color w:val="1F497D"/>
          <w:szCs w:val="20"/>
        </w:rPr>
      </w:pPr>
    </w:p>
    <w:p w:rsidR="006C0150" w:rsidRPr="004D7D81" w:rsidRDefault="006C0150" w:rsidP="00B65D61">
      <w:pPr>
        <w:rPr>
          <w:rFonts w:cs="Arial"/>
          <w:color w:val="1F497D"/>
          <w:szCs w:val="20"/>
        </w:rPr>
      </w:pPr>
    </w:p>
    <w:p w:rsidR="006C0150" w:rsidRPr="004D7D81" w:rsidRDefault="006C0150" w:rsidP="00B65D61">
      <w:pPr>
        <w:rPr>
          <w:rFonts w:cs="Arial"/>
          <w:color w:val="1F497D"/>
          <w:szCs w:val="20"/>
        </w:rPr>
      </w:pPr>
    </w:p>
    <w:p w:rsidR="006C0150" w:rsidRPr="004D7D81" w:rsidRDefault="006C0150" w:rsidP="00B65D61">
      <w:pPr>
        <w:rPr>
          <w:rFonts w:cs="Arial"/>
          <w:color w:val="1F497D"/>
          <w:szCs w:val="20"/>
        </w:rPr>
      </w:pPr>
    </w:p>
    <w:p w:rsidR="006C0150" w:rsidRPr="004D7D81" w:rsidRDefault="006C0150" w:rsidP="00B65D61">
      <w:pPr>
        <w:rPr>
          <w:rFonts w:cs="Arial"/>
          <w:color w:val="1F497D"/>
          <w:szCs w:val="20"/>
        </w:rPr>
      </w:pPr>
    </w:p>
    <w:p w:rsidR="006C0150" w:rsidRPr="004D7D81" w:rsidRDefault="006C0150" w:rsidP="00B65D61">
      <w:pPr>
        <w:rPr>
          <w:rFonts w:cs="Arial"/>
          <w:color w:val="1F497D"/>
          <w:szCs w:val="20"/>
        </w:rPr>
      </w:pPr>
    </w:p>
    <w:p w:rsidR="00B65D61" w:rsidRPr="004D7D81" w:rsidRDefault="00B65D61" w:rsidP="00B65D61">
      <w:pPr>
        <w:rPr>
          <w:szCs w:val="20"/>
        </w:rPr>
      </w:pPr>
    </w:p>
    <w:p w:rsidR="00B65D61" w:rsidRPr="004D7D81" w:rsidRDefault="00B65D61" w:rsidP="00B65D61"/>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B65D61" w:rsidRPr="00302649" w:rsidTr="008D3313">
        <w:tc>
          <w:tcPr>
            <w:tcW w:w="3348" w:type="dxa"/>
            <w:tcBorders>
              <w:top w:val="nil"/>
              <w:left w:val="nil"/>
              <w:bottom w:val="nil"/>
              <w:right w:val="nil"/>
            </w:tcBorders>
          </w:tcPr>
          <w:p w:rsidR="00B65D61" w:rsidRPr="00E17C3D" w:rsidRDefault="00B65D61" w:rsidP="008D3313">
            <w:pPr>
              <w:pStyle w:val="Formatvorlage2"/>
              <w:rPr>
                <w:u w:val="single"/>
                <w:lang w:val="en-GB"/>
              </w:rPr>
            </w:pPr>
            <w:r w:rsidRPr="00E17C3D">
              <w:rPr>
                <w:u w:val="single"/>
                <w:lang w:val="en-GB"/>
              </w:rPr>
              <w:t>Publisher</w:t>
            </w:r>
          </w:p>
          <w:p w:rsidR="00B65D61" w:rsidRPr="00E17C3D" w:rsidRDefault="00B65D61" w:rsidP="008D3313">
            <w:pPr>
              <w:pStyle w:val="Formatvorlage2"/>
              <w:rPr>
                <w:lang w:val="en-GB"/>
              </w:rPr>
            </w:pPr>
            <w:r w:rsidRPr="00E17C3D">
              <w:rPr>
                <w:lang w:val="en-GB"/>
              </w:rPr>
              <w:t>SIEGENIA GROUP</w:t>
            </w:r>
          </w:p>
          <w:p w:rsidR="00B65D61" w:rsidRPr="00E17C3D" w:rsidRDefault="00B65D61" w:rsidP="008D3313">
            <w:pPr>
              <w:pStyle w:val="Formatvorlage2"/>
              <w:rPr>
                <w:lang w:val="en-GB"/>
              </w:rPr>
            </w:pPr>
            <w:r w:rsidRPr="00E17C3D">
              <w:rPr>
                <w:lang w:val="en-GB"/>
              </w:rPr>
              <w:t>Marketing Communications</w:t>
            </w:r>
          </w:p>
          <w:p w:rsidR="00B65D61" w:rsidRPr="00E17C3D" w:rsidRDefault="00B65D61" w:rsidP="008D3313">
            <w:pPr>
              <w:pStyle w:val="Formatvorlage2"/>
              <w:rPr>
                <w:lang w:val="en-GB"/>
              </w:rPr>
            </w:pPr>
            <w:proofErr w:type="spellStart"/>
            <w:r w:rsidRPr="00E17C3D">
              <w:rPr>
                <w:lang w:val="en-GB"/>
              </w:rPr>
              <w:t>Industriestraße</w:t>
            </w:r>
            <w:proofErr w:type="spellEnd"/>
            <w:r w:rsidRPr="00E17C3D">
              <w:rPr>
                <w:lang w:val="en-GB"/>
              </w:rPr>
              <w:t xml:space="preserve"> 1-3</w:t>
            </w:r>
          </w:p>
          <w:p w:rsidR="00B65D61" w:rsidRPr="00E17C3D" w:rsidRDefault="00B65D61" w:rsidP="008D3313">
            <w:pPr>
              <w:pStyle w:val="Formatvorlage2"/>
              <w:rPr>
                <w:lang w:val="en-GB"/>
              </w:rPr>
            </w:pPr>
            <w:r w:rsidRPr="00E17C3D">
              <w:rPr>
                <w:lang w:val="en-GB"/>
              </w:rPr>
              <w:t xml:space="preserve">D-57234 </w:t>
            </w:r>
            <w:proofErr w:type="spellStart"/>
            <w:r w:rsidRPr="00E17C3D">
              <w:rPr>
                <w:lang w:val="en-GB"/>
              </w:rPr>
              <w:t>Wilnsdorf</w:t>
            </w:r>
            <w:proofErr w:type="spellEnd"/>
            <w:r w:rsidRPr="00E17C3D">
              <w:rPr>
                <w:lang w:val="en-GB"/>
              </w:rPr>
              <w:t xml:space="preserve"> Germany</w:t>
            </w:r>
          </w:p>
          <w:p w:rsidR="00B65D61" w:rsidRPr="00E17C3D" w:rsidRDefault="00B65D61" w:rsidP="008D3313">
            <w:pPr>
              <w:pStyle w:val="Formatvorlage2"/>
              <w:rPr>
                <w:lang w:val="en-GB"/>
              </w:rPr>
            </w:pPr>
            <w:r w:rsidRPr="00E17C3D">
              <w:rPr>
                <w:lang w:val="en-GB"/>
              </w:rPr>
              <w:t>Phone: +49 271 3931-412</w:t>
            </w:r>
          </w:p>
          <w:p w:rsidR="00B65D61" w:rsidRPr="00E17C3D" w:rsidRDefault="00B65D61" w:rsidP="008D3313">
            <w:pPr>
              <w:pStyle w:val="Formatvorlage2"/>
              <w:rPr>
                <w:lang w:val="en-GB"/>
              </w:rPr>
            </w:pPr>
            <w:r w:rsidRPr="00E17C3D">
              <w:rPr>
                <w:lang w:val="en-GB"/>
              </w:rPr>
              <w:t>Fax: +49 271 3931-77412</w:t>
            </w:r>
          </w:p>
          <w:p w:rsidR="00B65D61" w:rsidRPr="00E17C3D" w:rsidRDefault="00B65D61" w:rsidP="008D3313">
            <w:pPr>
              <w:pStyle w:val="Formatvorlage2"/>
              <w:rPr>
                <w:lang w:val="it-IT"/>
              </w:rPr>
            </w:pPr>
            <w:r w:rsidRPr="00E17C3D">
              <w:rPr>
                <w:lang w:val="it-IT"/>
              </w:rPr>
              <w:t>E-mail: pr@siegenia.com</w:t>
            </w:r>
          </w:p>
          <w:p w:rsidR="00B65D61" w:rsidRPr="00E17C3D" w:rsidRDefault="00B65D61" w:rsidP="008D3313">
            <w:pPr>
              <w:pStyle w:val="Formatvorlage2"/>
              <w:rPr>
                <w:lang w:val="it-IT"/>
              </w:rPr>
            </w:pPr>
            <w:r w:rsidRPr="00E17C3D">
              <w:rPr>
                <w:lang w:val="it-IT"/>
              </w:rPr>
              <w:t>www.siegenia.com/en</w:t>
            </w:r>
          </w:p>
          <w:p w:rsidR="00B65D61" w:rsidRPr="00E17C3D" w:rsidRDefault="00B65D61" w:rsidP="008D3313">
            <w:pPr>
              <w:pStyle w:val="Formatvorlage2"/>
              <w:rPr>
                <w:szCs w:val="20"/>
                <w:lang w:val="it-IT"/>
              </w:rPr>
            </w:pPr>
          </w:p>
        </w:tc>
        <w:tc>
          <w:tcPr>
            <w:tcW w:w="3060" w:type="dxa"/>
            <w:tcBorders>
              <w:top w:val="nil"/>
              <w:left w:val="nil"/>
              <w:bottom w:val="nil"/>
              <w:right w:val="nil"/>
            </w:tcBorders>
          </w:tcPr>
          <w:p w:rsidR="00B65D61" w:rsidRPr="00B65D61" w:rsidRDefault="00B65D61" w:rsidP="008D3313">
            <w:pPr>
              <w:pStyle w:val="Formatvorlage2"/>
              <w:rPr>
                <w:u w:val="single"/>
                <w:lang w:val="it-IT"/>
              </w:rPr>
            </w:pPr>
            <w:proofErr w:type="spellStart"/>
            <w:r w:rsidRPr="00B65D61">
              <w:rPr>
                <w:u w:val="single"/>
                <w:lang w:val="it-IT"/>
              </w:rPr>
              <w:t>Edited</w:t>
            </w:r>
            <w:proofErr w:type="spellEnd"/>
            <w:r w:rsidRPr="00B65D61">
              <w:rPr>
                <w:u w:val="single"/>
                <w:lang w:val="it-IT"/>
              </w:rPr>
              <w:t xml:space="preserve"> by / </w:t>
            </w:r>
            <w:proofErr w:type="spellStart"/>
            <w:r w:rsidRPr="00B65D61">
              <w:rPr>
                <w:u w:val="single"/>
                <w:lang w:val="it-IT"/>
              </w:rPr>
              <w:t>Contact</w:t>
            </w:r>
            <w:proofErr w:type="spellEnd"/>
          </w:p>
          <w:p w:rsidR="00B65D61" w:rsidRPr="00B65D61" w:rsidRDefault="00B65D61" w:rsidP="008D3313">
            <w:pPr>
              <w:pStyle w:val="Formatvorlage2"/>
              <w:rPr>
                <w:lang w:val="it-IT"/>
              </w:rPr>
            </w:pPr>
            <w:r w:rsidRPr="00B65D61">
              <w:rPr>
                <w:lang w:val="it-IT"/>
              </w:rPr>
              <w:t>Kemper Kommunikation</w:t>
            </w:r>
          </w:p>
          <w:p w:rsidR="00B65D61" w:rsidRPr="00B65D61" w:rsidRDefault="00B65D61" w:rsidP="008D3313">
            <w:pPr>
              <w:pStyle w:val="Formatvorlage2"/>
              <w:rPr>
                <w:lang w:val="it-IT"/>
              </w:rPr>
            </w:pPr>
            <w:r w:rsidRPr="00B65D61">
              <w:rPr>
                <w:lang w:val="it-IT"/>
              </w:rPr>
              <w:t xml:space="preserve">Kirsten Kemper </w:t>
            </w:r>
          </w:p>
          <w:p w:rsidR="00B65D61" w:rsidRPr="00B65D61" w:rsidRDefault="00B65D61" w:rsidP="008D3313">
            <w:pPr>
              <w:pStyle w:val="Formatvorlage2"/>
              <w:rPr>
                <w:lang w:val="it-IT"/>
              </w:rPr>
            </w:pPr>
            <w:proofErr w:type="spellStart"/>
            <w:r w:rsidRPr="00B65D61">
              <w:rPr>
                <w:lang w:val="it-IT"/>
              </w:rPr>
              <w:t>Feuerwehrstr</w:t>
            </w:r>
            <w:proofErr w:type="spellEnd"/>
            <w:r w:rsidRPr="00B65D61">
              <w:rPr>
                <w:lang w:val="it-IT"/>
              </w:rPr>
              <w:t>. 42</w:t>
            </w:r>
          </w:p>
          <w:p w:rsidR="00B65D61" w:rsidRPr="00B65D61" w:rsidRDefault="00B65D61" w:rsidP="008D3313">
            <w:pPr>
              <w:pStyle w:val="Formatvorlage2"/>
              <w:rPr>
                <w:lang w:val="it-IT"/>
              </w:rPr>
            </w:pPr>
            <w:r w:rsidRPr="00B65D61">
              <w:rPr>
                <w:lang w:val="it-IT"/>
              </w:rPr>
              <w:t xml:space="preserve">D-51588 </w:t>
            </w:r>
            <w:proofErr w:type="spellStart"/>
            <w:r w:rsidRPr="00B65D61">
              <w:rPr>
                <w:lang w:val="it-IT"/>
              </w:rPr>
              <w:t>Nuembrecht</w:t>
            </w:r>
            <w:proofErr w:type="spellEnd"/>
            <w:r w:rsidRPr="00B65D61">
              <w:rPr>
                <w:lang w:val="it-IT"/>
              </w:rPr>
              <w:t xml:space="preserve"> Germany</w:t>
            </w:r>
            <w:r w:rsidRPr="00B65D61">
              <w:rPr>
                <w:lang w:val="it-IT"/>
              </w:rPr>
              <w:br/>
              <w:t>Phone: +49 2293 909890</w:t>
            </w:r>
          </w:p>
          <w:p w:rsidR="00B65D61" w:rsidRPr="00B65D61" w:rsidRDefault="00B65D61" w:rsidP="008D3313">
            <w:pPr>
              <w:pStyle w:val="Formatvorlage2"/>
              <w:rPr>
                <w:lang w:val="it-IT"/>
              </w:rPr>
            </w:pPr>
            <w:r w:rsidRPr="00B65D61">
              <w:rPr>
                <w:lang w:val="it-IT"/>
              </w:rPr>
              <w:t>Fax: +49 2293 909891</w:t>
            </w:r>
          </w:p>
          <w:p w:rsidR="00B65D61" w:rsidRPr="00D71633" w:rsidRDefault="00B65D61" w:rsidP="008D3313">
            <w:pPr>
              <w:pStyle w:val="Formatvorlage2"/>
              <w:rPr>
                <w:lang w:val="it-IT"/>
              </w:rPr>
            </w:pPr>
            <w:r w:rsidRPr="00B65D61">
              <w:rPr>
                <w:lang w:val="it-IT"/>
              </w:rPr>
              <w:t>E-mail: info@kemper-kommunikation.de</w:t>
            </w:r>
          </w:p>
          <w:p w:rsidR="00B65D61" w:rsidRPr="00B65D61" w:rsidRDefault="00B65D61" w:rsidP="008D3313">
            <w:pPr>
              <w:pStyle w:val="Formatvorlage2"/>
              <w:rPr>
                <w:lang w:val="it-IT"/>
              </w:rPr>
            </w:pPr>
            <w:r w:rsidRPr="00B65D61">
              <w:rPr>
                <w:lang w:val="it-IT"/>
              </w:rPr>
              <w:t>www.kemper-kommunikation.de</w:t>
            </w:r>
          </w:p>
          <w:p w:rsidR="00B65D61" w:rsidRPr="00B65D61" w:rsidRDefault="00B65D61" w:rsidP="008D3313">
            <w:pPr>
              <w:pStyle w:val="Formatvorlage2"/>
              <w:rPr>
                <w:lang w:val="it-IT"/>
              </w:rPr>
            </w:pPr>
          </w:p>
        </w:tc>
        <w:tc>
          <w:tcPr>
            <w:tcW w:w="1800" w:type="dxa"/>
            <w:tcBorders>
              <w:top w:val="nil"/>
              <w:left w:val="nil"/>
              <w:bottom w:val="nil"/>
              <w:right w:val="nil"/>
            </w:tcBorders>
          </w:tcPr>
          <w:p w:rsidR="00B65D61" w:rsidRPr="00E17C3D" w:rsidRDefault="00B65D61" w:rsidP="008D3313">
            <w:pPr>
              <w:pStyle w:val="Formatvorlage2"/>
              <w:rPr>
                <w:u w:val="single"/>
                <w:lang w:val="en-GB"/>
              </w:rPr>
            </w:pPr>
            <w:r w:rsidRPr="00E17C3D">
              <w:rPr>
                <w:u w:val="single"/>
                <w:lang w:val="en-GB"/>
              </w:rPr>
              <w:t>Text details</w:t>
            </w:r>
          </w:p>
          <w:p w:rsidR="00B65D61" w:rsidRPr="00E17C3D" w:rsidRDefault="00B65D61" w:rsidP="008D3313">
            <w:pPr>
              <w:pStyle w:val="Formatvorlage2"/>
              <w:rPr>
                <w:lang w:val="en-GB"/>
              </w:rPr>
            </w:pPr>
            <w:r w:rsidRPr="00E17C3D">
              <w:rPr>
                <w:lang w:val="en-GB"/>
              </w:rPr>
              <w:t>Pages: 2</w:t>
            </w:r>
          </w:p>
          <w:p w:rsidR="00B65D61" w:rsidRPr="00E17C3D" w:rsidRDefault="00B65D61" w:rsidP="008D3313">
            <w:pPr>
              <w:pStyle w:val="Formatvorlage2"/>
              <w:rPr>
                <w:lang w:val="en-GB"/>
              </w:rPr>
            </w:pPr>
            <w:r w:rsidRPr="00E17C3D">
              <w:rPr>
                <w:lang w:val="en-GB"/>
              </w:rPr>
              <w:t>Words: 5</w:t>
            </w:r>
            <w:r w:rsidR="00302649">
              <w:rPr>
                <w:lang w:val="en-GB"/>
              </w:rPr>
              <w:t>59</w:t>
            </w:r>
          </w:p>
          <w:p w:rsidR="00B65D61" w:rsidRPr="00E17C3D" w:rsidRDefault="00B65D61" w:rsidP="008D3313">
            <w:pPr>
              <w:pStyle w:val="Formatvorlage2"/>
              <w:rPr>
                <w:lang w:val="en-GB"/>
              </w:rPr>
            </w:pPr>
            <w:r w:rsidRPr="00E17C3D">
              <w:rPr>
                <w:lang w:val="en-GB"/>
              </w:rPr>
              <w:t>Characters: 3,</w:t>
            </w:r>
            <w:r w:rsidR="00302649">
              <w:rPr>
                <w:lang w:val="en-GB"/>
              </w:rPr>
              <w:t>51</w:t>
            </w:r>
            <w:r w:rsidR="004D7D81">
              <w:rPr>
                <w:lang w:val="en-GB"/>
              </w:rPr>
              <w:t>5</w:t>
            </w:r>
            <w:r w:rsidRPr="00E17C3D">
              <w:rPr>
                <w:lang w:val="en-GB"/>
              </w:rPr>
              <w:br/>
              <w:t>(with spaces)</w:t>
            </w:r>
          </w:p>
          <w:p w:rsidR="00B65D61" w:rsidRPr="00E17C3D" w:rsidRDefault="00B65D61" w:rsidP="008D3313">
            <w:pPr>
              <w:pStyle w:val="Formatvorlage2"/>
              <w:rPr>
                <w:lang w:val="en-GB"/>
              </w:rPr>
            </w:pPr>
          </w:p>
          <w:p w:rsidR="00B65D61" w:rsidRPr="00302649" w:rsidRDefault="00B65D61" w:rsidP="008D3313">
            <w:pPr>
              <w:pStyle w:val="Formatvorlage2"/>
              <w:rPr>
                <w:lang w:val="en-GB"/>
              </w:rPr>
            </w:pPr>
            <w:r w:rsidRPr="00302649">
              <w:rPr>
                <w:lang w:val="en-GB"/>
              </w:rPr>
              <w:t>Created: 2018-03-21</w:t>
            </w:r>
          </w:p>
          <w:p w:rsidR="00B65D61" w:rsidRPr="00302649" w:rsidRDefault="00B65D61" w:rsidP="008D3313">
            <w:pPr>
              <w:pStyle w:val="Formatvorlage2"/>
              <w:rPr>
                <w:szCs w:val="20"/>
                <w:lang w:val="en-GB"/>
              </w:rPr>
            </w:pPr>
          </w:p>
        </w:tc>
      </w:tr>
      <w:tr w:rsidR="00B65D61" w:rsidRPr="004D7D81" w:rsidTr="008D3313">
        <w:tc>
          <w:tcPr>
            <w:tcW w:w="8208" w:type="dxa"/>
            <w:gridSpan w:val="3"/>
            <w:tcBorders>
              <w:top w:val="nil"/>
              <w:left w:val="nil"/>
              <w:bottom w:val="nil"/>
              <w:right w:val="nil"/>
            </w:tcBorders>
          </w:tcPr>
          <w:p w:rsidR="00B65D61" w:rsidRPr="00E17C3D" w:rsidRDefault="00B65D61" w:rsidP="008D3313">
            <w:pPr>
              <w:pStyle w:val="Formatvorlage2"/>
              <w:rPr>
                <w:lang w:val="en-GB"/>
              </w:rPr>
            </w:pPr>
            <w:r w:rsidRPr="00E17C3D">
              <w:rPr>
                <w:lang w:val="en-GB"/>
              </w:rPr>
              <w:t>Please send us a sample copy of any publication containing this text or these images.</w:t>
            </w:r>
          </w:p>
        </w:tc>
      </w:tr>
    </w:tbl>
    <w:p w:rsidR="00AD7B27" w:rsidRPr="00B65D61" w:rsidRDefault="00AD7B27" w:rsidP="00B65D61">
      <w:pPr>
        <w:rPr>
          <w:lang w:val="en-GB"/>
        </w:rPr>
      </w:pPr>
    </w:p>
    <w:sectPr w:rsidR="00AD7B27" w:rsidRPr="00B65D61" w:rsidSect="00E428C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71B6" w:rsidRDefault="001C71B6">
      <w:r>
        <w:separator/>
      </w:r>
    </w:p>
  </w:endnote>
  <w:endnote w:type="continuationSeparator" w:id="0">
    <w:p w:rsidR="001C71B6" w:rsidRDefault="001C7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71B6" w:rsidRDefault="001C71B6">
      <w:r>
        <w:separator/>
      </w:r>
    </w:p>
  </w:footnote>
  <w:footnote w:type="continuationSeparator" w:id="0">
    <w:p w:rsidR="001C71B6" w:rsidRDefault="001C7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B65D61">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65D61"/>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38AF"/>
    <w:rsid w:val="00145B48"/>
    <w:rsid w:val="001529E6"/>
    <w:rsid w:val="00156B0C"/>
    <w:rsid w:val="00166476"/>
    <w:rsid w:val="00166FB7"/>
    <w:rsid w:val="00171C51"/>
    <w:rsid w:val="001C39FF"/>
    <w:rsid w:val="001C71B6"/>
    <w:rsid w:val="001D26E4"/>
    <w:rsid w:val="001E0780"/>
    <w:rsid w:val="001E1DA6"/>
    <w:rsid w:val="002046D3"/>
    <w:rsid w:val="00225405"/>
    <w:rsid w:val="00253494"/>
    <w:rsid w:val="00254A9B"/>
    <w:rsid w:val="00255FE8"/>
    <w:rsid w:val="0025629F"/>
    <w:rsid w:val="00272508"/>
    <w:rsid w:val="002769DE"/>
    <w:rsid w:val="002819C3"/>
    <w:rsid w:val="002A202C"/>
    <w:rsid w:val="002C00E2"/>
    <w:rsid w:val="002C36FE"/>
    <w:rsid w:val="002C5A66"/>
    <w:rsid w:val="002E59D6"/>
    <w:rsid w:val="002F18BB"/>
    <w:rsid w:val="002F466F"/>
    <w:rsid w:val="00302649"/>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D9C"/>
    <w:rsid w:val="004D7D81"/>
    <w:rsid w:val="004E2322"/>
    <w:rsid w:val="004E2BD7"/>
    <w:rsid w:val="004E3AF9"/>
    <w:rsid w:val="005254BE"/>
    <w:rsid w:val="00550E03"/>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150"/>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65D61"/>
    <w:rsid w:val="00B75D0B"/>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86C47A"/>
  <w15:docId w15:val="{C331CA4D-B8E4-4158-B8F3-A93632DC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65D61"/>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B65D61"/>
    <w:rPr>
      <w:rFonts w:ascii="Arial" w:hAnsi="Arial" w:cs="Arial"/>
      <w:b/>
      <w:bCs/>
      <w:i/>
      <w:kern w:val="32"/>
      <w:sz w:val="24"/>
      <w:szCs w:val="32"/>
    </w:rPr>
  </w:style>
  <w:style w:type="character" w:customStyle="1" w:styleId="berschrift2Zchn">
    <w:name w:val="Überschrift 2 Zchn"/>
    <w:basedOn w:val="Absatz-Standardschriftart"/>
    <w:link w:val="berschrift2"/>
    <w:rsid w:val="00B65D61"/>
    <w:rPr>
      <w:rFonts w:ascii="Arial" w:hAnsi="Arial" w:cs="Arial"/>
      <w:b/>
      <w:bCs/>
      <w:iCs/>
      <w:sz w:val="36"/>
      <w:szCs w:val="28"/>
    </w:rPr>
  </w:style>
  <w:style w:type="character" w:customStyle="1" w:styleId="berschrift3Zchn">
    <w:name w:val="Überschrift 3 Zchn"/>
    <w:aliases w:val="Subhead Zchn"/>
    <w:basedOn w:val="Absatz-Standardschriftart"/>
    <w:link w:val="berschrift3"/>
    <w:rsid w:val="00B65D61"/>
    <w:rPr>
      <w:rFonts w:ascii="Arial" w:hAnsi="Arial" w:cs="Arial"/>
      <w:bCs/>
      <w:i/>
      <w:szCs w:val="22"/>
    </w:rPr>
  </w:style>
  <w:style w:type="character" w:customStyle="1" w:styleId="berschrift4Zchn">
    <w:name w:val="Überschrift 4 Zchn"/>
    <w:basedOn w:val="Absatz-Standardschriftart"/>
    <w:link w:val="berschrift4"/>
    <w:rsid w:val="00B65D61"/>
    <w:rPr>
      <w:rFonts w:ascii="Arial" w:hAnsi="Arial"/>
      <w:b/>
      <w:bCs/>
      <w:sz w:val="24"/>
      <w:szCs w:val="28"/>
    </w:rPr>
  </w:style>
  <w:style w:type="character" w:customStyle="1" w:styleId="A1">
    <w:name w:val="A1"/>
    <w:uiPriority w:val="99"/>
    <w:rsid w:val="00B65D61"/>
    <w:rPr>
      <w:rFonts w:ascii="Fedra Sans Alt Pro Book" w:hAnsi="Fedra Sans Alt Pro Book" w:cs="Fedra Sans Alt Pro Book"/>
      <w:color w:val="221E1F"/>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3</Pages>
  <Words>702</Words>
  <Characters>4423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5115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2018-02-22T14:27:00Z</dcterms:created>
  <dcterms:modified xsi:type="dcterms:W3CDTF">2018-03-07T17:39:00Z</dcterms:modified>
</cp:coreProperties>
</file>