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E6A89" w14:textId="47D56AC7" w:rsidR="00FE467E" w:rsidRDefault="004E421E" w:rsidP="00FE467E">
      <w:pPr>
        <w:pStyle w:val="berschrift2"/>
      </w:pPr>
      <w:r>
        <w:t>Raumkomfort im Fokus</w:t>
      </w:r>
    </w:p>
    <w:p w14:paraId="3D49EDCD" w14:textId="32D9EF0B" w:rsidR="00FE467E" w:rsidRDefault="004E421E" w:rsidP="00FE467E">
      <w:pPr>
        <w:pStyle w:val="berschrift1"/>
      </w:pPr>
      <w:r>
        <w:t>Neue Produkthighlights – denkwürdiges Jubiläum</w:t>
      </w:r>
    </w:p>
    <w:p w14:paraId="4406E712" w14:textId="1430BAAF" w:rsidR="00563EF6" w:rsidRDefault="00563EF6" w:rsidP="00FE467E"/>
    <w:p w14:paraId="101DB47B" w14:textId="0E9273F2" w:rsidR="00DC20A6" w:rsidRDefault="00B37A7B" w:rsidP="00563EF6">
      <w:pPr>
        <w:pStyle w:val="berschrift3"/>
      </w:pPr>
      <w:r>
        <w:t xml:space="preserve">Raumkomfort und das 150-jährige </w:t>
      </w:r>
      <w:r w:rsidR="00100BDD">
        <w:t>Bestehen</w:t>
      </w:r>
      <w:r>
        <w:t xml:space="preserve"> von KFV, </w:t>
      </w:r>
      <w:r w:rsidR="00FF3E60">
        <w:t xml:space="preserve">das die Unternehmenstochter </w:t>
      </w:r>
      <w:r>
        <w:t xml:space="preserve">mit einem echten </w:t>
      </w:r>
      <w:r w:rsidR="00FF3E60">
        <w:t>Produkth</w:t>
      </w:r>
      <w:r>
        <w:t xml:space="preserve">ighlight für Endanwender und Verarbeiter </w:t>
      </w:r>
      <w:r w:rsidR="00FF3E60">
        <w:t xml:space="preserve">feiert </w:t>
      </w:r>
      <w:r>
        <w:t xml:space="preserve">– mit diesen beiden </w:t>
      </w:r>
      <w:r w:rsidR="00F73D28">
        <w:t>Schwerpunkten</w:t>
      </w:r>
      <w:r>
        <w:t xml:space="preserve"> positioniert sich die SIEGENIA GRUPPE auf der FENSTERBAU 2018. </w:t>
      </w:r>
      <w:r w:rsidR="00177884">
        <w:t xml:space="preserve">Auf 1.000 Quadratmetern Grundfläche </w:t>
      </w:r>
      <w:r>
        <w:t xml:space="preserve">zeigt der Hersteller von Fenster-, Tür- und Komfortsystemen </w:t>
      </w:r>
      <w:r w:rsidR="00177884">
        <w:t xml:space="preserve">in Halle 4, Stand 215 </w:t>
      </w:r>
      <w:r>
        <w:t xml:space="preserve">neue Lösungen, die Räume lebendig machen, damit Menschen sich darin wohlfühlen. </w:t>
      </w:r>
      <w:r w:rsidR="004E6144">
        <w:t xml:space="preserve">Auch das Messestandkonzept trägt diesem </w:t>
      </w:r>
      <w:r w:rsidR="00177884">
        <w:t>Grundgedanken</w:t>
      </w:r>
      <w:r w:rsidR="004E6144">
        <w:t xml:space="preserve"> durch </w:t>
      </w:r>
      <w:r w:rsidR="00DC20A6">
        <w:t>s</w:t>
      </w:r>
      <w:r w:rsidR="004E6144">
        <w:t xml:space="preserve">eine auf Behaglichkeit ausgerichtete Gestaltung Rechnung. </w:t>
      </w:r>
    </w:p>
    <w:p w14:paraId="226779B9" w14:textId="77777777" w:rsidR="00DC20A6" w:rsidRDefault="00DC20A6" w:rsidP="00563EF6">
      <w:pPr>
        <w:pStyle w:val="berschrift3"/>
      </w:pPr>
    </w:p>
    <w:p w14:paraId="2CE22B77" w14:textId="0E91FF23" w:rsidR="00563EF6" w:rsidRDefault="00566FDE" w:rsidP="00563EF6">
      <w:pPr>
        <w:pStyle w:val="berschrift3"/>
      </w:pPr>
      <w:r>
        <w:t xml:space="preserve">Ein umfangreicher </w:t>
      </w:r>
      <w:r w:rsidR="00DC20A6">
        <w:t>Stand</w:t>
      </w:r>
      <w:r w:rsidR="00100BDD">
        <w:t>bereich</w:t>
      </w:r>
      <w:r w:rsidR="00DC20A6">
        <w:t xml:space="preserve"> von KFV </w:t>
      </w:r>
      <w:r w:rsidR="00100BDD">
        <w:t xml:space="preserve">würdigt das Jubiläum des führenden Herstellers für Schließtechnik, der seit 2006 das Produktportfolio der SIEGENIA GRUPPE </w:t>
      </w:r>
      <w:r w:rsidR="008B4F3B">
        <w:t>ergänzt</w:t>
      </w:r>
      <w:r w:rsidR="00100BDD">
        <w:t xml:space="preserve">. Neben der Weiterentwicklung des Paniksortiments und </w:t>
      </w:r>
      <w:r w:rsidR="004F45C1">
        <w:t>de</w:t>
      </w:r>
      <w:r w:rsidR="00A45A14">
        <w:t xml:space="preserve">s A-Öffners für die </w:t>
      </w:r>
      <w:r w:rsidR="004F45C1">
        <w:t>Automatik</w:t>
      </w:r>
      <w:r w:rsidR="00867988">
        <w:t>-Mehrfachverriegelungen</w:t>
      </w:r>
      <w:r w:rsidR="004F45C1">
        <w:t xml:space="preserve"> </w:t>
      </w:r>
      <w:r w:rsidR="00A45A14">
        <w:t xml:space="preserve">AS3500 und AS3600 </w:t>
      </w:r>
      <w:r w:rsidR="004F45C1">
        <w:t>stellt KFV</w:t>
      </w:r>
      <w:r w:rsidR="008B4F3B">
        <w:t xml:space="preserve"> dort</w:t>
      </w:r>
      <w:r w:rsidR="004F45C1">
        <w:t xml:space="preserve"> insbesondere mit dem neu konzipierten </w:t>
      </w:r>
      <w:r>
        <w:t>Modulsystem</w:t>
      </w:r>
      <w:r w:rsidR="004F45C1">
        <w:t xml:space="preserve"> </w:t>
      </w:r>
      <w:r w:rsidR="00A45A14">
        <w:t>anhaltende</w:t>
      </w:r>
      <w:r w:rsidR="004F45C1">
        <w:t xml:space="preserve"> Innovationsfähigkeit unter Beweis.</w:t>
      </w:r>
      <w:r w:rsidR="00A45A14">
        <w:t xml:space="preserve"> Raumkomfort in der Praxis </w:t>
      </w:r>
      <w:r w:rsidR="00B33847">
        <w:t>erleben</w:t>
      </w:r>
      <w:r w:rsidR="00A45A14">
        <w:t xml:space="preserve"> die Standbesucher </w:t>
      </w:r>
      <w:r w:rsidR="00B33847">
        <w:t>auf der Sonderfläche „Smartes Wohnen“. Hier erfahren sie, wie sich dieses Zukunftsthema bei Endanwendern positionieren lässt</w:t>
      </w:r>
      <w:r w:rsidR="0040234E">
        <w:t>.</w:t>
      </w:r>
    </w:p>
    <w:p w14:paraId="625DC99A" w14:textId="4F2326A9" w:rsidR="008C44DD" w:rsidRDefault="008C44DD" w:rsidP="008C44DD"/>
    <w:p w14:paraId="2B2DD662" w14:textId="77777777" w:rsidR="00177884" w:rsidRDefault="00177884" w:rsidP="00563EF6"/>
    <w:p w14:paraId="2DCBF90A" w14:textId="4E9E13BD" w:rsidR="00563EF6" w:rsidRDefault="00563EF6" w:rsidP="00563EF6">
      <w:pPr>
        <w:pStyle w:val="berschrift2"/>
      </w:pPr>
      <w:r>
        <w:t>SIEGENIA KFV</w:t>
      </w:r>
    </w:p>
    <w:p w14:paraId="473E9448" w14:textId="627A6EAE" w:rsidR="005F4D8B" w:rsidRDefault="00D41279" w:rsidP="00563EF6">
      <w:r>
        <w:t xml:space="preserve">Mit einer richtungsweisenden Neuerung unterstreicht KFV pünktlich zum 150-jährigen Firmenjubiläum seine Innovationskraft. Das neue </w:t>
      </w:r>
      <w:r w:rsidR="00566FDE">
        <w:t>Modulsystem</w:t>
      </w:r>
      <w:r>
        <w:t xml:space="preserve"> feiert auf der FENSTERBAU Premiere und verschafft Verarbeitern und Endanwendern spürbare Zusatzvorteile. Ebenfalls </w:t>
      </w:r>
      <w:r w:rsidR="001D265D">
        <w:t>weiterentwickelt</w:t>
      </w:r>
      <w:r>
        <w:t xml:space="preserve"> wurden das KFV Paniksortiment und die </w:t>
      </w:r>
      <w:r w:rsidR="001A72A3">
        <w:t>elektromechanische</w:t>
      </w:r>
      <w:r w:rsidR="00264163">
        <w:t>n</w:t>
      </w:r>
      <w:r w:rsidR="001A72A3">
        <w:t xml:space="preserve"> A-</w:t>
      </w:r>
      <w:r>
        <w:t>Öffner für Automatik</w:t>
      </w:r>
      <w:r w:rsidR="00867988">
        <w:t>-Mehrfachverriegelungen</w:t>
      </w:r>
      <w:r>
        <w:t xml:space="preserve">. </w:t>
      </w:r>
    </w:p>
    <w:p w14:paraId="414529B5" w14:textId="77777777" w:rsidR="005F4D8B" w:rsidRDefault="005F4D8B" w:rsidP="00563EF6"/>
    <w:p w14:paraId="2194DBD5" w14:textId="165CB7EA" w:rsidR="005F4D8B" w:rsidRDefault="005F4D8B" w:rsidP="005F4D8B">
      <w:pPr>
        <w:pStyle w:val="berschrift4"/>
      </w:pPr>
      <w:r>
        <w:t xml:space="preserve">KFV </w:t>
      </w:r>
      <w:r w:rsidR="00566FDE">
        <w:t>Modulsystem</w:t>
      </w:r>
      <w:r w:rsidR="00D41279">
        <w:t xml:space="preserve">: </w:t>
      </w:r>
      <w:r w:rsidR="00BD3CA7">
        <w:br/>
      </w:r>
      <w:r w:rsidR="00D41279">
        <w:t>schlank, modular</w:t>
      </w:r>
      <w:r w:rsidR="00BD3CA7">
        <w:t xml:space="preserve"> und konsequent auf Raumkomfort ausgelegt</w:t>
      </w:r>
    </w:p>
    <w:p w14:paraId="714B4E9A" w14:textId="0F34FD90" w:rsidR="005F4D8B" w:rsidRDefault="00BD3CA7" w:rsidP="00563EF6">
      <w:r>
        <w:t xml:space="preserve">Diese Innovation macht nicht nur die Türenfertigung und -montage deutlich effizienter als bislang, sondern erlaubt Verarbeitern durch die konsequente Berücksichtigung von Raumkomfort-Dimensionen, sich im Verkaufsgespräch als kompetenter Ansprechpartner mit hochwertigen Lösungen zu präsentieren: das neue KFV </w:t>
      </w:r>
      <w:r w:rsidR="00566FDE">
        <w:t>Modulsystem</w:t>
      </w:r>
      <w:r>
        <w:t xml:space="preserve">. </w:t>
      </w:r>
      <w:r w:rsidR="00C8280F">
        <w:t xml:space="preserve">Durch die hohe </w:t>
      </w:r>
      <w:r w:rsidR="00C8280F">
        <w:lastRenderedPageBreak/>
        <w:t xml:space="preserve">Modularität </w:t>
      </w:r>
      <w:r w:rsidR="00275FBE">
        <w:t>können Verarbeiter</w:t>
      </w:r>
      <w:r w:rsidR="00C8280F">
        <w:t xml:space="preserve"> ein vielfältiges Variantenspektrum konfigurieren, das </w:t>
      </w:r>
      <w:r w:rsidR="00B7592A">
        <w:t xml:space="preserve">sich </w:t>
      </w:r>
      <w:r w:rsidR="00C8280F">
        <w:t xml:space="preserve">durch </w:t>
      </w:r>
      <w:r w:rsidR="00B7592A">
        <w:t xml:space="preserve">die </w:t>
      </w:r>
      <w:r w:rsidR="00C8280F">
        <w:t xml:space="preserve">größtmögliche Reduzierung der erforderlichen Bauteile, eine schlanke Lagerhaltung und ein einfaches Bestellwesen </w:t>
      </w:r>
      <w:r w:rsidR="00B7592A">
        <w:t>auszeichnet</w:t>
      </w:r>
      <w:r w:rsidR="00C8280F">
        <w:t xml:space="preserve">. Bestes Beispiel hierfür ist die Austauschbarkeit von schlüssel- und drückerbetätigten Hauptschlosskästen. Für einfache Prozesse sorgen dabei die einheitlichen Fräsungen und Anschraubpositionen, die einen serienübergreifenden Einsatz ermöglichen. </w:t>
      </w:r>
    </w:p>
    <w:p w14:paraId="46477323" w14:textId="77777777" w:rsidR="00B7592A" w:rsidRDefault="00B7592A" w:rsidP="00563EF6"/>
    <w:p w14:paraId="356C367A" w14:textId="40407E8B" w:rsidR="000A126B" w:rsidRDefault="00B7592A" w:rsidP="00563EF6">
      <w:r>
        <w:t>Überzeugen</w:t>
      </w:r>
      <w:r w:rsidR="0043309F">
        <w:t xml:space="preserve">d unter Raumkomfortaspekten ist </w:t>
      </w:r>
      <w:r>
        <w:t xml:space="preserve">das neue KFV </w:t>
      </w:r>
      <w:r w:rsidR="00566FDE">
        <w:t>Modulsystem</w:t>
      </w:r>
      <w:r>
        <w:t xml:space="preserve"> </w:t>
      </w:r>
      <w:r w:rsidR="0043309F">
        <w:t xml:space="preserve">zum einen aufgrund seiner </w:t>
      </w:r>
      <w:r w:rsidR="00FA08C4">
        <w:t>Designvorteile</w:t>
      </w:r>
      <w:r w:rsidR="0043309F">
        <w:t xml:space="preserve">, die u. a. </w:t>
      </w:r>
      <w:r>
        <w:t>die Reduzierung der Schlosskastenstärke auf 15 mm</w:t>
      </w:r>
      <w:r w:rsidR="0043309F">
        <w:t xml:space="preserve"> mit sich bringt</w:t>
      </w:r>
      <w:r w:rsidR="005F5106">
        <w:t xml:space="preserve">. Sie schafft die Voraussetzungen für die </w:t>
      </w:r>
      <w:r w:rsidR="00867988">
        <w:t>passgenaue</w:t>
      </w:r>
      <w:r w:rsidR="005F5106">
        <w:t xml:space="preserve"> Abdeckung</w:t>
      </w:r>
      <w:r w:rsidR="00867988">
        <w:t xml:space="preserve"> </w:t>
      </w:r>
      <w:r w:rsidR="001E4245">
        <w:t xml:space="preserve">der Beschlagaufnahmenut </w:t>
      </w:r>
      <w:r w:rsidR="00280E5D">
        <w:t xml:space="preserve">auch mit einer </w:t>
      </w:r>
      <w:r w:rsidR="00867988">
        <w:t>16-mm-</w:t>
      </w:r>
      <w:r w:rsidR="00280E5D">
        <w:t>Stulp</w:t>
      </w:r>
      <w:r w:rsidR="005F5106">
        <w:t xml:space="preserve"> und </w:t>
      </w:r>
      <w:r w:rsidR="00280E5D">
        <w:t xml:space="preserve">damit für </w:t>
      </w:r>
      <w:r w:rsidR="005F5106">
        <w:t xml:space="preserve">eine hochwertige Optik. </w:t>
      </w:r>
      <w:r w:rsidR="00FA08C4">
        <w:t xml:space="preserve">Großgeschrieben wird </w:t>
      </w:r>
      <w:r w:rsidR="005F5106">
        <w:t xml:space="preserve">bei </w:t>
      </w:r>
      <w:r w:rsidR="00205F7C">
        <w:t>der neuesten</w:t>
      </w:r>
      <w:r w:rsidR="005F5106">
        <w:t xml:space="preserve"> Innovation </w:t>
      </w:r>
      <w:r w:rsidR="00205F7C">
        <w:t xml:space="preserve">von KFV </w:t>
      </w:r>
      <w:r w:rsidR="00FA08C4">
        <w:t>zu</w:t>
      </w:r>
      <w:r w:rsidR="0043309F">
        <w:t>m anderen auch</w:t>
      </w:r>
      <w:r w:rsidR="00FA08C4">
        <w:t xml:space="preserve"> das Thema Bedienkomfort</w:t>
      </w:r>
      <w:r w:rsidR="005F5106">
        <w:t xml:space="preserve">. Hierzu tragen insbesondere der einfache, gleichmäßige Öffnungs- und Schließvorgang, </w:t>
      </w:r>
      <w:r w:rsidR="00AF67B4">
        <w:t xml:space="preserve">die konstruktionsbedingt dauerhafte Leichtgängigkeit der Treibstangen und die dicht anliegenden Schloss- und Zusatzkästen an der Stulp bei. Sie verhindern das Eindringen von Spänen. </w:t>
      </w:r>
      <w:r w:rsidR="001507CA">
        <w:t xml:space="preserve">Überarbeitet wurde </w:t>
      </w:r>
      <w:r w:rsidR="009521A3">
        <w:t>darüber hinaus</w:t>
      </w:r>
      <w:r w:rsidR="001507CA">
        <w:t xml:space="preserve"> die Kontur des Sicherheitsschwenkhakens. </w:t>
      </w:r>
      <w:r w:rsidR="00566FDE">
        <w:t xml:space="preserve">Sie bietet weniger Auflage für Einbruchwerkzeuge und gibt Endanwendern das </w:t>
      </w:r>
      <w:r w:rsidR="001507CA">
        <w:t xml:space="preserve">beruhigende Gefühl einer erhöhten Einbruchhemmung. </w:t>
      </w:r>
      <w:r w:rsidR="00C8280F">
        <w:t xml:space="preserve">Das neue KFV </w:t>
      </w:r>
      <w:r w:rsidR="00566FDE">
        <w:t>Modulsystem</w:t>
      </w:r>
      <w:r w:rsidR="00C8280F">
        <w:t xml:space="preserve"> ist ab dem Sommer für schlüsselbetätigte Schlösser erhältlich; die Einführung </w:t>
      </w:r>
      <w:r w:rsidR="00566FDE">
        <w:t>für</w:t>
      </w:r>
      <w:r w:rsidR="00C8280F">
        <w:t xml:space="preserve"> drückerbetätigte Lösungen ist ebenfalls in </w:t>
      </w:r>
      <w:r w:rsidR="00280E5D">
        <w:t>Vorbereitung</w:t>
      </w:r>
      <w:r w:rsidR="00C8280F">
        <w:t xml:space="preserve">. </w:t>
      </w:r>
    </w:p>
    <w:p w14:paraId="1364FFC5" w14:textId="5323A63D" w:rsidR="000A126B" w:rsidRDefault="000A126B" w:rsidP="000A126B">
      <w:pPr>
        <w:pStyle w:val="berschrift4"/>
      </w:pPr>
      <w:r>
        <w:t>Paniksortiment</w:t>
      </w:r>
      <w:r w:rsidR="00297ACD">
        <w:t>: hoch hinaus ganz ohne Sonderrahmenteile</w:t>
      </w:r>
    </w:p>
    <w:p w14:paraId="05CA4776" w14:textId="0A81B80F" w:rsidR="000A126B" w:rsidRDefault="00297ACD" w:rsidP="00563EF6">
      <w:r>
        <w:t xml:space="preserve">Erweiterte Einsatzmöglichkeiten stehen Verarbeitern und Endanwendern mit dem KFV Paniksortiment für Flucht- und Rettungswege zur Verfügung. Hierzu hat KFV sein Angebot für Elemente aus </w:t>
      </w:r>
      <w:r w:rsidR="00280E5D">
        <w:t>Metall</w:t>
      </w:r>
      <w:r>
        <w:t xml:space="preserve"> weiterentwickelt und bietet </w:t>
      </w:r>
      <w:r w:rsidR="00737EA4">
        <w:t>ab April</w:t>
      </w:r>
      <w:r>
        <w:t xml:space="preserve"> auch eine Lösung für ein- und zweiflügelige Türen bis 3 Meter Höhe an</w:t>
      </w:r>
      <w:r w:rsidR="00656716">
        <w:t xml:space="preserve"> – ganz ohne Sonderrahmenteile</w:t>
      </w:r>
      <w:r>
        <w:t xml:space="preserve">. </w:t>
      </w:r>
      <w:r w:rsidR="00656716">
        <w:t>Möglich wird dies durch die Einführung neuer Maßvarianten und Anschlussstulpe</w:t>
      </w:r>
      <w:r w:rsidR="00280E5D">
        <w:t>n</w:t>
      </w:r>
      <w:r w:rsidR="00656716">
        <w:t>, die sich die bewährten Vorteile des Paniksortiments zunutze machen. Wie die Lösungen für</w:t>
      </w:r>
      <w:r w:rsidR="003565BD">
        <w:t xml:space="preserve"> bis zu</w:t>
      </w:r>
      <w:r w:rsidR="00656716">
        <w:t xml:space="preserve"> 2,40 Meter Flügelhöhe auch, ist die Variante für 3 Meter hohe Elemente rechts/links-verwendbar und erlaubt sowohl einwärts als auch auswärts öffnende </w:t>
      </w:r>
      <w:r w:rsidR="00737EA4">
        <w:t>Flügel</w:t>
      </w:r>
      <w:r w:rsidR="00656716">
        <w:t xml:space="preserve">. </w:t>
      </w:r>
      <w:r w:rsidR="000A126B">
        <w:t xml:space="preserve">Im täglichen Einsatz kann die </w:t>
      </w:r>
      <w:r w:rsidR="00737EA4">
        <w:t xml:space="preserve">neue </w:t>
      </w:r>
      <w:r w:rsidR="00737EA4" w:rsidRPr="00F01A9F">
        <w:t>Lösung für Notausgangsverschlüsse nach EN 179 und Paniktürverschlüsse nach EN 1125</w:t>
      </w:r>
      <w:r w:rsidR="00737EA4">
        <w:t xml:space="preserve"> ebenfalls </w:t>
      </w:r>
      <w:r w:rsidR="000A126B">
        <w:t xml:space="preserve">überzeugen. Hierzu verbindet sie ein hohes Maß an </w:t>
      </w:r>
      <w:r w:rsidR="000A126B" w:rsidRPr="004F7DF9">
        <w:t xml:space="preserve">Sicherheit </w:t>
      </w:r>
      <w:r w:rsidR="000A126B">
        <w:t xml:space="preserve">mit </w:t>
      </w:r>
      <w:r w:rsidR="000A126B" w:rsidRPr="004F7DF9">
        <w:t>einem einfach zu bedienenden Verriegelungs</w:t>
      </w:r>
      <w:r w:rsidR="000A126B">
        <w:t xml:space="preserve">system. </w:t>
      </w:r>
      <w:r w:rsidR="000A126B" w:rsidRPr="00547172">
        <w:t xml:space="preserve">Wird der Standflügel geöffnet, entriegelt automatisch auch der Hauptflügel, und das Element gibt den Fluchtweg </w:t>
      </w:r>
      <w:r w:rsidR="00737EA4">
        <w:t xml:space="preserve">über die komplette </w:t>
      </w:r>
      <w:r w:rsidR="00737EA4" w:rsidRPr="00547172">
        <w:t xml:space="preserve">Öffnungsweite </w:t>
      </w:r>
      <w:r w:rsidR="000A126B" w:rsidRPr="00547172">
        <w:t xml:space="preserve">frei. Beim Schließen verriegelt der Standflügelbeschlag automatisch. </w:t>
      </w:r>
    </w:p>
    <w:p w14:paraId="412645FD" w14:textId="1AE5BB69" w:rsidR="000A126B" w:rsidRDefault="00B143A6" w:rsidP="000A126B">
      <w:pPr>
        <w:pStyle w:val="berschrift4"/>
      </w:pPr>
      <w:r>
        <w:lastRenderedPageBreak/>
        <w:t>M</w:t>
      </w:r>
      <w:r w:rsidR="000A126B">
        <w:t>otorische</w:t>
      </w:r>
      <w:r>
        <w:t>r</w:t>
      </w:r>
      <w:r w:rsidR="000A126B">
        <w:t xml:space="preserve"> </w:t>
      </w:r>
      <w:r>
        <w:t>A-</w:t>
      </w:r>
      <w:r w:rsidR="000A126B">
        <w:t>Öffn</w:t>
      </w:r>
      <w:r>
        <w:t xml:space="preserve">er </w:t>
      </w:r>
      <w:r w:rsidR="00280E5D">
        <w:t xml:space="preserve">2.1 </w:t>
      </w:r>
      <w:r>
        <w:t>– eine smarte Lösung</w:t>
      </w:r>
    </w:p>
    <w:p w14:paraId="11FDA813" w14:textId="11CF3A67" w:rsidR="00280E5D" w:rsidRDefault="007D3EE7" w:rsidP="00280E5D">
      <w:r>
        <w:t xml:space="preserve">Mehr </w:t>
      </w:r>
      <w:r w:rsidR="00FA2F8C">
        <w:t>Flexibilität</w:t>
      </w:r>
      <w:r>
        <w:t xml:space="preserve">, mehr Sicherheit, mehr Komfort – der neue A-Öffner </w:t>
      </w:r>
      <w:r w:rsidR="002501BD">
        <w:t xml:space="preserve">2.1 </w:t>
      </w:r>
      <w:r>
        <w:t>von KFV für die Automatik</w:t>
      </w:r>
      <w:r w:rsidR="002501BD">
        <w:t>-Mehrfachverriegelungen</w:t>
      </w:r>
      <w:r>
        <w:t xml:space="preserve"> AS3500 und AS3600 </w:t>
      </w:r>
      <w:r w:rsidR="00BC597A">
        <w:t xml:space="preserve">bietet Verarbeitern und Endanwendern spürbare Vorteile. </w:t>
      </w:r>
      <w:r w:rsidR="00280E5D">
        <w:t>In der neuen Version 2.1 wurde der Anwendungsbereich signifikant erweitert. N</w:t>
      </w:r>
      <w:r w:rsidR="000C1E04">
        <w:t>u</w:t>
      </w:r>
      <w:r w:rsidR="00280E5D">
        <w:t>n ist auch die Kombination mit trennbaren Stromversorgungen wie z. B. Stößelkontakten möglich.</w:t>
      </w:r>
      <w:r w:rsidR="000C1E04">
        <w:t xml:space="preserve"> </w:t>
      </w:r>
      <w:r w:rsidR="009521A3">
        <w:t>Das verleiht</w:t>
      </w:r>
      <w:r w:rsidR="000C1E04">
        <w:t xml:space="preserve"> der Tür eine ansprechende, dezente Optik und </w:t>
      </w:r>
      <w:r w:rsidR="009521A3">
        <w:t>macht Anschluss und Installation denkbar einfach</w:t>
      </w:r>
      <w:r w:rsidR="000C1E04">
        <w:t>.</w:t>
      </w:r>
      <w:r w:rsidR="009521A3">
        <w:t xml:space="preserve"> Bei der Bedienung setzt KFV auf </w:t>
      </w:r>
      <w:r w:rsidR="001E4245">
        <w:t>Bekanntes</w:t>
      </w:r>
      <w:r w:rsidR="009521A3">
        <w:t xml:space="preserve">: Sowohl die </w:t>
      </w:r>
      <w:r w:rsidR="002501BD">
        <w:t xml:space="preserve">LED-Statusanzeige </w:t>
      </w:r>
      <w:r w:rsidR="009B40BE">
        <w:t>– sie gibt mit Hilfe eines Ampelsystems Aufschluss über den aktuellen Betriebszustand – a</w:t>
      </w:r>
      <w:r w:rsidR="009521A3">
        <w:t xml:space="preserve">ls auch </w:t>
      </w:r>
      <w:r w:rsidR="002501BD">
        <w:t>der Taster</w:t>
      </w:r>
      <w:r w:rsidR="00280E5D">
        <w:t xml:space="preserve"> </w:t>
      </w:r>
      <w:r w:rsidR="009B40BE">
        <w:t xml:space="preserve">zur Anpassung der Summerlautstärke </w:t>
      </w:r>
      <w:r w:rsidR="009521A3">
        <w:t>wurde</w:t>
      </w:r>
      <w:r w:rsidR="00B95322">
        <w:t>n</w:t>
      </w:r>
      <w:r w:rsidR="009521A3">
        <w:t xml:space="preserve"> </w:t>
      </w:r>
      <w:r w:rsidR="001E4245">
        <w:t xml:space="preserve">an die </w:t>
      </w:r>
      <w:r w:rsidR="00280E5D">
        <w:t>Mehrfachverriegelungen des Typs GENIUS 2.1</w:t>
      </w:r>
      <w:r w:rsidR="001E4245">
        <w:t xml:space="preserve"> angelehnt</w:t>
      </w:r>
      <w:r w:rsidR="00DF6610">
        <w:t>.</w:t>
      </w:r>
      <w:r w:rsidR="002501BD">
        <w:t xml:space="preserve"> </w:t>
      </w:r>
    </w:p>
    <w:p w14:paraId="4B259461" w14:textId="191AFE45" w:rsidR="00280E5D" w:rsidRDefault="00280E5D" w:rsidP="00280E5D"/>
    <w:p w14:paraId="740CF8BC" w14:textId="6AFF4701" w:rsidR="00FA08C4" w:rsidRDefault="00FA08C4" w:rsidP="00FA08C4">
      <w:r>
        <w:t xml:space="preserve">Durch die Implementierung der digitalen Kommunikation </w:t>
      </w:r>
      <w:r w:rsidR="009B40BE">
        <w:t>über</w:t>
      </w:r>
      <w:r>
        <w:t xml:space="preserve"> den neuen SI-BUS </w:t>
      </w:r>
      <w:r w:rsidR="009B40BE">
        <w:t xml:space="preserve">können </w:t>
      </w:r>
      <w:r>
        <w:t xml:space="preserve">Verarbeiter nun </w:t>
      </w:r>
      <w:r w:rsidR="009B40BE">
        <w:t xml:space="preserve">auch </w:t>
      </w:r>
      <w:r>
        <w:t xml:space="preserve">den optionalen SI-BUS Konverter und das SI-BUS Analysetool nutzen. Letzteres steht auf der Webseite von SIEGENIA zum kostenlosen Download zur Verfügung. </w:t>
      </w:r>
      <w:r w:rsidR="009B40BE">
        <w:t xml:space="preserve">Für ein hohes Maß an Flexibilität sorgt die Möglichkeit zur Kombination mit einem </w:t>
      </w:r>
      <w:r>
        <w:t>breite</w:t>
      </w:r>
      <w:r w:rsidR="009B40BE">
        <w:t>n</w:t>
      </w:r>
      <w:r>
        <w:t xml:space="preserve"> Spektrum an Zutrittskontrollsystemen – </w:t>
      </w:r>
      <w:r w:rsidR="009B40BE">
        <w:t xml:space="preserve">von </w:t>
      </w:r>
      <w:r>
        <w:t>KFVkeyless</w:t>
      </w:r>
      <w:r w:rsidR="009B40BE">
        <w:t xml:space="preserve"> über den</w:t>
      </w:r>
      <w:r>
        <w:t xml:space="preserve"> Fingerscanner</w:t>
      </w:r>
      <w:r w:rsidR="009B40BE">
        <w:t xml:space="preserve"> bis </w:t>
      </w:r>
      <w:r w:rsidR="001E4245">
        <w:t xml:space="preserve">zu </w:t>
      </w:r>
      <w:r>
        <w:t>Funkfernbedienungen und Transpondersysteme</w:t>
      </w:r>
      <w:r w:rsidR="009B40BE">
        <w:t>n</w:t>
      </w:r>
      <w:r>
        <w:t xml:space="preserve">. </w:t>
      </w:r>
      <w:r w:rsidR="009B40BE">
        <w:t xml:space="preserve">Das WLAN-fähige smart module universal und die Steuerung via somfy </w:t>
      </w:r>
      <w:r w:rsidR="009B40BE" w:rsidRPr="00C75B45">
        <w:t>io-homecontrol</w:t>
      </w:r>
      <w:r w:rsidR="009B40BE" w:rsidRPr="00B95322">
        <w:rPr>
          <w:vertAlign w:val="superscript"/>
        </w:rPr>
        <w:t>®</w:t>
      </w:r>
      <w:r w:rsidR="009B40BE">
        <w:t xml:space="preserve"> erlauben zudem </w:t>
      </w:r>
      <w:r>
        <w:t>die</w:t>
      </w:r>
      <w:r w:rsidR="00DD6393">
        <w:t xml:space="preserve"> Anbindung a</w:t>
      </w:r>
      <w:r>
        <w:t>n Smart Home-Systeme. Das bringt deutliche Zugewinne in puncto Komfort und Sicherheit.</w:t>
      </w:r>
    </w:p>
    <w:p w14:paraId="30AF3105" w14:textId="77777777" w:rsidR="00FA08C4" w:rsidRDefault="00FA08C4" w:rsidP="00FA08C4"/>
    <w:p w14:paraId="359CB38C" w14:textId="5290D0F5" w:rsidR="00FA08C4" w:rsidRDefault="00FA08C4" w:rsidP="00FE467E"/>
    <w:p w14:paraId="5AD5931D" w14:textId="1A822232" w:rsidR="00FE467E" w:rsidRDefault="00563EF6" w:rsidP="00FE467E">
      <w:pPr>
        <w:pStyle w:val="berschrift2"/>
      </w:pPr>
      <w:r>
        <w:t xml:space="preserve">SIEGENIA </w:t>
      </w:r>
      <w:r w:rsidR="00FE467E">
        <w:t>PORTAL</w:t>
      </w:r>
    </w:p>
    <w:p w14:paraId="4E799F85" w14:textId="77777777" w:rsidR="00630BA7" w:rsidRPr="00630BA7" w:rsidRDefault="008D2B03" w:rsidP="00630BA7">
      <w:r>
        <w:t xml:space="preserve">Gewohnt leistungsstark präsentiert sich auf der FENSTERBAU 2018 die Produktlinie PORTAL, die Verarbeitern mit neuen Lösungen für Hebe-Schiebe-Elemente, einer Weiterentwicklung des PS/PSK comfort für </w:t>
      </w:r>
      <w:r w:rsidR="006C3753">
        <w:t xml:space="preserve">Lösungen aus </w:t>
      </w:r>
      <w:r>
        <w:t xml:space="preserve">Aluminium und </w:t>
      </w:r>
      <w:r w:rsidR="006C3753">
        <w:t>erweiterten Einsatzm</w:t>
      </w:r>
      <w:r>
        <w:t xml:space="preserve">öglichkeiten für den Schiebebeschlag ECO SLIDE attraktive Zusatzgeschäfte eröffnet. </w:t>
      </w:r>
    </w:p>
    <w:p w14:paraId="2AE97EF2" w14:textId="77777777" w:rsidR="00FE467E" w:rsidRDefault="008D2B03" w:rsidP="00FE467E">
      <w:pPr>
        <w:pStyle w:val="berschrift4"/>
      </w:pPr>
      <w:r>
        <w:t>Für höchste Designansprüche</w:t>
      </w:r>
    </w:p>
    <w:p w14:paraId="182B66DD" w14:textId="26FD13AD" w:rsidR="004A22D8" w:rsidRDefault="00FE467E" w:rsidP="00FE467E">
      <w:pPr>
        <w:rPr>
          <w:szCs w:val="20"/>
        </w:rPr>
      </w:pPr>
      <w:r>
        <w:t>D</w:t>
      </w:r>
      <w:r w:rsidR="00F469D6">
        <w:t>iese Lösung setzt neue Maßstäbe</w:t>
      </w:r>
      <w:r>
        <w:t xml:space="preserve">: </w:t>
      </w:r>
      <w:r w:rsidR="00F469D6">
        <w:t xml:space="preserve">Mit ECO PASS SKY axxent wird die Realisierung von </w:t>
      </w:r>
      <w:r>
        <w:t>Hebe-Schiebe-Elemente</w:t>
      </w:r>
      <w:r w:rsidR="008D2B03">
        <w:t>n</w:t>
      </w:r>
      <w:r>
        <w:t xml:space="preserve"> aus Holz-Alu</w:t>
      </w:r>
      <w:r w:rsidR="000906A5">
        <w:t>minium</w:t>
      </w:r>
      <w:r>
        <w:t xml:space="preserve"> mit </w:t>
      </w:r>
      <w:r w:rsidR="00F469D6">
        <w:t>Null-Barriere-Schwelle und ebenem Durchgang nach draußen möglich.</w:t>
      </w:r>
      <w:r>
        <w:t xml:space="preserve"> </w:t>
      </w:r>
      <w:r w:rsidR="006C666F">
        <w:t xml:space="preserve">Hierzu verbindet die ab März erhältliche </w:t>
      </w:r>
      <w:r>
        <w:t xml:space="preserve">Null-Schwelle </w:t>
      </w:r>
      <w:r w:rsidR="00EE16E2">
        <w:t xml:space="preserve">die bewährten Stärken der Bodenschwelle ECO PASS </w:t>
      </w:r>
      <w:r>
        <w:t xml:space="preserve">mit Designvorteilen, die Hebe-Schiebe-Elemente zum Blickfang machen – von der optischen Anpassung der Schwelle an das Rahmenmaterial über </w:t>
      </w:r>
      <w:r w:rsidR="006C666F">
        <w:t>zwei</w:t>
      </w:r>
      <w:r>
        <w:t xml:space="preserve"> </w:t>
      </w:r>
      <w:r w:rsidR="00FD113D">
        <w:t xml:space="preserve">verschiedene </w:t>
      </w:r>
      <w:r>
        <w:t xml:space="preserve">Gitterrostdesigns </w:t>
      </w:r>
      <w:r w:rsidR="000906A5">
        <w:t xml:space="preserve">als Trittabdeckungen </w:t>
      </w:r>
      <w:r>
        <w:t xml:space="preserve">bis zur optionalen Beleuchtung des Durchgangs. </w:t>
      </w:r>
      <w:r w:rsidR="006C666F">
        <w:t xml:space="preserve">Auch beim Bauanschluss kann </w:t>
      </w:r>
      <w:r w:rsidR="000906A5">
        <w:t xml:space="preserve">ECO PASS </w:t>
      </w:r>
      <w:r>
        <w:t xml:space="preserve">SKY </w:t>
      </w:r>
      <w:r>
        <w:lastRenderedPageBreak/>
        <w:t xml:space="preserve">axxent </w:t>
      </w:r>
      <w:r w:rsidR="006C666F">
        <w:t>überzeugen.</w:t>
      </w:r>
      <w:r w:rsidR="004A22D8">
        <w:t xml:space="preserve"> Im Sinne einer qualitativ und funktional hochwertigen, verarbeitungsfreundlichen Gesamtlösung hat SIEGENIA hierzu mit einem führenden Drainagesystemgeber kooperiert. </w:t>
      </w:r>
    </w:p>
    <w:p w14:paraId="62BACDB0" w14:textId="77777777" w:rsidR="004A22D8" w:rsidRDefault="004A22D8" w:rsidP="00FE467E">
      <w:pPr>
        <w:rPr>
          <w:szCs w:val="20"/>
        </w:rPr>
      </w:pPr>
    </w:p>
    <w:p w14:paraId="7F4F55AE" w14:textId="4AD1DBBA" w:rsidR="0066171E" w:rsidRDefault="00FE467E" w:rsidP="00FE467E">
      <w:pPr>
        <w:rPr>
          <w:szCs w:val="20"/>
        </w:rPr>
      </w:pPr>
      <w:r>
        <w:rPr>
          <w:szCs w:val="20"/>
        </w:rPr>
        <w:t xml:space="preserve">Höchsten </w:t>
      </w:r>
      <w:r w:rsidR="006C666F">
        <w:rPr>
          <w:szCs w:val="20"/>
        </w:rPr>
        <w:t>optischen A</w:t>
      </w:r>
      <w:r>
        <w:rPr>
          <w:szCs w:val="20"/>
        </w:rPr>
        <w:t xml:space="preserve">nsprüchen wird </w:t>
      </w:r>
      <w:r w:rsidR="006C3753">
        <w:rPr>
          <w:szCs w:val="20"/>
        </w:rPr>
        <w:t>zudem</w:t>
      </w:r>
      <w:r>
        <w:rPr>
          <w:szCs w:val="20"/>
        </w:rPr>
        <w:t xml:space="preserve"> </w:t>
      </w:r>
      <w:r w:rsidR="00A8409F">
        <w:rPr>
          <w:szCs w:val="20"/>
        </w:rPr>
        <w:t xml:space="preserve">das Kubus Design </w:t>
      </w:r>
      <w:r w:rsidR="00BF2953">
        <w:rPr>
          <w:szCs w:val="20"/>
        </w:rPr>
        <w:t xml:space="preserve">der neuen Abdeckkappe </w:t>
      </w:r>
      <w:r w:rsidR="00A8409F">
        <w:rPr>
          <w:szCs w:val="20"/>
        </w:rPr>
        <w:t xml:space="preserve">für Hebe-Schiebe-Elemente gerecht. </w:t>
      </w:r>
      <w:r w:rsidR="00ED2DF9">
        <w:rPr>
          <w:szCs w:val="20"/>
        </w:rPr>
        <w:t>Die geradlinig gestaltete Kappe</w:t>
      </w:r>
      <w:r w:rsidR="00F87C4E">
        <w:rPr>
          <w:szCs w:val="20"/>
        </w:rPr>
        <w:t xml:space="preserve"> ersetzt die bisherigen Flügelabdeckkappen aus Kunststoff durch wertige Metallabdeckungen und sorgt so für ein ästhetisches Erscheinungsbild. </w:t>
      </w:r>
      <w:r w:rsidR="0066171E">
        <w:rPr>
          <w:szCs w:val="20"/>
        </w:rPr>
        <w:t xml:space="preserve">Nur rund einen </w:t>
      </w:r>
      <w:r w:rsidR="00F87C4E">
        <w:rPr>
          <w:szCs w:val="20"/>
        </w:rPr>
        <w:t xml:space="preserve">Millimeter hoch, trägt </w:t>
      </w:r>
      <w:r w:rsidR="00ED2DF9">
        <w:rPr>
          <w:szCs w:val="20"/>
        </w:rPr>
        <w:t>sie</w:t>
      </w:r>
      <w:r w:rsidR="00075B7F">
        <w:rPr>
          <w:szCs w:val="20"/>
        </w:rPr>
        <w:t xml:space="preserve"> </w:t>
      </w:r>
      <w:r w:rsidR="00F87C4E">
        <w:rPr>
          <w:szCs w:val="20"/>
        </w:rPr>
        <w:t xml:space="preserve">nicht auf, wirkt optisch edel und lässt sich im Gegensatz zu marktüblichen Kunststofflösungen an </w:t>
      </w:r>
      <w:r w:rsidR="0066171E">
        <w:rPr>
          <w:szCs w:val="20"/>
        </w:rPr>
        <w:t>alle</w:t>
      </w:r>
      <w:r w:rsidR="00F87C4E">
        <w:rPr>
          <w:szCs w:val="20"/>
        </w:rPr>
        <w:t xml:space="preserve"> Hebel</w:t>
      </w:r>
      <w:r w:rsidR="0066171E">
        <w:rPr>
          <w:szCs w:val="20"/>
        </w:rPr>
        <w:t>farben</w:t>
      </w:r>
      <w:r w:rsidR="00F87C4E">
        <w:rPr>
          <w:szCs w:val="20"/>
        </w:rPr>
        <w:t xml:space="preserve"> anpassen. </w:t>
      </w:r>
      <w:r w:rsidR="00075B7F">
        <w:rPr>
          <w:szCs w:val="20"/>
        </w:rPr>
        <w:t xml:space="preserve">Auch die Verschraubung bleibt dabei unsichtbar. Ebenfalls hochwertig ist </w:t>
      </w:r>
      <w:r w:rsidR="00635409">
        <w:rPr>
          <w:szCs w:val="20"/>
        </w:rPr>
        <w:t xml:space="preserve">die </w:t>
      </w:r>
      <w:r w:rsidR="00075B7F">
        <w:rPr>
          <w:szCs w:val="20"/>
        </w:rPr>
        <w:t xml:space="preserve">Integration des Stoppers in die Führungsschiene. </w:t>
      </w:r>
      <w:r w:rsidR="0066171E">
        <w:rPr>
          <w:szCs w:val="20"/>
        </w:rPr>
        <w:t>Seine flache Gestaltung</w:t>
      </w:r>
      <w:r w:rsidR="00075B7F">
        <w:rPr>
          <w:szCs w:val="20"/>
        </w:rPr>
        <w:t xml:space="preserve"> sorgt für eine dezente, weitestgehend verdeckt liegende Optik. </w:t>
      </w:r>
      <w:r w:rsidR="0066171E">
        <w:rPr>
          <w:szCs w:val="20"/>
        </w:rPr>
        <w:t xml:space="preserve">Eine weitere Steigerung des </w:t>
      </w:r>
      <w:r>
        <w:rPr>
          <w:szCs w:val="20"/>
        </w:rPr>
        <w:t>Raumkomfort</w:t>
      </w:r>
      <w:r w:rsidR="0066171E">
        <w:rPr>
          <w:szCs w:val="20"/>
        </w:rPr>
        <w:t xml:space="preserve">s bietet die neue Lösung </w:t>
      </w:r>
      <w:r>
        <w:rPr>
          <w:szCs w:val="20"/>
        </w:rPr>
        <w:t xml:space="preserve">durch </w:t>
      </w:r>
      <w:r w:rsidR="0066171E">
        <w:rPr>
          <w:szCs w:val="20"/>
        </w:rPr>
        <w:t>ihre</w:t>
      </w:r>
      <w:r>
        <w:rPr>
          <w:szCs w:val="20"/>
        </w:rPr>
        <w:t xml:space="preserve"> komfortable Bedienung </w:t>
      </w:r>
      <w:r w:rsidR="0066171E">
        <w:rPr>
          <w:szCs w:val="20"/>
        </w:rPr>
        <w:t xml:space="preserve">bei </w:t>
      </w:r>
      <w:r w:rsidR="006C666F">
        <w:rPr>
          <w:szCs w:val="20"/>
        </w:rPr>
        <w:t xml:space="preserve">Nutzung </w:t>
      </w:r>
      <w:r>
        <w:rPr>
          <w:szCs w:val="20"/>
        </w:rPr>
        <w:t xml:space="preserve">mit dem motorischen Antrieb </w:t>
      </w:r>
      <w:r w:rsidRPr="005E7434">
        <w:rPr>
          <w:szCs w:val="20"/>
        </w:rPr>
        <w:t>DRIVE axxent HSA smart.</w:t>
      </w:r>
      <w:r w:rsidR="00075B7F">
        <w:rPr>
          <w:szCs w:val="20"/>
        </w:rPr>
        <w:t xml:space="preserve"> </w:t>
      </w:r>
      <w:r w:rsidR="00ED2DF9">
        <w:rPr>
          <w:szCs w:val="20"/>
        </w:rPr>
        <w:t xml:space="preserve">Die </w:t>
      </w:r>
      <w:r w:rsidR="00075B7F">
        <w:rPr>
          <w:szCs w:val="20"/>
        </w:rPr>
        <w:t xml:space="preserve">Kubus Design </w:t>
      </w:r>
      <w:r w:rsidR="00ED2DF9">
        <w:rPr>
          <w:szCs w:val="20"/>
        </w:rPr>
        <w:t>Abdeckkappen werden</w:t>
      </w:r>
      <w:r w:rsidR="00075B7F">
        <w:rPr>
          <w:szCs w:val="20"/>
        </w:rPr>
        <w:t xml:space="preserve"> im Laufe des Sommers erhältlich sein. </w:t>
      </w:r>
    </w:p>
    <w:p w14:paraId="2092E136" w14:textId="77777777" w:rsidR="00FE467E" w:rsidRPr="00FE467E" w:rsidRDefault="00FE467E" w:rsidP="00FE467E">
      <w:pPr>
        <w:pStyle w:val="berschrift4"/>
      </w:pPr>
      <w:r w:rsidRPr="00FE467E">
        <w:t>Intuitive Leichtgängigkeit</w:t>
      </w:r>
    </w:p>
    <w:p w14:paraId="3DD68F49" w14:textId="1354B48D" w:rsidR="00FE467E" w:rsidRDefault="00114D83" w:rsidP="00FE467E">
      <w:pPr>
        <w:rPr>
          <w:szCs w:val="20"/>
        </w:rPr>
      </w:pPr>
      <w:r>
        <w:t>Von SIEGENIA weiterentwickelt wurde der PORTAL PS/PSK comfort</w:t>
      </w:r>
      <w:r w:rsidR="00CD7018">
        <w:t xml:space="preserve"> </w:t>
      </w:r>
      <w:r w:rsidR="00CD7018" w:rsidRPr="0090317B">
        <w:t xml:space="preserve">für </w:t>
      </w:r>
      <w:r w:rsidR="00CD7018">
        <w:t>Parallel-Schiebe- und Parallel-Schiebe-Kipp-Systeme. D</w:t>
      </w:r>
      <w:r w:rsidR="00135006">
        <w:t>ies</w:t>
      </w:r>
      <w:r w:rsidR="00CD7018">
        <w:t>er Beschlag</w:t>
      </w:r>
      <w:r w:rsidR="00135006">
        <w:t xml:space="preserve"> verbindet </w:t>
      </w:r>
      <w:r w:rsidR="00A3510E">
        <w:t xml:space="preserve">höchsten </w:t>
      </w:r>
      <w:r w:rsidR="00135006">
        <w:t>Bedien</w:t>
      </w:r>
      <w:r w:rsidR="00CD7018">
        <w:t xml:space="preserve">komfort mit einer einfachen, sicheren Montage </w:t>
      </w:r>
      <w:r w:rsidR="00135006">
        <w:t>und</w:t>
      </w:r>
      <w:r w:rsidR="00CD7018">
        <w:t xml:space="preserve"> ist jetzt auch in einer Version für </w:t>
      </w:r>
      <w:r w:rsidR="00F469D6">
        <w:t>Aluminium</w:t>
      </w:r>
      <w:r w:rsidR="00CD7018">
        <w:t xml:space="preserve">systeme verfügbar. Dank seiner intuitiven Bedienung haben ihn selbst </w:t>
      </w:r>
      <w:r w:rsidR="00FE467E">
        <w:t xml:space="preserve">ungeübte Nutzer sofort im Griff. Für ein hohes Maß an Raumkomfort sorgen zudem seine hohe Leichtgängigkeit, das ruhige Ein- und Ausschwingen des Flügels in oder aus der Verschlussstellung und </w:t>
      </w:r>
      <w:r w:rsidR="00332D02">
        <w:t>die</w:t>
      </w:r>
      <w:r w:rsidR="00CD7018">
        <w:t xml:space="preserve"> </w:t>
      </w:r>
      <w:r w:rsidR="006820C3">
        <w:t>Selbstregulierung im Fall einer eventuellen</w:t>
      </w:r>
      <w:r w:rsidR="00FE467E">
        <w:t xml:space="preserve"> Fehlbedienung</w:t>
      </w:r>
      <w:r w:rsidR="00135006">
        <w:t xml:space="preserve">. </w:t>
      </w:r>
      <w:r w:rsidR="00FE467E">
        <w:t xml:space="preserve">Anders als andere Lösungen </w:t>
      </w:r>
      <w:r w:rsidR="00135006">
        <w:t xml:space="preserve">lässt sich </w:t>
      </w:r>
      <w:r w:rsidR="00FE467E">
        <w:t>der PS/PSK comfort ALU</w:t>
      </w:r>
      <w:r w:rsidR="00135006">
        <w:t xml:space="preserve"> </w:t>
      </w:r>
      <w:r w:rsidR="00FE467E">
        <w:t>dank seines cleveren Baukastensystems flexibel an die unterschiedlichsten Budget-, Komfort- und Größen</w:t>
      </w:r>
      <w:r w:rsidR="00135006">
        <w:t>anforderungen anpassen</w:t>
      </w:r>
      <w:r w:rsidR="00FE467E">
        <w:t xml:space="preserve">. Dabei steht er für eine wirtschaftliche Fertigung mit rationellen Bauteilen und </w:t>
      </w:r>
      <w:r w:rsidR="006820C3">
        <w:t>dem</w:t>
      </w:r>
      <w:r w:rsidR="00FE467E">
        <w:t xml:space="preserve"> einfache</w:t>
      </w:r>
      <w:r w:rsidR="006820C3">
        <w:t>n</w:t>
      </w:r>
      <w:r w:rsidR="00FE467E">
        <w:t xml:space="preserve"> </w:t>
      </w:r>
      <w:r w:rsidR="006820C3">
        <w:t xml:space="preserve">Einhängen und Ausrichten des </w:t>
      </w:r>
      <w:r w:rsidR="00FE467E">
        <w:t>Flügel</w:t>
      </w:r>
      <w:r w:rsidR="006820C3">
        <w:t>s</w:t>
      </w:r>
      <w:r w:rsidR="00FE467E">
        <w:t>.</w:t>
      </w:r>
      <w:r w:rsidR="00135006">
        <w:t xml:space="preserve"> Grund hierfür sind </w:t>
      </w:r>
      <w:r w:rsidR="00FE467E">
        <w:t xml:space="preserve">u. a. die </w:t>
      </w:r>
      <w:r w:rsidR="00FE467E" w:rsidRPr="009251E7">
        <w:t>Höhen- und Neigungsverstellung des Laufwagens</w:t>
      </w:r>
      <w:r w:rsidR="006820C3">
        <w:t xml:space="preserve"> und</w:t>
      </w:r>
      <w:r w:rsidR="00FE467E" w:rsidRPr="009251E7">
        <w:t xml:space="preserve"> </w:t>
      </w:r>
      <w:r w:rsidR="00FE467E" w:rsidRPr="0090317B">
        <w:t xml:space="preserve">die </w:t>
      </w:r>
      <w:r w:rsidR="006820C3">
        <w:t>optimierte Laufschiene in Kombination mit der neuen Flügelsicherung</w:t>
      </w:r>
      <w:r w:rsidR="00FE467E" w:rsidRPr="0090317B">
        <w:t xml:space="preserve">. </w:t>
      </w:r>
    </w:p>
    <w:p w14:paraId="6B43C5F9" w14:textId="41E19B8F" w:rsidR="00F42BA0" w:rsidRDefault="00FE467E" w:rsidP="00FE467E">
      <w:pPr>
        <w:pStyle w:val="berschrift4"/>
      </w:pPr>
      <w:r>
        <w:t>ECO SLIDE</w:t>
      </w:r>
      <w:r w:rsidR="00F6273D">
        <w:t xml:space="preserve">: </w:t>
      </w:r>
      <w:r w:rsidR="008C52CE">
        <w:t>vielseitige</w:t>
      </w:r>
      <w:r w:rsidR="00F6273D">
        <w:t xml:space="preserve"> Einsatzmöglichkeiten für </w:t>
      </w:r>
      <w:r w:rsidR="00AF6F52">
        <w:t>Kunststoff</w:t>
      </w:r>
      <w:r w:rsidR="00F6273D">
        <w:t>-Elemente</w:t>
      </w:r>
      <w:r>
        <w:t xml:space="preserve"> </w:t>
      </w:r>
    </w:p>
    <w:p w14:paraId="220ED539" w14:textId="1B30A04A" w:rsidR="00CA148C" w:rsidRDefault="00865724" w:rsidP="006820C3">
      <w:pPr>
        <w:pStyle w:val="Kommentartext"/>
        <w:spacing w:line="360" w:lineRule="auto"/>
      </w:pPr>
      <w:r w:rsidRPr="006820C3">
        <w:rPr>
          <w:szCs w:val="21"/>
        </w:rPr>
        <w:t xml:space="preserve">Ein hohes Maß an Raumkomfort bietet auch der Schiebe-Beschlag </w:t>
      </w:r>
      <w:r w:rsidR="00F42BA0" w:rsidRPr="006820C3">
        <w:rPr>
          <w:szCs w:val="21"/>
        </w:rPr>
        <w:t xml:space="preserve">PORTAL </w:t>
      </w:r>
      <w:r w:rsidRPr="006820C3">
        <w:rPr>
          <w:szCs w:val="21"/>
        </w:rPr>
        <w:t>ECO SLIDE</w:t>
      </w:r>
      <w:r w:rsidR="00CA148C" w:rsidRPr="006820C3">
        <w:rPr>
          <w:szCs w:val="21"/>
        </w:rPr>
        <w:t xml:space="preserve">, der sich für Fenster und Türen aller Rahmenmaterialien eignet. Seine hohe Energieeffizienz verdankt er </w:t>
      </w:r>
      <w:r w:rsidR="008C52CE" w:rsidRPr="006820C3">
        <w:rPr>
          <w:szCs w:val="21"/>
        </w:rPr>
        <w:t>dem</w:t>
      </w:r>
      <w:r w:rsidR="00CA148C" w:rsidRPr="006820C3">
        <w:rPr>
          <w:szCs w:val="21"/>
        </w:rPr>
        <w:t xml:space="preserve"> ununterbrochen umlaufenden Dichtungssystem</w:t>
      </w:r>
      <w:r w:rsidR="008C52CE" w:rsidRPr="006820C3">
        <w:rPr>
          <w:szCs w:val="21"/>
        </w:rPr>
        <w:t>. D</w:t>
      </w:r>
      <w:r w:rsidR="00CA148C" w:rsidRPr="006820C3">
        <w:rPr>
          <w:szCs w:val="21"/>
        </w:rPr>
        <w:t xml:space="preserve">arüber hinaus punktet er durch ein ansprechendes Design und die geschickte Nutzung von Raum: Der Einsatz als Schiebefenster führt </w:t>
      </w:r>
      <w:r w:rsidR="00044613" w:rsidRPr="006820C3">
        <w:rPr>
          <w:szCs w:val="21"/>
        </w:rPr>
        <w:t xml:space="preserve">beim Lüften </w:t>
      </w:r>
      <w:r w:rsidR="00CA148C" w:rsidRPr="006820C3">
        <w:rPr>
          <w:szCs w:val="21"/>
        </w:rPr>
        <w:t xml:space="preserve">zu spürbaren Platzeinsparungen im Innenraum. </w:t>
      </w:r>
      <w:r w:rsidR="006820C3" w:rsidRPr="006820C3">
        <w:rPr>
          <w:szCs w:val="21"/>
        </w:rPr>
        <w:t xml:space="preserve">Als Tür </w:t>
      </w:r>
      <w:r w:rsidR="006820C3">
        <w:rPr>
          <w:szCs w:val="21"/>
        </w:rPr>
        <w:lastRenderedPageBreak/>
        <w:t xml:space="preserve">hingegen ist ECO SLIDE </w:t>
      </w:r>
      <w:r w:rsidR="006820C3" w:rsidRPr="006820C3">
        <w:rPr>
          <w:szCs w:val="21"/>
        </w:rPr>
        <w:t xml:space="preserve">eine interessante und attraktive </w:t>
      </w:r>
      <w:r w:rsidR="00FB155D">
        <w:rPr>
          <w:szCs w:val="21"/>
        </w:rPr>
        <w:t>Alternative</w:t>
      </w:r>
      <w:r w:rsidR="006820C3" w:rsidRPr="006820C3">
        <w:rPr>
          <w:szCs w:val="21"/>
        </w:rPr>
        <w:t xml:space="preserve"> zu den bekannten Schiebetürsystemen</w:t>
      </w:r>
      <w:r w:rsidR="0069676D">
        <w:t>, die in besonderer Weise durch ihre Dichtigkeit punktet</w:t>
      </w:r>
      <w:r w:rsidR="006820C3">
        <w:rPr>
          <w:szCs w:val="21"/>
        </w:rPr>
        <w:t xml:space="preserve">. </w:t>
      </w:r>
      <w:r w:rsidR="00CA148C">
        <w:t xml:space="preserve">Hohe Nutzerfreundlichkeit bieten auch die </w:t>
      </w:r>
      <w:r w:rsidR="00CA148C" w:rsidRPr="00012831">
        <w:t>leichte</w:t>
      </w:r>
      <w:r w:rsidR="00CA148C">
        <w:t>, intuitive</w:t>
      </w:r>
      <w:r w:rsidR="00CA148C" w:rsidRPr="00012831">
        <w:t xml:space="preserve"> Bedienung</w:t>
      </w:r>
      <w:r w:rsidR="00CA148C">
        <w:t xml:space="preserve"> und die integrierte SOFT CLOSE Funktion. In der Fertigung profitieren Verarbeiter von einer rationellen Montage mit einer geringen Anzahl an </w:t>
      </w:r>
      <w:r w:rsidR="006820C3">
        <w:t>erforderlichen</w:t>
      </w:r>
      <w:r w:rsidR="00CA148C">
        <w:t xml:space="preserve"> Bauteilen und </w:t>
      </w:r>
      <w:r w:rsidR="00237D1F">
        <w:t xml:space="preserve">einer </w:t>
      </w:r>
      <w:r w:rsidR="00CA148C">
        <w:t xml:space="preserve">einfachen </w:t>
      </w:r>
      <w:r w:rsidR="00237D1F">
        <w:t>Justierung</w:t>
      </w:r>
      <w:r w:rsidR="00CA148C">
        <w:t xml:space="preserve">. Flexible Einsatzmöglichkeiten für Elemente aus </w:t>
      </w:r>
      <w:r w:rsidR="00AF6F52">
        <w:t>Kunststoff</w:t>
      </w:r>
      <w:r w:rsidR="00CA148C">
        <w:t xml:space="preserve"> eröffnet die Kooperation mit Kunststoffsystemhäusern, so z. B. mit profine. Für das System PremiSlide wurde jetzt eine Produktplattform entwickelt, bei der Profil und Beschlag perfekt aufeinander abgestimmt sind. </w:t>
      </w:r>
    </w:p>
    <w:p w14:paraId="1098DB19" w14:textId="77777777" w:rsidR="006820C3" w:rsidRDefault="006820C3" w:rsidP="006820C3">
      <w:pPr>
        <w:pStyle w:val="Kommentartext"/>
        <w:spacing w:line="360" w:lineRule="auto"/>
      </w:pPr>
    </w:p>
    <w:p w14:paraId="5492B199" w14:textId="15D65C77" w:rsidR="00563EF6" w:rsidRDefault="00563EF6" w:rsidP="00CA148C"/>
    <w:p w14:paraId="5BA5F6CE" w14:textId="78169AD6" w:rsidR="00563EF6" w:rsidRDefault="00563EF6" w:rsidP="00563EF6">
      <w:pPr>
        <w:pStyle w:val="berschrift2"/>
      </w:pPr>
      <w:r>
        <w:t>SIEGENIA TITAN</w:t>
      </w:r>
    </w:p>
    <w:p w14:paraId="1D759DAE" w14:textId="5CE5C3D5" w:rsidR="00E149A9" w:rsidRDefault="00E149A9" w:rsidP="005E1468">
      <w:r>
        <w:t xml:space="preserve">Die Produktgruppe TITAN legt auf der FENSTERBAU 2018 einen besonderen Schwerpunkt auf die Weiterentwicklung und Optimierung ihres Portfolios. </w:t>
      </w:r>
      <w:r w:rsidR="00CD30D2">
        <w:t xml:space="preserve">Von der Möglichkeit, die gesicherte Spaltlüftung TITAN vent secure </w:t>
      </w:r>
      <w:r w:rsidR="00E07A06">
        <w:t xml:space="preserve">nun </w:t>
      </w:r>
      <w:r w:rsidR="00CD30D2">
        <w:t>auch in Verbindung mit dem RC2-geprüften motorischen Antrieb DRIVE axxent MH einzusetzen, über die Erweiterung der Einsatzmöglichkeiten des verdeckt liegenden Beschlags TITAN axxent 24</w:t>
      </w:r>
      <w:r w:rsidR="00CD30D2" w:rsidRPr="003F6A27">
        <w:rPr>
          <w:vertAlign w:val="superscript"/>
        </w:rPr>
        <w:t>+</w:t>
      </w:r>
      <w:r w:rsidR="00CD30D2">
        <w:t xml:space="preserve"> bis zur </w:t>
      </w:r>
      <w:r w:rsidR="00184476">
        <w:t>Komfort</w:t>
      </w:r>
      <w:r w:rsidR="00CD30D2">
        <w:t>schere verbinden die neuen</w:t>
      </w:r>
      <w:r>
        <w:t xml:space="preserve"> Lösungen </w:t>
      </w:r>
      <w:r w:rsidR="00CD30D2">
        <w:t xml:space="preserve">ein hohes Maß an </w:t>
      </w:r>
      <w:r>
        <w:t xml:space="preserve">Raumkomfort </w:t>
      </w:r>
      <w:r w:rsidR="0069676D">
        <w:t xml:space="preserve">für Endanwender </w:t>
      </w:r>
      <w:r w:rsidR="00CD30D2">
        <w:t xml:space="preserve">mit </w:t>
      </w:r>
      <w:r w:rsidR="002F37EC">
        <w:t>Z</w:t>
      </w:r>
      <w:r w:rsidR="00CD30D2">
        <w:t xml:space="preserve">eit- und </w:t>
      </w:r>
      <w:r w:rsidR="002F37EC">
        <w:t>K</w:t>
      </w:r>
      <w:r w:rsidR="00CD30D2">
        <w:t>osten</w:t>
      </w:r>
      <w:r w:rsidR="002F37EC">
        <w:t>ein</w:t>
      </w:r>
      <w:r w:rsidR="00CD30D2">
        <w:t>spar</w:t>
      </w:r>
      <w:r w:rsidR="002F37EC">
        <w:t>ungen</w:t>
      </w:r>
      <w:r w:rsidR="00CD30D2">
        <w:t xml:space="preserve"> in Fertigung und Montage.</w:t>
      </w:r>
    </w:p>
    <w:p w14:paraId="02616A37" w14:textId="7DFE13C2" w:rsidR="00E332ED" w:rsidRDefault="00FB4927" w:rsidP="00FB4927">
      <w:pPr>
        <w:pStyle w:val="berschrift4"/>
      </w:pPr>
      <w:r>
        <w:t>TITAN vent secure</w:t>
      </w:r>
      <w:r w:rsidR="00B87537">
        <w:t xml:space="preserve">: </w:t>
      </w:r>
      <w:r w:rsidR="00184476">
        <w:t>sicheres Lüften</w:t>
      </w:r>
      <w:r w:rsidR="00B87537">
        <w:t xml:space="preserve"> mit Bedienkomfort</w:t>
      </w:r>
    </w:p>
    <w:p w14:paraId="4150C871" w14:textId="671A1220" w:rsidR="00B87537" w:rsidRDefault="00E332ED" w:rsidP="00184476">
      <w:pPr>
        <w:pStyle w:val="Kommentartext"/>
        <w:spacing w:line="360" w:lineRule="auto"/>
      </w:pPr>
      <w:r>
        <w:t xml:space="preserve">So </w:t>
      </w:r>
      <w:r w:rsidR="005F0E5A">
        <w:t>bleibt</w:t>
      </w:r>
      <w:r>
        <w:t xml:space="preserve"> das Lüften auch bei Abwesenheit </w:t>
      </w:r>
      <w:r w:rsidR="00F15F10">
        <w:t>nicht nur</w:t>
      </w:r>
      <w:r w:rsidR="00184476">
        <w:t xml:space="preserve"> sicher</w:t>
      </w:r>
      <w:r w:rsidR="00F15F10">
        <w:t xml:space="preserve">, sondern wird jetzt </w:t>
      </w:r>
      <w:r w:rsidR="003F6A27">
        <w:t>zudem</w:t>
      </w:r>
      <w:r w:rsidR="00F15F10">
        <w:t xml:space="preserve"> besonders komfortabel</w:t>
      </w:r>
      <w:r>
        <w:t>: Die gesicherte Spaltlüftung TITAN vent secure für Dreh-Kipp-</w:t>
      </w:r>
      <w:r w:rsidRPr="00F96B78">
        <w:t xml:space="preserve">Fenster aus Holz, </w:t>
      </w:r>
      <w:r w:rsidRPr="00541D4C">
        <w:t>Holz-Aluminium</w:t>
      </w:r>
      <w:r w:rsidRPr="00F96B78">
        <w:t xml:space="preserve"> und Kunststoff </w:t>
      </w:r>
      <w:r>
        <w:t>gewährleistet einen durchgängigen Luftaustausch</w:t>
      </w:r>
      <w:r w:rsidR="00F15F10">
        <w:t xml:space="preserve"> und ein gesundes Raumluftklima</w:t>
      </w:r>
      <w:r w:rsidRPr="00C13C3A">
        <w:t xml:space="preserve">. </w:t>
      </w:r>
      <w:r w:rsidR="005F0E5A">
        <w:t>G</w:t>
      </w:r>
      <w:r>
        <w:t>rößte Stärke ist ihre frei skalierbare Einbruchhemmung bis RC3 in der Verschluss- sowie bis RC2 in der Lüftungsstellun</w:t>
      </w:r>
      <w:r w:rsidR="005F0E5A">
        <w:t xml:space="preserve">g. Durch </w:t>
      </w:r>
      <w:r>
        <w:t>eine 10</w:t>
      </w:r>
      <w:r w:rsidR="003F6A27">
        <w:t>-</w:t>
      </w:r>
      <w:r>
        <w:t>mm-</w:t>
      </w:r>
      <w:r w:rsidRPr="00C13C3A">
        <w:t xml:space="preserve">Kippspaltöffnung </w:t>
      </w:r>
      <w:r>
        <w:t>realisiert</w:t>
      </w:r>
      <w:r w:rsidR="005F0E5A">
        <w:t>, ist diese</w:t>
      </w:r>
      <w:r>
        <w:t xml:space="preserve"> </w:t>
      </w:r>
      <w:r w:rsidR="009318DC">
        <w:t>äußerst</w:t>
      </w:r>
      <w:r>
        <w:t xml:space="preserve"> </w:t>
      </w:r>
      <w:r w:rsidRPr="00C13C3A">
        <w:t xml:space="preserve">schlagregenbeständig und ermöglicht </w:t>
      </w:r>
      <w:r w:rsidR="005F0E5A">
        <w:t>w</w:t>
      </w:r>
      <w:r w:rsidR="00184476">
        <w:t>itterungs</w:t>
      </w:r>
      <w:r>
        <w:t>unabhängige</w:t>
      </w:r>
      <w:r w:rsidR="00184476">
        <w:t>s</w:t>
      </w:r>
      <w:r>
        <w:t xml:space="preserve"> </w:t>
      </w:r>
      <w:r w:rsidR="00184476">
        <w:t>Lüften</w:t>
      </w:r>
      <w:r w:rsidR="003F6A27">
        <w:t xml:space="preserve"> </w:t>
      </w:r>
      <w:r>
        <w:t xml:space="preserve">– im Sommer auch </w:t>
      </w:r>
      <w:r w:rsidR="00B87537">
        <w:t>zur</w:t>
      </w:r>
      <w:r w:rsidR="005F0E5A">
        <w:t xml:space="preserve"> </w:t>
      </w:r>
      <w:r>
        <w:t xml:space="preserve">Nachtabkühlung. </w:t>
      </w:r>
      <w:r w:rsidR="00184476">
        <w:t>Von außen ist die Spaltlüftungsstellun</w:t>
      </w:r>
      <w:r w:rsidR="003F6A27">
        <w:t xml:space="preserve">g – im </w:t>
      </w:r>
      <w:r w:rsidR="00184476">
        <w:t>Gegensatz zu einem gekippten Fenste</w:t>
      </w:r>
      <w:r w:rsidR="003F6A27">
        <w:t>r – k</w:t>
      </w:r>
      <w:r w:rsidR="00184476">
        <w:t xml:space="preserve">aum erkennbar und lockt somit keine ungebetenen Gäste an. </w:t>
      </w:r>
      <w:r w:rsidR="00B87537">
        <w:t xml:space="preserve">Jetzt stellt </w:t>
      </w:r>
      <w:r>
        <w:t xml:space="preserve">TITAN vent secure </w:t>
      </w:r>
      <w:r w:rsidR="00B87537">
        <w:t xml:space="preserve">auch seine </w:t>
      </w:r>
      <w:r w:rsidR="009318DC">
        <w:t>Komfort</w:t>
      </w:r>
      <w:r w:rsidR="00B87537">
        <w:t>qualitäten unter Beweis</w:t>
      </w:r>
      <w:r w:rsidRPr="00B87537">
        <w:t>:</w:t>
      </w:r>
      <w:r w:rsidR="00B87537" w:rsidRPr="00B87537">
        <w:t xml:space="preserve"> </w:t>
      </w:r>
      <w:r w:rsidR="00B87537">
        <w:t>Mit Hilfe des motorischen Antriebs DRIVE axxent MH ist n</w:t>
      </w:r>
      <w:r w:rsidR="00B87537" w:rsidRPr="00B87537">
        <w:t xml:space="preserve">eben der intuitiven </w:t>
      </w:r>
      <w:r w:rsidRPr="00B87537">
        <w:t>manuelle</w:t>
      </w:r>
      <w:r w:rsidR="00B87537" w:rsidRPr="00B87537">
        <w:t>n</w:t>
      </w:r>
      <w:r w:rsidRPr="00B87537">
        <w:t xml:space="preserve"> Bedienung </w:t>
      </w:r>
      <w:r w:rsidR="00B87537">
        <w:t xml:space="preserve">auch die Steuerung per Knopfdruck möglich. Auf die hohe Einbruchhemmung bleibt dabei </w:t>
      </w:r>
      <w:r w:rsidR="00E07A06">
        <w:t xml:space="preserve">uneingeschränkt </w:t>
      </w:r>
      <w:r w:rsidR="00B87537">
        <w:t xml:space="preserve">Verlass, denn die </w:t>
      </w:r>
      <w:r w:rsidR="00B87537" w:rsidRPr="00D92B81">
        <w:t xml:space="preserve">Kombination </w:t>
      </w:r>
      <w:r w:rsidR="00B87537">
        <w:t xml:space="preserve">dieser beiden Lösungen wurde erfolgreich nach </w:t>
      </w:r>
      <w:r w:rsidR="00B87537" w:rsidRPr="00D92B81">
        <w:t>RC2</w:t>
      </w:r>
      <w:r w:rsidR="00B87537">
        <w:t xml:space="preserve"> </w:t>
      </w:r>
      <w:r w:rsidR="003F6A27">
        <w:t>geprüft</w:t>
      </w:r>
      <w:r w:rsidR="00B87537" w:rsidRPr="00D92B81">
        <w:t>.</w:t>
      </w:r>
      <w:r w:rsidR="00B87537">
        <w:t xml:space="preserve"> </w:t>
      </w:r>
      <w:r>
        <w:t>Sowohl in der Fertigung als auch bei der Nachrüstung kann der TITAN vent secure überzeugen</w:t>
      </w:r>
      <w:r w:rsidR="009318DC">
        <w:t>, so z. B. d</w:t>
      </w:r>
      <w:r>
        <w:t>urch</w:t>
      </w:r>
      <w:r w:rsidR="009318DC">
        <w:t xml:space="preserve"> </w:t>
      </w:r>
      <w:r>
        <w:t xml:space="preserve">den Verzicht </w:t>
      </w:r>
      <w:r w:rsidRPr="00F96B78">
        <w:t xml:space="preserve">auf </w:t>
      </w:r>
      <w:r>
        <w:t>Sonder</w:t>
      </w:r>
      <w:r w:rsidRPr="00F96B78">
        <w:t>bauteile</w:t>
      </w:r>
      <w:r>
        <w:t xml:space="preserve"> zur Realisierung der Kippspaltöffnung</w:t>
      </w:r>
      <w:r w:rsidRPr="00F96B78">
        <w:t xml:space="preserve"> im Flügelbeschlag und bei den Bandseiten</w:t>
      </w:r>
      <w:r>
        <w:t>.</w:t>
      </w:r>
    </w:p>
    <w:p w14:paraId="6044988E" w14:textId="18D3F4AD" w:rsidR="006118B2" w:rsidRDefault="00184476" w:rsidP="006118B2">
      <w:pPr>
        <w:pStyle w:val="berschrift4"/>
      </w:pPr>
      <w:r>
        <w:lastRenderedPageBreak/>
        <w:t xml:space="preserve">Lastabtragung </w:t>
      </w:r>
      <w:r w:rsidR="006118B2" w:rsidRPr="002B5C2C">
        <w:t>TITAN axxent 24</w:t>
      </w:r>
      <w:r w:rsidR="006118B2" w:rsidRPr="0035173C">
        <w:rPr>
          <w:vertAlign w:val="superscript"/>
        </w:rPr>
        <w:t>+</w:t>
      </w:r>
      <w:r w:rsidR="002B5C2C" w:rsidRPr="002B5C2C">
        <w:t xml:space="preserve">: </w:t>
      </w:r>
      <w:r w:rsidR="00006E01">
        <w:br/>
      </w:r>
      <w:r w:rsidR="002B5C2C" w:rsidRPr="002B5C2C">
        <w:t>verdeckt lie</w:t>
      </w:r>
      <w:r w:rsidR="002B5C2C">
        <w:t>gende Optik für Schwergewichte</w:t>
      </w:r>
    </w:p>
    <w:p w14:paraId="16D3A364" w14:textId="77777777" w:rsidR="0098674F" w:rsidRDefault="00D52CC2" w:rsidP="00D52CC2">
      <w:r w:rsidRPr="00D52CC2">
        <w:t xml:space="preserve">Ein einziges Zusatzbauteil macht es möglich: Die vollkommen verdeckt liegende Bandseite TITAN axxent 24+ trägt jetzt Flügelgewichte bis 185 kg anstelle der bisherigen 150 kg und eignet sich damit auch für energieeffiziente Dreifachverglasungen. Mehr schafft keine andere Lösung auf dem Markt. Die neue Lastabtragung </w:t>
      </w:r>
      <w:r w:rsidR="00101DEF">
        <w:t xml:space="preserve">von SIEGENIA </w:t>
      </w:r>
      <w:r w:rsidRPr="00D52CC2">
        <w:t>ist für Elemente aus Holz und Holz-Aluminium erhältlich</w:t>
      </w:r>
      <w:r>
        <w:t xml:space="preserve">. </w:t>
      </w:r>
      <w:r w:rsidRPr="00D52CC2">
        <w:t xml:space="preserve">In Fertigung und Montage schafft </w:t>
      </w:r>
      <w:r w:rsidR="0098674F">
        <w:t xml:space="preserve">die Bandseite </w:t>
      </w:r>
      <w:r w:rsidRPr="00D52CC2">
        <w:t>TITAN axxent 24</w:t>
      </w:r>
      <w:r w:rsidRPr="00D52CC2">
        <w:rPr>
          <w:vertAlign w:val="superscript"/>
        </w:rPr>
        <w:t>+</w:t>
      </w:r>
      <w:r w:rsidRPr="00D52CC2">
        <w:t xml:space="preserve"> die Voraussetzungen für mehr Effizienz, wirtschaftliche Abläufe und eine schlanke Lagerhaltung. Zusätzliche Vorteile für Verarbeiter bringt auch die Ausführung für 34 mm und 35 mm Falztiefe: Dank der vormontierten Tragzapfen lassen sich die Lagerbauteile noch schneller und exakter positionieren, und der Auflagedübel zur Stabilisierung des Profils ist erst bei Flügelgewichten über 130 kg notwendig. </w:t>
      </w:r>
      <w:r w:rsidRPr="00D52CC2">
        <w:rPr>
          <w:bCs/>
        </w:rPr>
        <w:t xml:space="preserve">Die neue Lastabtragung </w:t>
      </w:r>
      <w:r w:rsidRPr="00D52CC2">
        <w:t xml:space="preserve">eignet sich </w:t>
      </w:r>
      <w:r w:rsidR="00101DEF">
        <w:t xml:space="preserve">zudem </w:t>
      </w:r>
      <w:r w:rsidRPr="00D52CC2">
        <w:t>hervorragend für Nachrüstung und Reparaturfälle.</w:t>
      </w:r>
      <w:r>
        <w:t xml:space="preserve"> </w:t>
      </w:r>
    </w:p>
    <w:p w14:paraId="0CE91CD1" w14:textId="77777777" w:rsidR="0098674F" w:rsidRDefault="0098674F" w:rsidP="00D52CC2"/>
    <w:p w14:paraId="13E0E098" w14:textId="2E22ECF4" w:rsidR="00D52CC2" w:rsidRDefault="00AE1FE9" w:rsidP="00D52CC2">
      <w:pPr>
        <w:rPr>
          <w:rFonts w:ascii="Franklin Gothic Book" w:hAnsi="Franklin Gothic Book"/>
          <w:color w:val="000000"/>
        </w:rPr>
      </w:pPr>
      <w:r>
        <w:t xml:space="preserve">Auch unter Raumkomfort-Aspekten bietet die </w:t>
      </w:r>
      <w:r w:rsidR="00D52CC2" w:rsidRPr="00D52CC2">
        <w:t xml:space="preserve">leistungsfähige Bandseite für Dreh- und Dreh-Kipp-Flügel </w:t>
      </w:r>
      <w:r>
        <w:t xml:space="preserve">zahlreiche Vorteile. </w:t>
      </w:r>
      <w:r w:rsidR="00101DEF">
        <w:t>Zum einen kommt sie d</w:t>
      </w:r>
      <w:r>
        <w:t xml:space="preserve">urch die erhöhte Tragkraft von 185 kg </w:t>
      </w:r>
      <w:r w:rsidR="00D52CC2" w:rsidRPr="00D52CC2">
        <w:t xml:space="preserve">den steigenden Anforderungen an das Thema Nachhaltigkeit entgegen. Völlig verdeckt liegend, erfüllt sie </w:t>
      </w:r>
      <w:r w:rsidR="00101DEF">
        <w:t>zum anderen</w:t>
      </w:r>
      <w:r w:rsidR="00D52CC2" w:rsidRPr="00D52CC2">
        <w:t xml:space="preserve"> höchste Ansprüche an transparente Ästhetik</w:t>
      </w:r>
      <w:r w:rsidR="00101DEF">
        <w:t xml:space="preserve"> und</w:t>
      </w:r>
      <w:r w:rsidR="00D52CC2" w:rsidRPr="00D52CC2">
        <w:t xml:space="preserve"> schafft Raumkomfort durch große realisierbare Weiten</w:t>
      </w:r>
      <w:r w:rsidR="00101DEF">
        <w:t xml:space="preserve">. Dabei </w:t>
      </w:r>
      <w:r w:rsidR="00D52CC2" w:rsidRPr="00D52CC2">
        <w:t xml:space="preserve">überzeugt </w:t>
      </w:r>
      <w:r w:rsidR="00101DEF">
        <w:t xml:space="preserve">sie </w:t>
      </w:r>
      <w:r w:rsidR="00D52CC2" w:rsidRPr="00D52CC2">
        <w:t xml:space="preserve">durch dauerhafte Leichtgängigkeit und eine komfortable Bedienung. </w:t>
      </w:r>
      <w:r w:rsidR="00E431D5">
        <w:t>Nicht zuletzt</w:t>
      </w:r>
      <w:r w:rsidR="00D52CC2" w:rsidRPr="00D52CC2">
        <w:t xml:space="preserve"> beugt der hohe Dichtschluss Zuglufterscheinungen vor und steigert so das Wohlgefühl.</w:t>
      </w:r>
    </w:p>
    <w:p w14:paraId="7ADE7819" w14:textId="6E7A612B" w:rsidR="009318DC" w:rsidRDefault="009318DC" w:rsidP="009318DC">
      <w:pPr>
        <w:pStyle w:val="berschrift4"/>
      </w:pPr>
      <w:r>
        <w:t xml:space="preserve">TITAN </w:t>
      </w:r>
      <w:r w:rsidR="00ED2070">
        <w:t>Komfort</w:t>
      </w:r>
      <w:r>
        <w:t>schere</w:t>
      </w:r>
      <w:r w:rsidR="003A68BE">
        <w:t>: hohe Gewichte mühelos bewegen</w:t>
      </w:r>
    </w:p>
    <w:p w14:paraId="70C5A671" w14:textId="5E9BA39D" w:rsidR="009318DC" w:rsidRDefault="003A68BE" w:rsidP="009318DC">
      <w:r>
        <w:t>Ebenfalls auf der FENSTERBAU zu sehen ist die</w:t>
      </w:r>
      <w:r w:rsidR="009318DC">
        <w:t xml:space="preserve"> TITAN </w:t>
      </w:r>
      <w:r w:rsidR="00ED2070">
        <w:t>Komfort</w:t>
      </w:r>
      <w:r w:rsidR="009318DC">
        <w:t>schere</w:t>
      </w:r>
      <w:r>
        <w:t>. Sie</w:t>
      </w:r>
      <w:r w:rsidR="009318DC">
        <w:t xml:space="preserve"> macht das Schließen schwergewichtiger Dreh-Kipp-Fenster und -Fenstertüren aus Kunststoff, Holz</w:t>
      </w:r>
      <w:r w:rsidR="00E07A06">
        <w:t xml:space="preserve"> und</w:t>
      </w:r>
      <w:r w:rsidR="009318DC">
        <w:t xml:space="preserve"> Holz-Aluminium nach dem Kipplüften denkbar einfach. </w:t>
      </w:r>
      <w:r w:rsidR="009318DC" w:rsidRPr="00320FCF">
        <w:t xml:space="preserve">Beim Öffnen in die Kippstellung wird eine integrierte Kraftspeichereinheit aktiviert, die das Nachwippen </w:t>
      </w:r>
      <w:r w:rsidR="009318DC">
        <w:t>beim Öffnen</w:t>
      </w:r>
      <w:r w:rsidR="00184476">
        <w:t xml:space="preserve"> deutlich</w:t>
      </w:r>
      <w:r w:rsidR="009318DC">
        <w:t xml:space="preserve"> </w:t>
      </w:r>
      <w:r w:rsidR="009318DC" w:rsidRPr="00320FCF">
        <w:t>reduziert</w:t>
      </w:r>
      <w:r w:rsidR="00184476">
        <w:t xml:space="preserve"> und die Lagerstellen schont</w:t>
      </w:r>
      <w:r w:rsidR="009318DC">
        <w:t>. Selbst hohe Flügelgewichte lassen sich so angenehm, leichtgängig und mit nur einer Hand bedienen.</w:t>
      </w:r>
      <w:r w:rsidR="009318DC" w:rsidRPr="00320FCF">
        <w:t xml:space="preserve"> </w:t>
      </w:r>
      <w:r>
        <w:t xml:space="preserve">Das macht die </w:t>
      </w:r>
      <w:r w:rsidR="009318DC">
        <w:t xml:space="preserve">TITAN </w:t>
      </w:r>
      <w:r w:rsidR="00ED2070">
        <w:t>Komfort</w:t>
      </w:r>
      <w:r w:rsidR="009318DC">
        <w:t>schere</w:t>
      </w:r>
      <w:r>
        <w:t>, die mi</w:t>
      </w:r>
      <w:r w:rsidR="00E07A06">
        <w:t>t</w:t>
      </w:r>
      <w:r>
        <w:t xml:space="preserve"> ihrer verdeckt liegenden Technik auch bei der Optik über klare Stärken verfügt, zu</w:t>
      </w:r>
      <w:r w:rsidR="009318DC">
        <w:t xml:space="preserve"> eine</w:t>
      </w:r>
      <w:r>
        <w:t>r</w:t>
      </w:r>
      <w:r w:rsidR="009318DC">
        <w:t xml:space="preserve"> ideale</w:t>
      </w:r>
      <w:r>
        <w:t>n</w:t>
      </w:r>
      <w:r w:rsidR="009318DC">
        <w:t xml:space="preserve"> Lösung für </w:t>
      </w:r>
      <w:r w:rsidRPr="00A73322">
        <w:t xml:space="preserve">Fenster ab </w:t>
      </w:r>
      <w:r w:rsidR="00184476">
        <w:t>5</w:t>
      </w:r>
      <w:r w:rsidRPr="00A73322">
        <w:t>0 kg</w:t>
      </w:r>
      <w:r>
        <w:t xml:space="preserve"> sowie</w:t>
      </w:r>
      <w:r w:rsidRPr="00A73322">
        <w:t xml:space="preserve"> </w:t>
      </w:r>
      <w:r>
        <w:t>Fenster</w:t>
      </w:r>
      <w:r w:rsidRPr="00A73322">
        <w:t xml:space="preserve">türen ab </w:t>
      </w:r>
      <w:r w:rsidR="00184476">
        <w:t>7</w:t>
      </w:r>
      <w:r w:rsidRPr="00A73322">
        <w:t>0 kg</w:t>
      </w:r>
      <w:r>
        <w:t xml:space="preserve"> Flügelgewicht. </w:t>
      </w:r>
      <w:r w:rsidR="009318DC">
        <w:t xml:space="preserve">Mit einem echten Alleinstellungsmerkmal wartet </w:t>
      </w:r>
      <w:r w:rsidR="00E07A06">
        <w:t>sie darüber hinaus</w:t>
      </w:r>
      <w:r w:rsidR="009318DC">
        <w:t xml:space="preserve"> bei der Vor-Ort-Montage auf. Anders als elektrische Lösungen überzeugt sie dort durch den Verzicht auf Kabel und Energieversorgung und lässt sich schnell, kostengünstig und ohne großen Aufwand oder Bauschmutz nachrüsten. </w:t>
      </w:r>
    </w:p>
    <w:p w14:paraId="698F4259" w14:textId="29CB24AC" w:rsidR="009318DC" w:rsidRDefault="009318DC" w:rsidP="009318DC"/>
    <w:p w14:paraId="4CE7B751" w14:textId="77777777" w:rsidR="0069676D" w:rsidRDefault="0069676D" w:rsidP="009318DC"/>
    <w:p w14:paraId="55D91422" w14:textId="4E13FF52" w:rsidR="00630BA7" w:rsidRDefault="00563EF6" w:rsidP="00630BA7">
      <w:pPr>
        <w:pStyle w:val="berschrift2"/>
      </w:pPr>
      <w:r>
        <w:t xml:space="preserve">SIEGENIA </w:t>
      </w:r>
      <w:r w:rsidR="00630BA7">
        <w:t>ALU</w:t>
      </w:r>
    </w:p>
    <w:p w14:paraId="03E631A0" w14:textId="7E357126" w:rsidR="00630BA7" w:rsidRDefault="002C5684" w:rsidP="002C5684">
      <w:r>
        <w:rPr>
          <w:rFonts w:eastAsia="Calibri"/>
          <w:lang w:eastAsia="en-US"/>
        </w:rPr>
        <w:t>Eine Weiterentwicklung des bewährten ALU 5200 stellt die Produktgruppe ALU auf der FENSTERBAU vor</w:t>
      </w:r>
      <w:r w:rsidR="00371A65">
        <w:rPr>
          <w:rFonts w:eastAsia="Calibri"/>
          <w:lang w:eastAsia="en-US"/>
        </w:rPr>
        <w:t xml:space="preserve">: den ALU 5100, der durch </w:t>
      </w:r>
      <w:r w:rsidR="00630BA7">
        <w:t>die Summe seiner positiven Eigenschaften</w:t>
      </w:r>
      <w:r w:rsidR="00371A65">
        <w:t xml:space="preserve"> überzeugt</w:t>
      </w:r>
      <w:r w:rsidR="00630BA7">
        <w:t>.</w:t>
      </w:r>
    </w:p>
    <w:p w14:paraId="310A6F5D" w14:textId="77777777" w:rsidR="00630BA7" w:rsidRDefault="002C5684" w:rsidP="002C5684">
      <w:pPr>
        <w:pStyle w:val="berschrift4"/>
      </w:pPr>
      <w:r>
        <w:t>Ansprechende Optik – Stärken in Verarbeitung und Montage</w:t>
      </w:r>
    </w:p>
    <w:p w14:paraId="785F0B03" w14:textId="16209E20" w:rsidR="00630BA7" w:rsidRDefault="00630BA7" w:rsidP="00630BA7">
      <w:r>
        <w:t xml:space="preserve">Hierzu kombiniert der leistungsstarke </w:t>
      </w:r>
      <w:r w:rsidR="00CA148C">
        <w:t>Beschlag</w:t>
      </w:r>
      <w:r w:rsidR="002C5684">
        <w:t>, der</w:t>
      </w:r>
      <w:r>
        <w:t xml:space="preserve"> von SIEGENIA </w:t>
      </w:r>
      <w:r w:rsidR="002C5684">
        <w:t xml:space="preserve">für ein- und zweiflügelige Dreh-Kipp-Fenster konzipiert wurde, </w:t>
      </w:r>
      <w:r>
        <w:t>eine ansprechende Optik mit</w:t>
      </w:r>
      <w:r w:rsidR="008C52CE">
        <w:t xml:space="preserve"> klaren</w:t>
      </w:r>
      <w:r w:rsidR="002C5684">
        <w:t xml:space="preserve"> Verarbeitungsv</w:t>
      </w:r>
      <w:r>
        <w:t xml:space="preserve">orteilen. </w:t>
      </w:r>
      <w:r w:rsidR="009A3300">
        <w:t xml:space="preserve">Zu den Vorzügen </w:t>
      </w:r>
      <w:r w:rsidR="009A3300" w:rsidRPr="009A3300">
        <w:t xml:space="preserve">aus Sicht von </w:t>
      </w:r>
      <w:r w:rsidRPr="009A3300">
        <w:t>Architekten und Endanwender</w:t>
      </w:r>
      <w:r w:rsidR="009A3300" w:rsidRPr="009A3300">
        <w:t>n zählt insbesondere</w:t>
      </w:r>
      <w:r w:rsidR="002C5684" w:rsidRPr="009A3300">
        <w:t xml:space="preserve"> </w:t>
      </w:r>
      <w:r w:rsidR="009A3300" w:rsidRPr="009A3300">
        <w:t xml:space="preserve">das </w:t>
      </w:r>
      <w:r w:rsidR="002C5684" w:rsidRPr="009A3300">
        <w:t>gleichmäßige</w:t>
      </w:r>
      <w:r w:rsidRPr="009A3300">
        <w:t xml:space="preserve"> Fugenbild </w:t>
      </w:r>
      <w:r w:rsidR="002C5684" w:rsidRPr="009A3300">
        <w:t>des ALU 5100</w:t>
      </w:r>
      <w:r w:rsidRPr="009A3300">
        <w:t xml:space="preserve">. Dabei geht sein dezentes Erscheinungsbild Hand in Hand mit </w:t>
      </w:r>
      <w:r w:rsidR="00044613" w:rsidRPr="009A3300">
        <w:t>einer großen</w:t>
      </w:r>
      <w:r w:rsidRPr="009A3300">
        <w:t xml:space="preserve"> Farbvielfalt</w:t>
      </w:r>
      <w:r w:rsidR="00237D1F" w:rsidRPr="009A3300">
        <w:t>, denn der</w:t>
      </w:r>
      <w:r w:rsidR="00237D1F">
        <w:t xml:space="preserve"> neue Beschlag </w:t>
      </w:r>
      <w:r w:rsidR="002C5684">
        <w:t xml:space="preserve">ist </w:t>
      </w:r>
      <w:r>
        <w:t xml:space="preserve">in fast allen RAL-Farben </w:t>
      </w:r>
      <w:r w:rsidR="0069676D">
        <w:t xml:space="preserve">und </w:t>
      </w:r>
      <w:r>
        <w:t xml:space="preserve">in </w:t>
      </w:r>
      <w:r w:rsidR="0069676D">
        <w:t>silbereloxiert (</w:t>
      </w:r>
      <w:r>
        <w:t>EV1</w:t>
      </w:r>
      <w:r w:rsidR="0069676D">
        <w:t>)</w:t>
      </w:r>
      <w:r>
        <w:t xml:space="preserve"> direkt ab Werk</w:t>
      </w:r>
      <w:r w:rsidR="00237D1F">
        <w:t xml:space="preserve"> lieferbar</w:t>
      </w:r>
      <w:r>
        <w:t xml:space="preserve">. Das erlaubt die </w:t>
      </w:r>
      <w:r w:rsidR="002C5684">
        <w:t>gestalterische Einbindung</w:t>
      </w:r>
      <w:r>
        <w:t xml:space="preserve"> des Fensters in das architektonische Gesamtkonzept. Geeignet für Fensterflügel </w:t>
      </w:r>
      <w:r w:rsidR="00184476">
        <w:t xml:space="preserve">bis </w:t>
      </w:r>
      <w:r>
        <w:t xml:space="preserve">80 kg und für alle gängigen Aluminiumprofile mit 10-14 mm Euronut, </w:t>
      </w:r>
      <w:r w:rsidR="00CA148C">
        <w:t>punktet</w:t>
      </w:r>
      <w:r>
        <w:t xml:space="preserve"> der ALU 5100 auch in Verarbeitung und Montage.</w:t>
      </w:r>
      <w:r w:rsidR="00551731">
        <w:t xml:space="preserve"> Insbesondere gilt das für s</w:t>
      </w:r>
      <w:r w:rsidR="00984EB9">
        <w:t>e</w:t>
      </w:r>
      <w:r w:rsidR="00551731">
        <w:t xml:space="preserve">ine Stahlklemmstücke für Rahmen und Flügel, die sich leicht in die Beschlagnut einpassen lassen und auch das mehrfache Nachziehen erlauben. Darüber hinaus sorgt </w:t>
      </w:r>
      <w:r>
        <w:t xml:space="preserve">sein hoher Vormontagegrad </w:t>
      </w:r>
      <w:r w:rsidR="00551731">
        <w:t xml:space="preserve">für eine </w:t>
      </w:r>
      <w:r>
        <w:t>prozesssicher</w:t>
      </w:r>
      <w:r w:rsidR="00551731">
        <w:t>e,</w:t>
      </w:r>
      <w:r>
        <w:t xml:space="preserve"> ökonomisch</w:t>
      </w:r>
      <w:r w:rsidR="00551731">
        <w:t>e</w:t>
      </w:r>
      <w:r>
        <w:t xml:space="preserve"> Fertigung</w:t>
      </w:r>
      <w:r w:rsidR="00551731">
        <w:t>, die dank der Verwendung von nur einigen wenigen Bauteilen auch bei der Aufrüstung auf eine Tragkraft von bis zu 100 kg schlank bleibt. D</w:t>
      </w:r>
      <w:r>
        <w:t xml:space="preserve">ie integrierte Seiteneinstellbarkeit </w:t>
      </w:r>
      <w:r w:rsidR="00551731">
        <w:t>mit der</w:t>
      </w:r>
      <w:r>
        <w:t xml:space="preserve"> Möglichkeit zur Justierung des Flügels ohne Aushängen</w:t>
      </w:r>
      <w:r w:rsidR="00551731">
        <w:t xml:space="preserve"> gewährleistet schließlich eine einfache Vor-Ort-Montage</w:t>
      </w:r>
      <w:r>
        <w:t xml:space="preserve">. </w:t>
      </w:r>
    </w:p>
    <w:p w14:paraId="76E8F2D7" w14:textId="77777777" w:rsidR="001B64B7" w:rsidRDefault="001B64B7" w:rsidP="00630BA7"/>
    <w:p w14:paraId="71367630" w14:textId="00EAD036" w:rsidR="00F42BA0" w:rsidRDefault="00F42BA0" w:rsidP="005E1468"/>
    <w:p w14:paraId="4B425CBE" w14:textId="7F63E254" w:rsidR="00563EF6" w:rsidRDefault="004C037C" w:rsidP="00563EF6">
      <w:pPr>
        <w:pStyle w:val="berschrift2"/>
      </w:pPr>
      <w:r>
        <w:t xml:space="preserve">SIEGENIA </w:t>
      </w:r>
      <w:r w:rsidR="00563EF6">
        <w:t>DRIVE</w:t>
      </w:r>
    </w:p>
    <w:p w14:paraId="71C9FDEB" w14:textId="4FDFE392" w:rsidR="00FB1331" w:rsidRDefault="009E67C9" w:rsidP="00FB1331">
      <w:r>
        <w:t xml:space="preserve">Mit </w:t>
      </w:r>
      <w:r w:rsidR="00ED1FE9">
        <w:t>der SIEGENIA Comfort App</w:t>
      </w:r>
      <w:r>
        <w:t xml:space="preserve"> für die Komfortbedienung von Fenstern</w:t>
      </w:r>
      <w:r w:rsidR="00B0574C">
        <w:t xml:space="preserve">, Türen, </w:t>
      </w:r>
      <w:r>
        <w:t xml:space="preserve">Großflächenelementen </w:t>
      </w:r>
      <w:r w:rsidR="00B0574C">
        <w:t xml:space="preserve">und Lüftern </w:t>
      </w:r>
      <w:r>
        <w:t xml:space="preserve">setzt die Produktgruppe DRIVE Zeichen auf der </w:t>
      </w:r>
      <w:r w:rsidR="00B0574C">
        <w:t>FENSTERBAU.</w:t>
      </w:r>
      <w:r w:rsidR="00306FE8">
        <w:t xml:space="preserve"> </w:t>
      </w:r>
      <w:r w:rsidR="003E15CD">
        <w:t>So bietet s</w:t>
      </w:r>
      <w:r w:rsidR="00306FE8">
        <w:t>ie</w:t>
      </w:r>
      <w:r w:rsidR="00B0574C">
        <w:t xml:space="preserve"> </w:t>
      </w:r>
      <w:r w:rsidR="00FB1331" w:rsidRPr="00713E9A">
        <w:t xml:space="preserve">Verarbeitern die Möglichkeit, sich bei Eigenheimbesitzern mit </w:t>
      </w:r>
      <w:r w:rsidR="00306FE8">
        <w:t>attraktiven Lösungen für das aktuelle Trend</w:t>
      </w:r>
      <w:r w:rsidR="007413F2">
        <w:t>t</w:t>
      </w:r>
      <w:r w:rsidR="00306FE8">
        <w:t>hema Smart Home</w:t>
      </w:r>
      <w:r w:rsidR="00ED1FE9">
        <w:t xml:space="preserve"> </w:t>
      </w:r>
      <w:r w:rsidR="00FB1331" w:rsidRPr="00713E9A">
        <w:t>zu profilieren.</w:t>
      </w:r>
    </w:p>
    <w:p w14:paraId="5A83F902" w14:textId="632F74AE" w:rsidR="001C374D" w:rsidRDefault="007D4869" w:rsidP="00696D7A">
      <w:pPr>
        <w:pStyle w:val="berschrift4"/>
      </w:pPr>
      <w:r>
        <w:t xml:space="preserve">Für smarten Bedienkomfort: </w:t>
      </w:r>
      <w:r w:rsidR="001C374D">
        <w:t>SIEGENIA Comfort App</w:t>
      </w:r>
    </w:p>
    <w:p w14:paraId="6AEF260C" w14:textId="7B5866F6" w:rsidR="007D4869" w:rsidRDefault="001C374D" w:rsidP="001C374D">
      <w:r w:rsidRPr="00713E9A">
        <w:t>Sie nennen sich nicht nur „smart“ – sie sind es auch: die motorischen Antriebe und Lüftungssysteme von SIEGENIA. Mit der SIEGENIA Comfort App lassen sie sich in der smart-Variante bequem via Smartphone oder Tablet bedienen</w:t>
      </w:r>
      <w:r w:rsidR="00696D7A">
        <w:t xml:space="preserve"> und bieten Endanwendern </w:t>
      </w:r>
      <w:r w:rsidR="00306FE8">
        <w:t xml:space="preserve">somit </w:t>
      </w:r>
      <w:r w:rsidR="00696D7A" w:rsidRPr="00713E9A">
        <w:rPr>
          <w:szCs w:val="20"/>
        </w:rPr>
        <w:t xml:space="preserve">die </w:t>
      </w:r>
      <w:r w:rsidR="00696D7A" w:rsidRPr="00713E9A">
        <w:rPr>
          <w:szCs w:val="20"/>
        </w:rPr>
        <w:lastRenderedPageBreak/>
        <w:t>komfortable Bedienung und Überwachung sämtlicher Funktionen aus einer Hand</w:t>
      </w:r>
      <w:r w:rsidR="00696D7A">
        <w:rPr>
          <w:szCs w:val="20"/>
        </w:rPr>
        <w:t xml:space="preserve">. Dabei </w:t>
      </w:r>
      <w:r w:rsidR="007D4869">
        <w:rPr>
          <w:szCs w:val="20"/>
        </w:rPr>
        <w:t>funktionieren</w:t>
      </w:r>
      <w:r w:rsidR="00696D7A">
        <w:rPr>
          <w:szCs w:val="20"/>
        </w:rPr>
        <w:t xml:space="preserve"> d</w:t>
      </w:r>
      <w:r w:rsidR="00696D7A" w:rsidRPr="0033505F">
        <w:t xml:space="preserve">ie Verbindung mit der Comfort App sowie die Einbindung in das heimische WLAN-Netz so schnell und </w:t>
      </w:r>
      <w:r w:rsidR="00696D7A">
        <w:t>unkompliziert</w:t>
      </w:r>
      <w:r w:rsidR="00696D7A" w:rsidRPr="0033505F">
        <w:t xml:space="preserve"> wie bei einem </w:t>
      </w:r>
      <w:r w:rsidR="00696D7A">
        <w:t>Smartphone</w:t>
      </w:r>
      <w:r w:rsidR="00696D7A" w:rsidRPr="0033505F">
        <w:t>.</w:t>
      </w:r>
      <w:r w:rsidR="007D4869">
        <w:t xml:space="preserve"> </w:t>
      </w:r>
      <w:r w:rsidR="00795B52">
        <w:t xml:space="preserve">In Sachen Komfort macht die SIEGENIA Comfort App ihrem Namen alle Ehre. </w:t>
      </w:r>
      <w:r w:rsidR="007D4869">
        <w:t>So erlauben sämtliche Hebe-Schiebe-Antriebe nicht nur das automatische Öffnen und Verriegeln von bis zu 400 kg schweren Elementen, sondern verbinden dieses mit frei bestimmbaren Öffnungsweiten und zeitgesteuerten Lüftungsfunktionen.</w:t>
      </w:r>
      <w:r w:rsidR="008A35A4">
        <w:t xml:space="preserve"> </w:t>
      </w:r>
      <w:r>
        <w:t xml:space="preserve">Auch die Wandlüfter AEROVITAL ambience smart und AEROTUBE smart bieten individuelle Freiheiten zur Steuerung der bedarfsgerechten Lüftung. </w:t>
      </w:r>
      <w:r w:rsidR="008A35A4">
        <w:t xml:space="preserve">In Kombination mit </w:t>
      </w:r>
      <w:r w:rsidR="008A35A4" w:rsidRPr="00CF7E3D">
        <w:rPr>
          <w:szCs w:val="20"/>
        </w:rPr>
        <w:t xml:space="preserve">der elektromechanischen Mehrfachverriegelung </w:t>
      </w:r>
      <w:r w:rsidR="008A35A4">
        <w:rPr>
          <w:szCs w:val="20"/>
        </w:rPr>
        <w:t xml:space="preserve">GENIUS lassen sich zudem </w:t>
      </w:r>
      <w:r w:rsidR="00ED1FE9">
        <w:rPr>
          <w:szCs w:val="20"/>
        </w:rPr>
        <w:t xml:space="preserve">mit der Comfort App </w:t>
      </w:r>
      <w:r w:rsidR="007D4869" w:rsidRPr="00CF7E3D">
        <w:rPr>
          <w:szCs w:val="20"/>
        </w:rPr>
        <w:t>Hauseingangstüren je nach Bedarf per Fingertipp verriegeln oder frei zugänglich machen.</w:t>
      </w:r>
    </w:p>
    <w:p w14:paraId="7D1EBC2B" w14:textId="77777777" w:rsidR="001C374D" w:rsidRDefault="001C374D" w:rsidP="001C374D">
      <w:pPr>
        <w:pStyle w:val="berschrift4"/>
      </w:pPr>
      <w:r>
        <w:t>Fenster, öffne dich</w:t>
      </w:r>
    </w:p>
    <w:p w14:paraId="1C1E965C" w14:textId="5F18F598" w:rsidR="006F3702" w:rsidRDefault="001C374D" w:rsidP="006F3702">
      <w:r>
        <w:t>Ebenfalls im Leistungsumfang der SIEGENIA Comfort App enthalten ist die bequeme Bedienung von Dreh-Kipp-Fenstern und schwer erreichbaren Kipp-Oberlichtern. Verdeckt liegend und damit ausgesprochen dezent bewegt der DRIVE axxent DK Flügelgewichte bis 130 kg</w:t>
      </w:r>
      <w:r w:rsidR="00ED1FE9">
        <w:t>. D</w:t>
      </w:r>
      <w:r>
        <w:t xml:space="preserve">ank seines „two-in-one“-Prinzips </w:t>
      </w:r>
      <w:r w:rsidR="00ED1FE9">
        <w:t xml:space="preserve">vereint er </w:t>
      </w:r>
      <w:r>
        <w:t xml:space="preserve">sämtliche Bedienfunktionen </w:t>
      </w:r>
      <w:r w:rsidR="007D4869">
        <w:t xml:space="preserve">und </w:t>
      </w:r>
      <w:r w:rsidR="00ED1FE9">
        <w:t xml:space="preserve">macht </w:t>
      </w:r>
      <w:r>
        <w:t xml:space="preserve">selbst den Griff zum Drehöffnen überflüssig. </w:t>
      </w:r>
      <w:r w:rsidR="007D4869">
        <w:t>Das gilt auch für den</w:t>
      </w:r>
      <w:r w:rsidR="008A35A4">
        <w:t xml:space="preserve"> ebenfalls völlig verdeckt liegenden</w:t>
      </w:r>
      <w:r w:rsidR="007D4869">
        <w:t xml:space="preserve"> DRIVE axxent MH, der von SIEGENIA </w:t>
      </w:r>
      <w:r w:rsidR="007D4869" w:rsidRPr="00D92B81">
        <w:t>speziell für die gesicherte Spaltlüftung TITAN vent secure entwickelt</w:t>
      </w:r>
      <w:r w:rsidR="007D4869">
        <w:t xml:space="preserve"> wurde</w:t>
      </w:r>
      <w:r w:rsidR="006F3702">
        <w:t>.</w:t>
      </w:r>
      <w:r w:rsidRPr="00D92B81">
        <w:t xml:space="preserve"> </w:t>
      </w:r>
      <w:r w:rsidR="006F3702">
        <w:t xml:space="preserve">Auf die hohe Einbruchhemmung bleibt </w:t>
      </w:r>
      <w:r w:rsidR="008A35A4">
        <w:t>auch in Verbindung mit dem DRIVE axxent MH Verlass</w:t>
      </w:r>
      <w:r w:rsidR="006F3702">
        <w:t xml:space="preserve">, denn die </w:t>
      </w:r>
      <w:r w:rsidR="006F3702" w:rsidRPr="00D92B81">
        <w:t xml:space="preserve">Kombination </w:t>
      </w:r>
      <w:r w:rsidR="006F3702">
        <w:t xml:space="preserve">dieser beiden Lösungen wurde erfolgreich nach </w:t>
      </w:r>
      <w:r w:rsidR="006F3702" w:rsidRPr="00D92B81">
        <w:t>RC2</w:t>
      </w:r>
      <w:r w:rsidR="006F3702">
        <w:t xml:space="preserve"> </w:t>
      </w:r>
      <w:r w:rsidR="007413F2">
        <w:t>geprüft</w:t>
      </w:r>
      <w:r w:rsidR="006F3702" w:rsidRPr="00D92B81">
        <w:t>.</w:t>
      </w:r>
      <w:r w:rsidR="006F3702">
        <w:t xml:space="preserve"> </w:t>
      </w:r>
    </w:p>
    <w:p w14:paraId="2D883129" w14:textId="77777777" w:rsidR="006F3702" w:rsidRDefault="006F3702" w:rsidP="00563EF6"/>
    <w:p w14:paraId="7EF83DCB" w14:textId="28BD5A3D" w:rsidR="00563EF6" w:rsidRDefault="00563EF6" w:rsidP="00563EF6"/>
    <w:p w14:paraId="033BA7B0" w14:textId="3071CD4E" w:rsidR="00563EF6" w:rsidRDefault="00563EF6" w:rsidP="00563EF6">
      <w:pPr>
        <w:pStyle w:val="berschrift2"/>
      </w:pPr>
      <w:r>
        <w:t>SIEGENIA AERO</w:t>
      </w:r>
    </w:p>
    <w:p w14:paraId="35B2EB49" w14:textId="0587EEDC" w:rsidR="00C15FE3" w:rsidRDefault="00EF7EC8" w:rsidP="003B4B10">
      <w:pPr>
        <w:pStyle w:val="Kommentartext"/>
        <w:spacing w:line="360" w:lineRule="auto"/>
      </w:pPr>
      <w:r w:rsidRPr="00044D9D">
        <w:rPr>
          <w:szCs w:val="21"/>
        </w:rPr>
        <w:t xml:space="preserve">Moderne </w:t>
      </w:r>
      <w:r w:rsidR="001F4552" w:rsidRPr="00044D9D">
        <w:rPr>
          <w:szCs w:val="21"/>
        </w:rPr>
        <w:t xml:space="preserve">Gebäudehüllen </w:t>
      </w:r>
      <w:r w:rsidRPr="00044D9D">
        <w:rPr>
          <w:szCs w:val="21"/>
        </w:rPr>
        <w:t xml:space="preserve">werden zunehmend dichter und führen </w:t>
      </w:r>
      <w:r w:rsidR="001F4552" w:rsidRPr="00044D9D">
        <w:rPr>
          <w:szCs w:val="21"/>
        </w:rPr>
        <w:t xml:space="preserve">die Feuchtigkeit in den Räumen nicht länger von alleine ab. Ohne eine kontrollierte Lüftung </w:t>
      </w:r>
      <w:r w:rsidRPr="00044D9D">
        <w:rPr>
          <w:szCs w:val="21"/>
        </w:rPr>
        <w:t xml:space="preserve">sind </w:t>
      </w:r>
      <w:r w:rsidR="001F4552" w:rsidRPr="00044D9D">
        <w:rPr>
          <w:szCs w:val="21"/>
        </w:rPr>
        <w:t>Schäden in der Bausubstanz</w:t>
      </w:r>
      <w:r w:rsidR="003B4B10">
        <w:rPr>
          <w:szCs w:val="21"/>
        </w:rPr>
        <w:t>,</w:t>
      </w:r>
      <w:r w:rsidR="00044D9D" w:rsidRPr="00044D9D">
        <w:rPr>
          <w:szCs w:val="21"/>
        </w:rPr>
        <w:t xml:space="preserve"> Schimmelbildung und Gesundheitsrisiken</w:t>
      </w:r>
      <w:r w:rsidR="003B4B10">
        <w:rPr>
          <w:szCs w:val="21"/>
        </w:rPr>
        <w:t xml:space="preserve"> häufig die Folge</w:t>
      </w:r>
      <w:r w:rsidR="00044D9D">
        <w:rPr>
          <w:szCs w:val="21"/>
        </w:rPr>
        <w:t xml:space="preserve">. </w:t>
      </w:r>
      <w:r w:rsidR="001F4552">
        <w:t xml:space="preserve">Mehr als 2 Mio. Wohnungen und Häuser weisen </w:t>
      </w:r>
      <w:r w:rsidR="00044D9D">
        <w:t>einer Erhebung der Uni</w:t>
      </w:r>
      <w:r w:rsidR="007413F2">
        <w:t>versität</w:t>
      </w:r>
      <w:r w:rsidR="00044D9D">
        <w:t xml:space="preserve"> Jena in Zusammenarbeit mit ITG Dresden und IEMB Berlin </w:t>
      </w:r>
      <w:r w:rsidR="001F4552">
        <w:t xml:space="preserve">zufolge Feuchtigkeitsschäden auf, die auf </w:t>
      </w:r>
      <w:r>
        <w:t>eine</w:t>
      </w:r>
      <w:r w:rsidR="001F4552">
        <w:t xml:space="preserve"> unzureichende Frischluftzufuhr zurückzuführen sind. </w:t>
      </w:r>
      <w:r w:rsidR="00631D8E">
        <w:t xml:space="preserve">Im </w:t>
      </w:r>
      <w:r w:rsidR="00DA4285">
        <w:t xml:space="preserve">Fokus der Produktgruppe AERO stehen deshalb leistungsstarke </w:t>
      </w:r>
      <w:r w:rsidR="00C16263">
        <w:t xml:space="preserve">Fenster- und </w:t>
      </w:r>
      <w:r w:rsidR="00451E5C">
        <w:t>Wand</w:t>
      </w:r>
      <w:r w:rsidR="00DA4285">
        <w:t xml:space="preserve">lüfter, die beim Raumkomfort-Thema Lüftung und Energieeffizienz punkten. </w:t>
      </w:r>
      <w:r>
        <w:t xml:space="preserve">Sie eignen sich </w:t>
      </w:r>
      <w:r w:rsidR="00DA4285">
        <w:t xml:space="preserve">für Neubau und </w:t>
      </w:r>
      <w:r w:rsidR="0017148A">
        <w:t>Renovierung</w:t>
      </w:r>
      <w:r>
        <w:t xml:space="preserve"> und</w:t>
      </w:r>
      <w:r w:rsidR="00DA4285">
        <w:t xml:space="preserve"> verschaffen Verarbeitern die Möglichkeit zu attraktiven Zusatzgeschäften.</w:t>
      </w:r>
      <w:r w:rsidR="001F4552">
        <w:t xml:space="preserve"> </w:t>
      </w:r>
    </w:p>
    <w:p w14:paraId="6BDE3E26" w14:textId="3751455A" w:rsidR="00C15FE3" w:rsidRPr="00561E78" w:rsidRDefault="00C15FE3" w:rsidP="003B4B10">
      <w:pPr>
        <w:pStyle w:val="berschrift4"/>
      </w:pPr>
      <w:r>
        <w:lastRenderedPageBreak/>
        <w:t>AEROMAT midi HY</w:t>
      </w:r>
      <w:r w:rsidR="003B4B10">
        <w:t>: Upgrades</w:t>
      </w:r>
      <w:r w:rsidRPr="00561E78">
        <w:t xml:space="preserve"> </w:t>
      </w:r>
      <w:r>
        <w:t>für noch mehr Leistungsstärke</w:t>
      </w:r>
    </w:p>
    <w:p w14:paraId="7E8F64F8" w14:textId="29B52C7A" w:rsidR="00C15FE3" w:rsidRPr="003B4B10" w:rsidRDefault="00C15FE3" w:rsidP="00C15FE3">
      <w:r>
        <w:t xml:space="preserve">Mit seinem dezenten </w:t>
      </w:r>
      <w:r w:rsidRPr="0058647C">
        <w:t>Design</w:t>
      </w:r>
      <w:r>
        <w:t xml:space="preserve"> und einer </w:t>
      </w:r>
      <w:r w:rsidRPr="0058647C">
        <w:t>Luftleistung</w:t>
      </w:r>
      <w:r>
        <w:t xml:space="preserve">, die </w:t>
      </w:r>
      <w:r w:rsidRPr="0058647C">
        <w:t xml:space="preserve">einen </w:t>
      </w:r>
      <w:r>
        <w:t xml:space="preserve">nutzerunabhängigen Luftwechsel für die Mindestlüftung gewährleistet, </w:t>
      </w:r>
      <w:r w:rsidR="003B4B10">
        <w:t>steuert</w:t>
      </w:r>
      <w:r>
        <w:t xml:space="preserve"> der </w:t>
      </w:r>
      <w:r w:rsidR="00C16263">
        <w:t xml:space="preserve">Fensterlüfter </w:t>
      </w:r>
      <w:r>
        <w:t xml:space="preserve">AEROMAT midi HY </w:t>
      </w:r>
      <w:r w:rsidR="00C16263">
        <w:t>den Luftvolumenstrom in Abhängigkeit von der</w:t>
      </w:r>
      <w:r w:rsidR="003B4B10">
        <w:t xml:space="preserve"> </w:t>
      </w:r>
      <w:r>
        <w:t xml:space="preserve">Raumluftfeuchtigkeit gemäß DIN 1946-6. </w:t>
      </w:r>
      <w:r w:rsidR="003B4B10">
        <w:t xml:space="preserve">Mit zwei Upgrades </w:t>
      </w:r>
      <w:r>
        <w:t xml:space="preserve">sorgt </w:t>
      </w:r>
      <w:r w:rsidR="003B4B10">
        <w:t xml:space="preserve">der </w:t>
      </w:r>
      <w:r>
        <w:t>Passivlüfter für Fenster und Fenstertüren aus Holz, Kunststoff und Aluminium für noch mehr Flexibilität und Leistungsstärke: Während der praktische Drehschalter Endanwendern zusätzliche manuelle Steuerungsmöglichkeiten bietet</w:t>
      </w:r>
      <w:r w:rsidR="003B4B10">
        <w:t xml:space="preserve"> – so z. B. für die gezielte Nutzung des maximalen Luftvolumenstroms –</w:t>
      </w:r>
      <w:r>
        <w:t xml:space="preserve">, profitieren Verarbeiter von dem neuen Kanal-Set für die Montage im Blendrahmen. </w:t>
      </w:r>
      <w:r w:rsidR="003B4B10">
        <w:t xml:space="preserve"> </w:t>
      </w:r>
    </w:p>
    <w:p w14:paraId="73DE5300" w14:textId="1B3632D9" w:rsidR="0017148A" w:rsidRDefault="00DA4285" w:rsidP="00DA4285">
      <w:pPr>
        <w:pStyle w:val="berschrift4"/>
      </w:pPr>
      <w:r>
        <w:t>AEROTUBE WRG smart</w:t>
      </w:r>
      <w:r w:rsidR="00ED2070">
        <w:t xml:space="preserve">: </w:t>
      </w:r>
      <w:r w:rsidR="00072363">
        <w:t>Energieeffizienz vom Feinsten</w:t>
      </w:r>
    </w:p>
    <w:p w14:paraId="35BB5FC8" w14:textId="3BB9506C" w:rsidR="00ED2070" w:rsidRPr="00072363" w:rsidRDefault="00451E5C" w:rsidP="00ED2070">
      <w:r>
        <w:t xml:space="preserve">Durch den cleveren Systemaufbau in </w:t>
      </w:r>
      <w:r w:rsidR="00C16263">
        <w:t>verschiedenen</w:t>
      </w:r>
      <w:r>
        <w:t xml:space="preserve"> Varianten bietet der </w:t>
      </w:r>
      <w:r w:rsidR="00EF7EC8">
        <w:t xml:space="preserve">Wandlüfter </w:t>
      </w:r>
      <w:r>
        <w:t xml:space="preserve">AEROTUBE Raumkomfort und Vielseitigkeit </w:t>
      </w:r>
      <w:r w:rsidRPr="00C60771">
        <w:t>für die unterschiedlichsten Anforderungen</w:t>
      </w:r>
      <w:r>
        <w:t>. F</w:t>
      </w:r>
      <w:r w:rsidR="0040128E">
        <w:t xml:space="preserve">ür die intelligente Vernetzung ohne separate Kabel und eine integrierte Wärmerückgewinnung von bis zu 90 </w:t>
      </w:r>
      <w:r w:rsidR="007413F2">
        <w:t>Prozent</w:t>
      </w:r>
      <w:r w:rsidR="0040128E">
        <w:t xml:space="preserve"> </w:t>
      </w:r>
      <w:r>
        <w:t xml:space="preserve">steht der AEROTUBE WRG smart. Seine Paarung aus sparsamer Betriebsweise und hoher Wärmerückgewinnung </w:t>
      </w:r>
      <w:r w:rsidR="00EF7EC8">
        <w:t xml:space="preserve">machen ihn </w:t>
      </w:r>
      <w:r w:rsidRPr="00687EBC">
        <w:t>zu einem der energieeffizientesten Geräte seiner Klasse</w:t>
      </w:r>
      <w:r>
        <w:t xml:space="preserve">. Zudem erlaubt er über das serienmäßig integrierte WLAN-Modul die zügige Einbindung </w:t>
      </w:r>
      <w:r w:rsidRPr="004D2D85">
        <w:t xml:space="preserve">in die </w:t>
      </w:r>
      <w:r>
        <w:t xml:space="preserve">kostenlose SIEGENIA </w:t>
      </w:r>
      <w:r w:rsidRPr="004D2D85">
        <w:t xml:space="preserve">Comfort </w:t>
      </w:r>
      <w:r>
        <w:t xml:space="preserve">App und damit die bequeme Steuerung per Smartphone oder Tablet. </w:t>
      </w:r>
      <w:r w:rsidR="003B4B10">
        <w:t>Für Bedienkomfort sorgen zudem</w:t>
      </w:r>
      <w:r w:rsidR="00072363">
        <w:t xml:space="preserve"> eine</w:t>
      </w:r>
      <w:r w:rsidR="00ED2070">
        <w:t xml:space="preserve"> LED-Statusanzeige</w:t>
      </w:r>
      <w:r w:rsidR="00072363">
        <w:t>, eine</w:t>
      </w:r>
      <w:r w:rsidR="00ED2070">
        <w:t xml:space="preserve"> Filterwechselanzeige </w:t>
      </w:r>
      <w:r w:rsidR="00072363">
        <w:t xml:space="preserve">und die </w:t>
      </w:r>
      <w:r w:rsidR="00ED2070">
        <w:t>stufenlose Steuerung der Lüftungsintensität</w:t>
      </w:r>
      <w:r w:rsidR="00C16263">
        <w:t xml:space="preserve"> mit Hilfe der App</w:t>
      </w:r>
      <w:r w:rsidR="00ED2070">
        <w:t xml:space="preserve">. </w:t>
      </w:r>
    </w:p>
    <w:p w14:paraId="39742DD2" w14:textId="22ABA3AB" w:rsidR="00ED2070" w:rsidRPr="000B384E" w:rsidRDefault="00ED2070" w:rsidP="00072363">
      <w:pPr>
        <w:pStyle w:val="berschrift4"/>
      </w:pPr>
      <w:r w:rsidRPr="000B384E">
        <w:t>AEROVITAL ambience</w:t>
      </w:r>
      <w:r>
        <w:t xml:space="preserve"> smart</w:t>
      </w:r>
      <w:r w:rsidRPr="000B384E">
        <w:t xml:space="preserve">: </w:t>
      </w:r>
      <w:r w:rsidR="00072363">
        <w:t>flüsterleiser Alleskönne</w:t>
      </w:r>
      <w:r w:rsidR="00F2329C">
        <w:t>r</w:t>
      </w:r>
    </w:p>
    <w:p w14:paraId="16569DA3" w14:textId="134B4E42" w:rsidR="004C037C" w:rsidRDefault="00ED2070" w:rsidP="00563EF6">
      <w:r>
        <w:t xml:space="preserve">Er sorgt für die gefilterte Frischluftzufuhr bei geschlossenem Fenster und bietet Raumkomfort </w:t>
      </w:r>
      <w:r w:rsidRPr="005B4FBB">
        <w:t>pur</w:t>
      </w:r>
      <w:r>
        <w:t>: der AEROVITAL ambience smart. Der High End-Wandlüfter überzeugt durch sein modernes, flaches Design</w:t>
      </w:r>
      <w:r w:rsidR="007413F2">
        <w:t xml:space="preserve"> sowie</w:t>
      </w:r>
      <w:r>
        <w:t xml:space="preserve"> die Möglichkeit zur teilweisen Versenkung in der Wand und ist </w:t>
      </w:r>
      <w:r w:rsidR="005D3661">
        <w:t xml:space="preserve">trotz seiner hohen Luftleistung von bis zu 60 m/h³ </w:t>
      </w:r>
      <w:r>
        <w:t xml:space="preserve">so gut wie nicht hörbar. </w:t>
      </w:r>
      <w:r w:rsidR="005D3661">
        <w:t xml:space="preserve">Auch störende Geräusche von außen bleiben dank seiner erstklassigen Schalldämmung von bis zu 58 dB im Hintergrund. </w:t>
      </w:r>
      <w:r>
        <w:t xml:space="preserve">Zu einem Ass in Sachen Energieeffizienz machen ihn </w:t>
      </w:r>
      <w:r w:rsidR="00724B12">
        <w:t xml:space="preserve">dabei </w:t>
      </w:r>
      <w:r>
        <w:t xml:space="preserve">sein hervorragender Wärmerückgewinnungsgrad von mehr als 85 Prozent und seine energiesparenden EC-Ventilatoren. </w:t>
      </w:r>
      <w:bookmarkStart w:id="0" w:name="_Hlk499886988"/>
      <w:r w:rsidR="005D3661">
        <w:t xml:space="preserve">Einzigartig ist </w:t>
      </w:r>
      <w:r w:rsidR="00044D9D">
        <w:t>die</w:t>
      </w:r>
      <w:r w:rsidR="005D3661">
        <w:t xml:space="preserve"> </w:t>
      </w:r>
      <w:r w:rsidR="00044D9D">
        <w:t xml:space="preserve">innovative Luftführung des </w:t>
      </w:r>
      <w:r>
        <w:t>Keramikwärmetauscher</w:t>
      </w:r>
      <w:r w:rsidR="00044D9D">
        <w:t>s</w:t>
      </w:r>
      <w:r w:rsidR="005D3661">
        <w:t xml:space="preserve">, </w:t>
      </w:r>
      <w:r w:rsidR="00044D9D">
        <w:t>die</w:t>
      </w:r>
      <w:r w:rsidR="005D3661">
        <w:t xml:space="preserve"> </w:t>
      </w:r>
      <w:r>
        <w:t>jederzeit für Behaglichkeit</w:t>
      </w:r>
      <w:r w:rsidR="005D3661">
        <w:t xml:space="preserve"> sorgt</w:t>
      </w:r>
      <w:r>
        <w:t>.</w:t>
      </w:r>
      <w:r w:rsidR="005D3661">
        <w:t xml:space="preserve"> </w:t>
      </w:r>
      <w:bookmarkEnd w:id="0"/>
      <w:r w:rsidR="003B4B10">
        <w:t xml:space="preserve">Durch die Einbindung in die SIEGENIA Comfort App </w:t>
      </w:r>
      <w:r>
        <w:t xml:space="preserve">setzt der AEROVITAL ambience smart </w:t>
      </w:r>
      <w:r w:rsidR="003B4B10">
        <w:t xml:space="preserve">beim Thema Nutzungskomfort </w:t>
      </w:r>
      <w:r>
        <w:t>ebenfalls Zeichen.</w:t>
      </w:r>
      <w:r w:rsidR="005D3661">
        <w:t xml:space="preserve"> </w:t>
      </w:r>
      <w:r>
        <w:t>Raumkomfort bieten darüber hinaus die integrierten</w:t>
      </w:r>
      <w:r w:rsidRPr="005B4FBB">
        <w:t xml:space="preserve"> Sensoren</w:t>
      </w:r>
      <w:r w:rsidR="00F879B1">
        <w:t xml:space="preserve">, die den </w:t>
      </w:r>
      <w:r w:rsidR="00F879B1">
        <w:rPr>
          <w:rFonts w:cs="Arial"/>
          <w:szCs w:val="20"/>
        </w:rPr>
        <w:t>Luftvolumenstrom</w:t>
      </w:r>
      <w:r w:rsidR="005D3661">
        <w:t xml:space="preserve"> </w:t>
      </w:r>
      <w:r w:rsidRPr="005B4FBB">
        <w:t>in Abhängigkeit</w:t>
      </w:r>
      <w:r>
        <w:rPr>
          <w:rFonts w:cs="Arial"/>
          <w:szCs w:val="20"/>
        </w:rPr>
        <w:t xml:space="preserve"> von de</w:t>
      </w:r>
      <w:r w:rsidR="00C16263">
        <w:rPr>
          <w:rFonts w:cs="Arial"/>
          <w:szCs w:val="20"/>
        </w:rPr>
        <w:t>r jeweiligen Luftqualität regeln</w:t>
      </w:r>
      <w:r>
        <w:rPr>
          <w:rFonts w:cs="Arial"/>
          <w:szCs w:val="20"/>
        </w:rPr>
        <w:t>.</w:t>
      </w:r>
      <w:r>
        <w:t xml:space="preserve"> </w:t>
      </w:r>
    </w:p>
    <w:p w14:paraId="74E37A76" w14:textId="7D6DB65B" w:rsidR="004C037C" w:rsidRDefault="00155BE0" w:rsidP="00ED2070">
      <w:pPr>
        <w:pStyle w:val="berschrift4"/>
      </w:pPr>
      <w:bookmarkStart w:id="1" w:name="_Hlk499730192"/>
      <w:r>
        <w:lastRenderedPageBreak/>
        <w:t>AEROPAC</w:t>
      </w:r>
      <w:r w:rsidR="00761702">
        <w:t xml:space="preserve"> smart: Lüften ganz von allein</w:t>
      </w:r>
    </w:p>
    <w:p w14:paraId="483DE005" w14:textId="73530FAD" w:rsidR="00155BE0" w:rsidRDefault="00C16263" w:rsidP="00563EF6">
      <w:bookmarkStart w:id="2" w:name="_Hlk499735015"/>
      <w:r>
        <w:t>Komfortables und lärmgeschütztes Lüften gewährleistet schließlich der Wandlüfter AEROPAC smart</w:t>
      </w:r>
      <w:r w:rsidR="00DB7514">
        <w:t xml:space="preserve">. Der Wandlüfter mit dem formschönen </w:t>
      </w:r>
      <w:r w:rsidR="00761702">
        <w:t xml:space="preserve">Design </w:t>
      </w:r>
      <w:r w:rsidR="00DB7514">
        <w:t xml:space="preserve">verfügt über eine Luftleistung von bis zu 180 m³/h und ist mit einem Eigengeräusch </w:t>
      </w:r>
      <w:bookmarkStart w:id="3" w:name="_Hlk499887029"/>
      <w:r w:rsidR="00DB7514">
        <w:t>von nur 2</w:t>
      </w:r>
      <w:r w:rsidR="00044D9D">
        <w:t>0</w:t>
      </w:r>
      <w:r w:rsidR="00DB7514">
        <w:t xml:space="preserve"> dB(A) </w:t>
      </w:r>
      <w:r w:rsidR="00044D9D">
        <w:t>bei 60 m³/h</w:t>
      </w:r>
      <w:bookmarkEnd w:id="3"/>
      <w:r w:rsidR="00044D9D">
        <w:t xml:space="preserve"> </w:t>
      </w:r>
      <w:r w:rsidR="00F879B1">
        <w:t>ausgesprochen leise</w:t>
      </w:r>
      <w:r w:rsidR="00DB7514">
        <w:t>. Dazu trägt auch der hohe Schalldämmwert von bis zu 5</w:t>
      </w:r>
      <w:r w:rsidR="002C0A9F">
        <w:t>0</w:t>
      </w:r>
      <w:r w:rsidR="00DB7514">
        <w:t xml:space="preserve"> dB bei. </w:t>
      </w:r>
      <w:r w:rsidR="00596C74">
        <w:t xml:space="preserve">Neben dem Einsatz in Verbindung mit der SIEGENIA Comfort App eignet sich der smarte Lüfter mit dem </w:t>
      </w:r>
      <w:r w:rsidR="00596C74">
        <w:rPr>
          <w:rFonts w:cs="Arial"/>
          <w:szCs w:val="20"/>
        </w:rPr>
        <w:t>optionalen Pollen-, Feinstaub- oder Aktivkohlefilter</w:t>
      </w:r>
      <w:r w:rsidR="00596C74">
        <w:t xml:space="preserve"> auch für die Kombination mit SENSOAIR smart. </w:t>
      </w:r>
      <w:r w:rsidR="001A5A0E">
        <w:t xml:space="preserve">Der Luftqualitätssensor </w:t>
      </w:r>
      <w:r w:rsidR="00F46568">
        <w:t>erkennt schlechte Luft</w:t>
      </w:r>
      <w:r w:rsidR="001A5A0E">
        <w:t xml:space="preserve"> </w:t>
      </w:r>
      <w:r w:rsidR="00F879B1">
        <w:t xml:space="preserve">zuverlässig </w:t>
      </w:r>
      <w:r w:rsidR="001A5A0E">
        <w:t>und</w:t>
      </w:r>
      <w:r w:rsidR="00F46568">
        <w:t xml:space="preserve"> </w:t>
      </w:r>
      <w:r w:rsidR="00F46568" w:rsidRPr="001411AE">
        <w:t xml:space="preserve">aktiviert </w:t>
      </w:r>
      <w:r w:rsidR="00F46568">
        <w:t>die mit ihm verbundenen Lüftungsgeräte</w:t>
      </w:r>
      <w:r>
        <w:t xml:space="preserve"> selbsttätig zur bedarfsgerechten Frischluftzufuhr</w:t>
      </w:r>
      <w:r w:rsidR="001A5A0E">
        <w:t xml:space="preserve">. Auch die </w:t>
      </w:r>
      <w:r w:rsidR="00EF7EC8">
        <w:t>Einbindung</w:t>
      </w:r>
      <w:r w:rsidR="001A5A0E">
        <w:t xml:space="preserve"> </w:t>
      </w:r>
      <w:r w:rsidR="00F46568">
        <w:t>angeschlossene</w:t>
      </w:r>
      <w:r w:rsidR="001A5A0E">
        <w:t>r</w:t>
      </w:r>
      <w:r w:rsidR="00F46568" w:rsidRPr="001411AE">
        <w:t xml:space="preserve"> Fenster </w:t>
      </w:r>
      <w:r w:rsidR="00F46568">
        <w:t xml:space="preserve">mit </w:t>
      </w:r>
      <w:r w:rsidR="00F46568" w:rsidRPr="001411AE">
        <w:t>motorische</w:t>
      </w:r>
      <w:r w:rsidR="00F46568">
        <w:t>m</w:t>
      </w:r>
      <w:r w:rsidR="00F46568" w:rsidRPr="001411AE">
        <w:t xml:space="preserve"> Antrieb</w:t>
      </w:r>
      <w:r w:rsidR="001A5A0E">
        <w:t xml:space="preserve"> ist auf diesem Weg möglich – so zum Beispiel mit Hilfe des </w:t>
      </w:r>
      <w:r w:rsidR="00761702">
        <w:t xml:space="preserve">vollkommen verdeckt liegenden </w:t>
      </w:r>
      <w:r w:rsidR="001A5A0E">
        <w:t>DRIVE axxent DK.</w:t>
      </w:r>
      <w:r w:rsidR="00761702">
        <w:t xml:space="preserve"> </w:t>
      </w:r>
      <w:bookmarkEnd w:id="1"/>
      <w:bookmarkEnd w:id="2"/>
    </w:p>
    <w:p w14:paraId="606E7CB1" w14:textId="77777777" w:rsidR="004C037C" w:rsidRDefault="004C037C" w:rsidP="00563EF6"/>
    <w:p w14:paraId="17D26BA3" w14:textId="77777777" w:rsidR="00563EF6" w:rsidRPr="00563EF6" w:rsidRDefault="00563EF6" w:rsidP="00563EF6"/>
    <w:p w14:paraId="5160F244" w14:textId="5EDC05F1" w:rsidR="005F3D5F" w:rsidRDefault="005F3D5F" w:rsidP="005E1468"/>
    <w:p w14:paraId="39DCE9E2" w14:textId="281D030A" w:rsidR="00A96722" w:rsidRDefault="00A96722" w:rsidP="005E1468"/>
    <w:p w14:paraId="7C0A6082" w14:textId="3BC66A1D" w:rsidR="00A96722" w:rsidRDefault="00A96722" w:rsidP="005E1468"/>
    <w:p w14:paraId="429CA0F8" w14:textId="77777777" w:rsidR="006D5CC9" w:rsidRDefault="006D5CC9" w:rsidP="005E1468"/>
    <w:p w14:paraId="7E7F6E98" w14:textId="77777777" w:rsidR="00B72ED9" w:rsidRDefault="00B72ED9" w:rsidP="005E1468"/>
    <w:p w14:paraId="0F3B0B06" w14:textId="77777777" w:rsidR="005E1468" w:rsidRDefault="005E1468" w:rsidP="005A7C57">
      <w:pPr>
        <w:pStyle w:val="berschrift4"/>
      </w:pPr>
      <w:r>
        <w:t>Bildunterschriften</w:t>
      </w:r>
    </w:p>
    <w:p w14:paraId="36E6EAC4" w14:textId="61A0F04C" w:rsidR="00944C53" w:rsidRDefault="002A7F37" w:rsidP="002A7F37">
      <w:r>
        <w:t xml:space="preserve">Bildquelle: </w:t>
      </w:r>
      <w:r w:rsidR="00944C53">
        <w:t>SIEGENIA</w:t>
      </w:r>
    </w:p>
    <w:p w14:paraId="36E24436" w14:textId="3927C22A" w:rsidR="002A7F37" w:rsidRDefault="002A7F37" w:rsidP="002A7F37"/>
    <w:p w14:paraId="2803706E" w14:textId="77777777" w:rsidR="006D5CC9" w:rsidRPr="00566FDE" w:rsidRDefault="006D5CC9" w:rsidP="006D5CC9">
      <w:pPr>
        <w:rPr>
          <w:bCs/>
          <w:i/>
        </w:rPr>
      </w:pPr>
      <w:r w:rsidRPr="00566FDE">
        <w:rPr>
          <w:bCs/>
          <w:i/>
        </w:rPr>
        <w:t xml:space="preserve">Motiv I: SIE_150 YEARS OF KFV.jpg </w:t>
      </w:r>
    </w:p>
    <w:p w14:paraId="26FCEC67" w14:textId="77777777" w:rsidR="006D5CC9" w:rsidRPr="001F26C1" w:rsidRDefault="006D5CC9" w:rsidP="006D5CC9">
      <w:r>
        <w:t>150 Jahre KFV: Der deutsche Marktführer für Mehrfachverriegelungen schreibt mit innovativer Schließtechnik für Türen Erfolgsgeschichte und ergänzt seit 2006 das Portfolio der SIEGENIA GRUPPE.</w:t>
      </w:r>
    </w:p>
    <w:p w14:paraId="77538AB1" w14:textId="77777777" w:rsidR="006D5CC9" w:rsidRPr="002A7F37" w:rsidRDefault="006D5CC9" w:rsidP="002A7F37"/>
    <w:p w14:paraId="215F9726" w14:textId="07A95BC3" w:rsidR="005E1468" w:rsidRPr="00D129AE" w:rsidRDefault="005E1468" w:rsidP="005E1468">
      <w:pPr>
        <w:rPr>
          <w:bCs/>
          <w:i/>
        </w:rPr>
      </w:pPr>
      <w:r w:rsidRPr="00D129AE">
        <w:rPr>
          <w:bCs/>
          <w:i/>
        </w:rPr>
        <w:t xml:space="preserve">Motiv </w:t>
      </w:r>
      <w:r w:rsidR="006D5CC9">
        <w:rPr>
          <w:bCs/>
          <w:i/>
        </w:rPr>
        <w:t>I</w:t>
      </w:r>
      <w:r w:rsidRPr="00D129AE">
        <w:rPr>
          <w:bCs/>
          <w:i/>
        </w:rPr>
        <w:t>I: SI</w:t>
      </w:r>
      <w:r>
        <w:rPr>
          <w:bCs/>
          <w:i/>
        </w:rPr>
        <w:t>E</w:t>
      </w:r>
      <w:r w:rsidRPr="00D129AE">
        <w:rPr>
          <w:bCs/>
          <w:i/>
        </w:rPr>
        <w:t>_</w:t>
      </w:r>
      <w:r w:rsidR="00944C53">
        <w:rPr>
          <w:bCs/>
          <w:i/>
        </w:rPr>
        <w:t>KFV_A-Öffner 2.1_Detail</w:t>
      </w:r>
      <w:r w:rsidRPr="00D129AE">
        <w:rPr>
          <w:bCs/>
          <w:i/>
        </w:rPr>
        <w:t xml:space="preserve">.jpg </w:t>
      </w:r>
    </w:p>
    <w:p w14:paraId="6B3643E0" w14:textId="3DC2F797" w:rsidR="005E1468" w:rsidRPr="00D129AE" w:rsidRDefault="0084210D" w:rsidP="005E1468">
      <w:r>
        <w:t>Der neue A-Öffner 2.1 von KFV für die Automatik-Mehrfachverriegelungen AS3500 und AS3600</w:t>
      </w:r>
      <w:r w:rsidRPr="0084210D">
        <w:t xml:space="preserve"> </w:t>
      </w:r>
      <w:r>
        <w:t>bietet mehr Flexibilität, mehr Sicherheit und mehr Komfort.</w:t>
      </w:r>
    </w:p>
    <w:p w14:paraId="1BD6D59F" w14:textId="77777777" w:rsidR="005E1468" w:rsidRDefault="005E1468" w:rsidP="005E1468"/>
    <w:p w14:paraId="1BCE084F" w14:textId="18167F08" w:rsidR="005E1468" w:rsidRPr="00D129AE" w:rsidRDefault="005E1468" w:rsidP="005E1468">
      <w:pPr>
        <w:rPr>
          <w:bCs/>
          <w:i/>
        </w:rPr>
      </w:pPr>
      <w:r w:rsidRPr="00D129AE">
        <w:rPr>
          <w:bCs/>
          <w:i/>
        </w:rPr>
        <w:t>Motiv I</w:t>
      </w:r>
      <w:r w:rsidR="006D5CC9">
        <w:rPr>
          <w:bCs/>
          <w:i/>
        </w:rPr>
        <w:t>I</w:t>
      </w:r>
      <w:r w:rsidRPr="00D129AE">
        <w:rPr>
          <w:bCs/>
          <w:i/>
        </w:rPr>
        <w:t>I: SI</w:t>
      </w:r>
      <w:r>
        <w:rPr>
          <w:bCs/>
          <w:i/>
        </w:rPr>
        <w:t>E</w:t>
      </w:r>
      <w:r w:rsidRPr="00D129AE">
        <w:rPr>
          <w:bCs/>
          <w:i/>
        </w:rPr>
        <w:t>_</w:t>
      </w:r>
      <w:r w:rsidR="00944C53">
        <w:rPr>
          <w:bCs/>
          <w:i/>
        </w:rPr>
        <w:t>PORTAL_ECO PASS SKY axxent_Detail</w:t>
      </w:r>
      <w:r w:rsidRPr="00D129AE">
        <w:rPr>
          <w:bCs/>
          <w:i/>
        </w:rPr>
        <w:t xml:space="preserve">.jpg </w:t>
      </w:r>
    </w:p>
    <w:p w14:paraId="4A21867B" w14:textId="285B015A" w:rsidR="005E1468" w:rsidRDefault="00A96722" w:rsidP="005E1468">
      <w:r>
        <w:t>Setzt Maßstäbe: ECO PASS SKY axxent ermöglicht die Realisierung von Hebe-Schiebe-Elementen aus Holz-Aluminium mit Null-Barriere-Schwelle und ebenem Durchgang nach draußen.</w:t>
      </w:r>
    </w:p>
    <w:p w14:paraId="0AF58D2D" w14:textId="77777777" w:rsidR="00944C53" w:rsidRDefault="00944C53" w:rsidP="005E1468"/>
    <w:p w14:paraId="344FFD7D" w14:textId="1982B483" w:rsidR="00944C53" w:rsidRPr="00D129AE" w:rsidRDefault="00944C53" w:rsidP="00944C53">
      <w:pPr>
        <w:rPr>
          <w:bCs/>
          <w:i/>
        </w:rPr>
      </w:pPr>
      <w:r w:rsidRPr="00D129AE">
        <w:rPr>
          <w:bCs/>
          <w:i/>
        </w:rPr>
        <w:t>Motiv I</w:t>
      </w:r>
      <w:r w:rsidR="006D5CC9">
        <w:rPr>
          <w:bCs/>
          <w:i/>
        </w:rPr>
        <w:t>V</w:t>
      </w:r>
      <w:r w:rsidRPr="00D129AE">
        <w:rPr>
          <w:bCs/>
          <w:i/>
        </w:rPr>
        <w:t>: SI</w:t>
      </w:r>
      <w:r>
        <w:rPr>
          <w:bCs/>
          <w:i/>
        </w:rPr>
        <w:t>E</w:t>
      </w:r>
      <w:r w:rsidRPr="00D129AE">
        <w:rPr>
          <w:bCs/>
          <w:i/>
        </w:rPr>
        <w:t>_</w:t>
      </w:r>
      <w:r>
        <w:rPr>
          <w:bCs/>
          <w:i/>
        </w:rPr>
        <w:t>PORTAL_ECO SLIDE_Schiebefenster_Interieur</w:t>
      </w:r>
      <w:r w:rsidRPr="00D129AE">
        <w:rPr>
          <w:bCs/>
          <w:i/>
        </w:rPr>
        <w:t xml:space="preserve">.jpg </w:t>
      </w:r>
    </w:p>
    <w:p w14:paraId="068500E8" w14:textId="34A1490E" w:rsidR="00944C53" w:rsidRDefault="00CF0967" w:rsidP="005E1468">
      <w:r>
        <w:t xml:space="preserve">ECO SLIDE punktet durch </w:t>
      </w:r>
      <w:r w:rsidRPr="006820C3">
        <w:t>hohe Energieeffizienz</w:t>
      </w:r>
      <w:r>
        <w:t>,</w:t>
      </w:r>
      <w:r w:rsidRPr="006820C3">
        <w:t xml:space="preserve"> ein ansprechendes Design und die geschickte Nutzung von Raum: Der Einsatz als Schiebefenster </w:t>
      </w:r>
      <w:r>
        <w:t xml:space="preserve">spart </w:t>
      </w:r>
      <w:r w:rsidRPr="006820C3">
        <w:t xml:space="preserve">beim Lüften </w:t>
      </w:r>
      <w:r>
        <w:t>wertvollen Platz.</w:t>
      </w:r>
    </w:p>
    <w:p w14:paraId="3606250A" w14:textId="77777777" w:rsidR="00CF0967" w:rsidRDefault="00CF0967" w:rsidP="005E1468"/>
    <w:p w14:paraId="217D2153" w14:textId="03D77152" w:rsidR="00944C53" w:rsidRPr="00D129AE" w:rsidRDefault="00944C53" w:rsidP="00944C53">
      <w:pPr>
        <w:rPr>
          <w:bCs/>
          <w:i/>
        </w:rPr>
      </w:pPr>
      <w:r w:rsidRPr="00D129AE">
        <w:rPr>
          <w:bCs/>
          <w:i/>
        </w:rPr>
        <w:t xml:space="preserve">Motiv </w:t>
      </w:r>
      <w:r>
        <w:rPr>
          <w:bCs/>
          <w:i/>
        </w:rPr>
        <w:t>V</w:t>
      </w:r>
      <w:r w:rsidRPr="00D129AE">
        <w:rPr>
          <w:bCs/>
          <w:i/>
        </w:rPr>
        <w:t>: SI</w:t>
      </w:r>
      <w:r>
        <w:rPr>
          <w:bCs/>
          <w:i/>
        </w:rPr>
        <w:t>E</w:t>
      </w:r>
      <w:r w:rsidRPr="00D129AE">
        <w:rPr>
          <w:bCs/>
          <w:i/>
        </w:rPr>
        <w:t>_</w:t>
      </w:r>
      <w:r>
        <w:rPr>
          <w:bCs/>
          <w:i/>
        </w:rPr>
        <w:t>TITAN_vent secure_gesicherte Spaltlüftung</w:t>
      </w:r>
      <w:r w:rsidRPr="00D129AE">
        <w:rPr>
          <w:bCs/>
          <w:i/>
        </w:rPr>
        <w:t xml:space="preserve">.jpg </w:t>
      </w:r>
    </w:p>
    <w:p w14:paraId="330B489B" w14:textId="641228C7" w:rsidR="00944C53" w:rsidRDefault="00CF0967" w:rsidP="005E1468">
      <w:r>
        <w:t xml:space="preserve">Die gesicherte Spaltlüftung TITAN vent secure verfügt über eine frei skalierbare Einbruchhemmung bis RC3 in der Verschluss- sowie bis RC2 in der Lüftungsstellung. </w:t>
      </w:r>
    </w:p>
    <w:p w14:paraId="38BF2E94" w14:textId="77777777" w:rsidR="00944C53" w:rsidRDefault="00944C53" w:rsidP="005E1468"/>
    <w:p w14:paraId="69A081E7" w14:textId="2AB9483A" w:rsidR="00944C53" w:rsidRDefault="00944C53" w:rsidP="005E1468">
      <w:r w:rsidRPr="00D129AE">
        <w:rPr>
          <w:bCs/>
          <w:i/>
        </w:rPr>
        <w:t xml:space="preserve">Motiv </w:t>
      </w:r>
      <w:r>
        <w:rPr>
          <w:bCs/>
          <w:i/>
        </w:rPr>
        <w:t>V</w:t>
      </w:r>
      <w:r w:rsidR="006D5CC9">
        <w:rPr>
          <w:bCs/>
          <w:i/>
        </w:rPr>
        <w:t>I</w:t>
      </w:r>
      <w:r w:rsidRPr="00D129AE">
        <w:rPr>
          <w:bCs/>
          <w:i/>
        </w:rPr>
        <w:t>: SI</w:t>
      </w:r>
      <w:r>
        <w:rPr>
          <w:bCs/>
          <w:i/>
        </w:rPr>
        <w:t>E</w:t>
      </w:r>
      <w:r w:rsidRPr="00D129AE">
        <w:rPr>
          <w:bCs/>
          <w:i/>
        </w:rPr>
        <w:t>_</w:t>
      </w:r>
      <w:r>
        <w:rPr>
          <w:bCs/>
          <w:i/>
        </w:rPr>
        <w:t>TITAN_Komfortschere</w:t>
      </w:r>
      <w:r w:rsidRPr="00D129AE">
        <w:rPr>
          <w:bCs/>
          <w:i/>
        </w:rPr>
        <w:t>.jpg</w:t>
      </w:r>
    </w:p>
    <w:p w14:paraId="068A5F3F" w14:textId="36910F57" w:rsidR="00944C53" w:rsidRDefault="00CF0967" w:rsidP="005E1468">
      <w:r>
        <w:t>Die TITAN Komfortschere macht das Schließen schwergewichtiger Dreh-Kipp-Fenster und -Fenstertüren nach dem Kipplüften denkbar einfach und mit nur einer Hand möglich.</w:t>
      </w:r>
    </w:p>
    <w:p w14:paraId="363BAC3F" w14:textId="77777777" w:rsidR="00944C53" w:rsidRDefault="00944C53" w:rsidP="005E1468"/>
    <w:p w14:paraId="56BC9137" w14:textId="6F1F850A" w:rsidR="00944C53" w:rsidRDefault="00944C53" w:rsidP="00944C53">
      <w:r w:rsidRPr="00D129AE">
        <w:rPr>
          <w:bCs/>
          <w:i/>
        </w:rPr>
        <w:t xml:space="preserve">Motiv </w:t>
      </w:r>
      <w:r>
        <w:rPr>
          <w:bCs/>
          <w:i/>
        </w:rPr>
        <w:t>V</w:t>
      </w:r>
      <w:r w:rsidR="006D5CC9">
        <w:rPr>
          <w:bCs/>
          <w:i/>
        </w:rPr>
        <w:t>I</w:t>
      </w:r>
      <w:r>
        <w:rPr>
          <w:bCs/>
          <w:i/>
        </w:rPr>
        <w:t>I</w:t>
      </w:r>
      <w:r w:rsidRPr="00D129AE">
        <w:rPr>
          <w:bCs/>
          <w:i/>
        </w:rPr>
        <w:t>: SI</w:t>
      </w:r>
      <w:r>
        <w:rPr>
          <w:bCs/>
          <w:i/>
        </w:rPr>
        <w:t>E</w:t>
      </w:r>
      <w:r w:rsidRPr="00D129AE">
        <w:rPr>
          <w:bCs/>
          <w:i/>
        </w:rPr>
        <w:t>_</w:t>
      </w:r>
      <w:r>
        <w:rPr>
          <w:bCs/>
          <w:i/>
        </w:rPr>
        <w:t>ALU 5100_80kg_BSO</w:t>
      </w:r>
      <w:r w:rsidRPr="00D129AE">
        <w:rPr>
          <w:bCs/>
          <w:i/>
        </w:rPr>
        <w:t>.jpg</w:t>
      </w:r>
    </w:p>
    <w:p w14:paraId="7C6673B7" w14:textId="1D384792" w:rsidR="00944C53" w:rsidRDefault="008E3C49" w:rsidP="005E1468">
      <w:r>
        <w:t>Der neue ALU 5100 für Dreh-Kipp-Fenster bis 80 kg kombiniert eine ansprechende Optik und große Farbvielfalt mit klaren Verarbeitungsvorteilen, so z. B durch seine Stahlklemmstücke für Rahmen und Flügel.</w:t>
      </w:r>
    </w:p>
    <w:p w14:paraId="0FFD61DA" w14:textId="5634F2EB" w:rsidR="00D90959" w:rsidRDefault="00D90959" w:rsidP="005E1468"/>
    <w:p w14:paraId="2E8B5050" w14:textId="226338E5" w:rsidR="00D90959" w:rsidRDefault="00D90959" w:rsidP="00D90959">
      <w:r w:rsidRPr="00D129AE">
        <w:rPr>
          <w:bCs/>
          <w:i/>
        </w:rPr>
        <w:t xml:space="preserve">Motiv </w:t>
      </w:r>
      <w:r>
        <w:rPr>
          <w:bCs/>
          <w:i/>
        </w:rPr>
        <w:t>VI</w:t>
      </w:r>
      <w:r w:rsidR="006D5CC9">
        <w:rPr>
          <w:bCs/>
          <w:i/>
        </w:rPr>
        <w:t>I</w:t>
      </w:r>
      <w:r>
        <w:rPr>
          <w:bCs/>
          <w:i/>
        </w:rPr>
        <w:t>I</w:t>
      </w:r>
      <w:r w:rsidRPr="00D129AE">
        <w:rPr>
          <w:bCs/>
          <w:i/>
        </w:rPr>
        <w:t>: SI</w:t>
      </w:r>
      <w:r>
        <w:rPr>
          <w:bCs/>
          <w:i/>
        </w:rPr>
        <w:t>E</w:t>
      </w:r>
      <w:r w:rsidRPr="00D129AE">
        <w:rPr>
          <w:bCs/>
          <w:i/>
        </w:rPr>
        <w:t>_</w:t>
      </w:r>
      <w:r>
        <w:rPr>
          <w:bCs/>
          <w:i/>
        </w:rPr>
        <w:t>DRIVE_axxent DK smart_</w:t>
      </w:r>
      <w:r w:rsidR="0085285D">
        <w:rPr>
          <w:bCs/>
          <w:i/>
        </w:rPr>
        <w:t>SI</w:t>
      </w:r>
      <w:r w:rsidR="00AA657C">
        <w:rPr>
          <w:bCs/>
          <w:i/>
        </w:rPr>
        <w:t>EGENIA</w:t>
      </w:r>
      <w:r w:rsidR="006F59D7">
        <w:rPr>
          <w:bCs/>
          <w:i/>
        </w:rPr>
        <w:t xml:space="preserve"> </w:t>
      </w:r>
      <w:r w:rsidR="0085285D">
        <w:rPr>
          <w:bCs/>
          <w:i/>
        </w:rPr>
        <w:t>Comfort</w:t>
      </w:r>
      <w:r w:rsidR="006F59D7">
        <w:rPr>
          <w:bCs/>
          <w:i/>
        </w:rPr>
        <w:t xml:space="preserve"> App</w:t>
      </w:r>
      <w:r w:rsidRPr="00D129AE">
        <w:rPr>
          <w:bCs/>
          <w:i/>
        </w:rPr>
        <w:t>.jpg</w:t>
      </w:r>
    </w:p>
    <w:p w14:paraId="4857FB96" w14:textId="444BB55E" w:rsidR="00D90959" w:rsidRDefault="008E3C49" w:rsidP="005E1468">
      <w:r>
        <w:t>Mit der SIEGENIA Comfort App lassen sich</w:t>
      </w:r>
      <w:r w:rsidRPr="00713E9A">
        <w:t xml:space="preserve"> die motorischen Antriebe und Lüftungssysteme von </w:t>
      </w:r>
      <w:r>
        <w:t xml:space="preserve">SIEGENIA </w:t>
      </w:r>
      <w:r w:rsidRPr="00713E9A">
        <w:t>bequem via Smartphone oder Tablet bedienen</w:t>
      </w:r>
      <w:r>
        <w:t xml:space="preserve"> und sorgen so für </w:t>
      </w:r>
      <w:r w:rsidRPr="00713E9A">
        <w:rPr>
          <w:szCs w:val="20"/>
        </w:rPr>
        <w:t>die komfortable Bedienung und Überwachung sämtlicher Funktionen</w:t>
      </w:r>
      <w:r>
        <w:rPr>
          <w:szCs w:val="20"/>
        </w:rPr>
        <w:t>.</w:t>
      </w:r>
    </w:p>
    <w:p w14:paraId="3567896B" w14:textId="4557B47F" w:rsidR="0085285D" w:rsidRDefault="0085285D" w:rsidP="005E1468"/>
    <w:p w14:paraId="72AF0150" w14:textId="3522FABC" w:rsidR="0085285D" w:rsidRDefault="0085285D" w:rsidP="0085285D">
      <w:r w:rsidRPr="00D129AE">
        <w:rPr>
          <w:bCs/>
          <w:i/>
        </w:rPr>
        <w:t xml:space="preserve">Motiv </w:t>
      </w:r>
      <w:r>
        <w:rPr>
          <w:bCs/>
          <w:i/>
        </w:rPr>
        <w:t>I</w:t>
      </w:r>
      <w:r w:rsidR="006D5CC9">
        <w:rPr>
          <w:bCs/>
          <w:i/>
        </w:rPr>
        <w:t>X</w:t>
      </w:r>
      <w:r w:rsidRPr="00D129AE">
        <w:rPr>
          <w:bCs/>
          <w:i/>
        </w:rPr>
        <w:t>: SI</w:t>
      </w:r>
      <w:r>
        <w:rPr>
          <w:bCs/>
          <w:i/>
        </w:rPr>
        <w:t>E</w:t>
      </w:r>
      <w:r w:rsidRPr="00D129AE">
        <w:rPr>
          <w:bCs/>
          <w:i/>
        </w:rPr>
        <w:t>_</w:t>
      </w:r>
      <w:r>
        <w:rPr>
          <w:bCs/>
          <w:i/>
        </w:rPr>
        <w:t>DRIVE_MH</w:t>
      </w:r>
      <w:r w:rsidRPr="00D129AE">
        <w:rPr>
          <w:bCs/>
          <w:i/>
        </w:rPr>
        <w:t>.jpg</w:t>
      </w:r>
    </w:p>
    <w:p w14:paraId="69EAB3CD" w14:textId="6A46E4EB" w:rsidR="008E3C49" w:rsidRDefault="008E3C49" w:rsidP="008E3C49">
      <w:r>
        <w:t xml:space="preserve">Der völlig verdeckt liegende motorische Antrieb DRIVE axxent MH wurde von SIEGENIA </w:t>
      </w:r>
      <w:r w:rsidRPr="00D92B81">
        <w:t>für die gesicherte Spaltlüftung TITAN vent secure entwickelt</w:t>
      </w:r>
      <w:r>
        <w:t xml:space="preserve"> und ist nach RC2 </w:t>
      </w:r>
      <w:r w:rsidR="007413F2">
        <w:t>geprüft</w:t>
      </w:r>
      <w:r>
        <w:t>. Er lässt sich über die SIEGENIA Comfort App steuern.</w:t>
      </w:r>
    </w:p>
    <w:p w14:paraId="6798FC9A" w14:textId="468A8E71" w:rsidR="00944C53" w:rsidRDefault="00944C53" w:rsidP="005E1468"/>
    <w:p w14:paraId="676CD81E" w14:textId="20E86842" w:rsidR="0085285D" w:rsidRPr="00CF0967" w:rsidRDefault="0085285D" w:rsidP="0085285D">
      <w:r w:rsidRPr="00CF0967">
        <w:rPr>
          <w:bCs/>
          <w:i/>
        </w:rPr>
        <w:t>Motiv X: SIE_AERO_AEROMAT midi HY_3F.jpg</w:t>
      </w:r>
    </w:p>
    <w:p w14:paraId="5DE3BBA6" w14:textId="4CAB50F4" w:rsidR="00944C53" w:rsidRDefault="008E3C49" w:rsidP="005E1468">
      <w:r>
        <w:t>Der Fensterlüfter AEROMAT midi HY verfügt über ein dezentes Design und steuert den Luftvolumenstrom in Abhängigkeit von der Raumluftfeuchtigkeit gemäß DIN 1946-6. Mit zwei Upgrades sorgt er jetzt für noch mehr Flexibilität und Leistungsstärke.</w:t>
      </w:r>
    </w:p>
    <w:p w14:paraId="3800F988" w14:textId="137FE44B" w:rsidR="008E3C49" w:rsidRDefault="008E3C49" w:rsidP="005E1468"/>
    <w:p w14:paraId="2C65DB34" w14:textId="7DE3D9A1" w:rsidR="006D5CC9" w:rsidRDefault="006D5CC9" w:rsidP="005E1468"/>
    <w:p w14:paraId="2920E38F" w14:textId="77777777" w:rsidR="006D5CC9" w:rsidRPr="00CF0967" w:rsidRDefault="006D5CC9" w:rsidP="005E1468"/>
    <w:p w14:paraId="1EB1131B" w14:textId="7D069A80" w:rsidR="0085285D" w:rsidRPr="0085285D" w:rsidRDefault="0085285D" w:rsidP="0085285D">
      <w:r w:rsidRPr="0085285D">
        <w:rPr>
          <w:bCs/>
          <w:i/>
        </w:rPr>
        <w:lastRenderedPageBreak/>
        <w:t>Motiv X</w:t>
      </w:r>
      <w:r w:rsidR="006D5CC9">
        <w:rPr>
          <w:bCs/>
          <w:i/>
        </w:rPr>
        <w:t>I</w:t>
      </w:r>
      <w:r w:rsidRPr="0085285D">
        <w:rPr>
          <w:bCs/>
          <w:i/>
        </w:rPr>
        <w:t>: SIE_AERO_AEROTUBE WRG smart.jpg</w:t>
      </w:r>
    </w:p>
    <w:p w14:paraId="240B40E2" w14:textId="20A4300D" w:rsidR="0085285D" w:rsidRPr="0085285D" w:rsidRDefault="00823E59" w:rsidP="005E1468">
      <w:r>
        <w:t>Der</w:t>
      </w:r>
      <w:r w:rsidR="008E3C49">
        <w:t xml:space="preserve"> Wandlüfter AEROTUBE </w:t>
      </w:r>
      <w:r>
        <w:t>WRG smart erlaubt die</w:t>
      </w:r>
      <w:r w:rsidR="008E3C49">
        <w:t xml:space="preserve"> intelligente Vernetzung ohne separate Kabel und </w:t>
      </w:r>
      <w:r>
        <w:t xml:space="preserve">verbindet </w:t>
      </w:r>
      <w:r w:rsidR="008E3C49">
        <w:t xml:space="preserve">eine integrierte Wärmerückgewinnung von bis zu 90 </w:t>
      </w:r>
      <w:r w:rsidR="007413F2">
        <w:t>Prozent</w:t>
      </w:r>
      <w:r>
        <w:t xml:space="preserve"> mit einer </w:t>
      </w:r>
      <w:r w:rsidR="008E3C49">
        <w:t>sparsame</w:t>
      </w:r>
      <w:r>
        <w:t>n</w:t>
      </w:r>
      <w:r w:rsidR="008E3C49">
        <w:t xml:space="preserve"> Betriebsweise.</w:t>
      </w:r>
    </w:p>
    <w:p w14:paraId="0DD7BB11" w14:textId="77777777" w:rsidR="00A1565C" w:rsidRPr="0085285D" w:rsidRDefault="00A1565C" w:rsidP="005E1468"/>
    <w:p w14:paraId="4E2BE765" w14:textId="2D98BF09" w:rsidR="0085285D" w:rsidRPr="006D5CC9" w:rsidRDefault="0085285D" w:rsidP="0085285D">
      <w:r w:rsidRPr="006D5CC9">
        <w:rPr>
          <w:bCs/>
          <w:i/>
        </w:rPr>
        <w:t>Motiv X</w:t>
      </w:r>
      <w:r w:rsidR="006D5CC9">
        <w:rPr>
          <w:bCs/>
          <w:i/>
        </w:rPr>
        <w:t>I</w:t>
      </w:r>
      <w:r w:rsidRPr="006D5CC9">
        <w:rPr>
          <w:bCs/>
          <w:i/>
        </w:rPr>
        <w:t>I: SIE_AERO_AEROVITAL ambience_Image_Frau.jpg</w:t>
      </w:r>
    </w:p>
    <w:p w14:paraId="3BB0482D" w14:textId="74AA15D5" w:rsidR="0085285D" w:rsidRPr="00823E59" w:rsidRDefault="00823E59" w:rsidP="005E1468">
      <w:r>
        <w:t xml:space="preserve">Der High End-Wandlüfter </w:t>
      </w:r>
      <w:r w:rsidRPr="00823E59">
        <w:t>AEROVITAL ambience smart</w:t>
      </w:r>
      <w:r>
        <w:t xml:space="preserve"> überzeugt durch sein modernes Design, seine erstklassige Schalldämmung</w:t>
      </w:r>
      <w:r w:rsidR="00B72ED9">
        <w:t xml:space="preserve"> sowie</w:t>
      </w:r>
      <w:r>
        <w:t xml:space="preserve"> hohe Energieeffizienz und ist trotz seiner hohen Luftleistung von bis zu 60 m/h³ so gut wie nicht hörbar. </w:t>
      </w:r>
    </w:p>
    <w:p w14:paraId="282134D7" w14:textId="5C802B22" w:rsidR="0085285D" w:rsidRPr="00823E59" w:rsidRDefault="0085285D" w:rsidP="005E1468"/>
    <w:p w14:paraId="16528C7D" w14:textId="57E59609" w:rsidR="0085285D" w:rsidRDefault="0085285D" w:rsidP="0085285D">
      <w:r w:rsidRPr="00D129AE">
        <w:rPr>
          <w:bCs/>
          <w:i/>
        </w:rPr>
        <w:t xml:space="preserve">Motiv </w:t>
      </w:r>
      <w:r>
        <w:rPr>
          <w:bCs/>
          <w:i/>
        </w:rPr>
        <w:t>X</w:t>
      </w:r>
      <w:r w:rsidR="006D5CC9">
        <w:rPr>
          <w:bCs/>
          <w:i/>
        </w:rPr>
        <w:t>I</w:t>
      </w:r>
      <w:r>
        <w:rPr>
          <w:bCs/>
          <w:i/>
        </w:rPr>
        <w:t>I</w:t>
      </w:r>
      <w:r w:rsidR="00CF0967">
        <w:rPr>
          <w:bCs/>
          <w:i/>
        </w:rPr>
        <w:t>I</w:t>
      </w:r>
      <w:r w:rsidRPr="00D129AE">
        <w:rPr>
          <w:bCs/>
          <w:i/>
        </w:rPr>
        <w:t>: SI</w:t>
      </w:r>
      <w:r>
        <w:rPr>
          <w:bCs/>
          <w:i/>
        </w:rPr>
        <w:t>E</w:t>
      </w:r>
      <w:r w:rsidRPr="00D129AE">
        <w:rPr>
          <w:bCs/>
          <w:i/>
        </w:rPr>
        <w:t>_</w:t>
      </w:r>
      <w:r w:rsidR="006F59D7">
        <w:rPr>
          <w:bCs/>
          <w:i/>
        </w:rPr>
        <w:t>AERO</w:t>
      </w:r>
      <w:r>
        <w:rPr>
          <w:bCs/>
          <w:i/>
        </w:rPr>
        <w:t>_AEROPAC</w:t>
      </w:r>
      <w:r w:rsidR="006F59D7">
        <w:rPr>
          <w:bCs/>
          <w:i/>
        </w:rPr>
        <w:t>_SIEGENIA Comfort App</w:t>
      </w:r>
      <w:r w:rsidRPr="00D129AE">
        <w:rPr>
          <w:bCs/>
          <w:i/>
        </w:rPr>
        <w:t>.jpg</w:t>
      </w:r>
    </w:p>
    <w:p w14:paraId="3C039AB5" w14:textId="0AD33144" w:rsidR="0085285D" w:rsidRPr="0085285D" w:rsidRDefault="00823E59" w:rsidP="005E1468">
      <w:r>
        <w:t xml:space="preserve">Der Wandlüfter AEROPAC smart verfügt über eine hohe Schalldämmung und ein äußerst geringes Eigengeräusch. Er eignet sich für den Einsatz mit der SIEGENIA Comfort App sowie mit dem Luftqualitätssensor SENSOAIR smart. </w:t>
      </w:r>
    </w:p>
    <w:p w14:paraId="0330F6FA" w14:textId="77777777" w:rsidR="005E1468" w:rsidRPr="0085285D" w:rsidRDefault="005E1468" w:rsidP="005E1468"/>
    <w:p w14:paraId="087F8394" w14:textId="7679B671" w:rsidR="008D7633" w:rsidRDefault="008D7633" w:rsidP="008D7633"/>
    <w:p w14:paraId="3658FE0B" w14:textId="72727FEE" w:rsidR="00A1565C" w:rsidRDefault="00A1565C" w:rsidP="008D7633"/>
    <w:p w14:paraId="2DA2C80C" w14:textId="6ECA90B6" w:rsidR="00A1565C" w:rsidRDefault="00A1565C" w:rsidP="008D7633"/>
    <w:p w14:paraId="6C1E83CF" w14:textId="672DB8FD" w:rsidR="00A1565C" w:rsidRDefault="00A1565C" w:rsidP="008D7633"/>
    <w:p w14:paraId="601EA364" w14:textId="501C3B08" w:rsidR="00A1565C" w:rsidRDefault="00A1565C" w:rsidP="008D7633"/>
    <w:p w14:paraId="66118615" w14:textId="36C21A50" w:rsidR="00A1565C" w:rsidRDefault="00A1565C" w:rsidP="008D7633"/>
    <w:p w14:paraId="4F78478D" w14:textId="27ED9FA6" w:rsidR="00A1565C" w:rsidRDefault="00A1565C" w:rsidP="008D7633"/>
    <w:p w14:paraId="6212628B" w14:textId="00FA5D7F" w:rsidR="00A1565C" w:rsidRDefault="00A1565C" w:rsidP="008D7633"/>
    <w:p w14:paraId="1FE174A8" w14:textId="11D0FBA1" w:rsidR="00A1565C" w:rsidRDefault="00A1565C" w:rsidP="008D7633"/>
    <w:p w14:paraId="19520A7F" w14:textId="7822BED6" w:rsidR="00A1565C" w:rsidRDefault="00A1565C" w:rsidP="008D7633"/>
    <w:p w14:paraId="680017DE" w14:textId="5E9946E7" w:rsidR="00A1565C" w:rsidRDefault="00A1565C" w:rsidP="008D7633"/>
    <w:p w14:paraId="7025B4F5" w14:textId="77777777" w:rsidR="00A1565C" w:rsidRPr="0085285D" w:rsidRDefault="00A1565C" w:rsidP="008D7633"/>
    <w:p w14:paraId="16DC1364" w14:textId="77777777" w:rsidR="008D7633" w:rsidRPr="0085285D"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D23055B" w14:textId="77777777" w:rsidTr="0044187A">
        <w:tc>
          <w:tcPr>
            <w:tcW w:w="3348" w:type="dxa"/>
            <w:tcBorders>
              <w:top w:val="nil"/>
              <w:left w:val="nil"/>
              <w:bottom w:val="nil"/>
              <w:right w:val="nil"/>
            </w:tcBorders>
          </w:tcPr>
          <w:p w14:paraId="13E09B61" w14:textId="77777777" w:rsidR="008D7633" w:rsidRPr="0044187A" w:rsidRDefault="008D7633" w:rsidP="007A5EB4">
            <w:pPr>
              <w:pStyle w:val="Formatvorlage2"/>
              <w:rPr>
                <w:u w:val="single"/>
              </w:rPr>
            </w:pPr>
            <w:r w:rsidRPr="0044187A">
              <w:rPr>
                <w:u w:val="single"/>
              </w:rPr>
              <w:t>Herausgeber</w:t>
            </w:r>
          </w:p>
          <w:p w14:paraId="2AB5869F" w14:textId="77777777" w:rsidR="008D7633" w:rsidRDefault="008D7633" w:rsidP="007A5EB4">
            <w:pPr>
              <w:pStyle w:val="Formatvorlage2"/>
            </w:pPr>
            <w:r>
              <w:t xml:space="preserve">SIEGENIA </w:t>
            </w:r>
            <w:r w:rsidR="00486878">
              <w:t>GRUPPE</w:t>
            </w:r>
          </w:p>
          <w:p w14:paraId="10FA45F3" w14:textId="77777777" w:rsidR="008D7633" w:rsidRDefault="008D7633" w:rsidP="007A5EB4">
            <w:pPr>
              <w:pStyle w:val="Formatvorlage2"/>
            </w:pPr>
            <w:r>
              <w:t>Marketing-Kommunikation</w:t>
            </w:r>
          </w:p>
          <w:p w14:paraId="6C5A39FD" w14:textId="77777777" w:rsidR="008D7633" w:rsidRDefault="008D7633" w:rsidP="007A5EB4">
            <w:pPr>
              <w:pStyle w:val="Formatvorlage2"/>
            </w:pPr>
            <w:r>
              <w:t>Industriestraße 1</w:t>
            </w:r>
            <w:r w:rsidR="000D0C02">
              <w:t>-</w:t>
            </w:r>
            <w:r>
              <w:t>3</w:t>
            </w:r>
          </w:p>
          <w:p w14:paraId="5C6FA063" w14:textId="77777777" w:rsidR="008D7633" w:rsidRDefault="008D7633" w:rsidP="007A5EB4">
            <w:pPr>
              <w:pStyle w:val="Formatvorlage2"/>
            </w:pPr>
            <w:r>
              <w:t>D - 57234 Wilnsdorf</w:t>
            </w:r>
          </w:p>
          <w:p w14:paraId="4168CB02" w14:textId="77777777" w:rsidR="008D7633" w:rsidRDefault="00FD182E" w:rsidP="007A5EB4">
            <w:pPr>
              <w:pStyle w:val="Formatvorlage2"/>
            </w:pPr>
            <w:r>
              <w:t xml:space="preserve">Tel.: </w:t>
            </w:r>
            <w:r w:rsidR="008D7633">
              <w:t>+49 271</w:t>
            </w:r>
            <w:r w:rsidR="0088698F">
              <w:t xml:space="preserve"> </w:t>
            </w:r>
            <w:r>
              <w:t>39</w:t>
            </w:r>
            <w:r w:rsidR="008D7633">
              <w:t>31-412</w:t>
            </w:r>
          </w:p>
          <w:p w14:paraId="6C40EBC8" w14:textId="77777777" w:rsidR="008D7633" w:rsidRDefault="008D7633" w:rsidP="007A5EB4">
            <w:pPr>
              <w:pStyle w:val="Formatvorlage2"/>
            </w:pPr>
            <w:r>
              <w:t>Fax: +49 271</w:t>
            </w:r>
            <w:r w:rsidR="0088698F">
              <w:t xml:space="preserve"> </w:t>
            </w:r>
            <w:r>
              <w:t>3931-77412</w:t>
            </w:r>
          </w:p>
          <w:p w14:paraId="11A2529E"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1B482DB9" w14:textId="77777777" w:rsidR="002E59D6" w:rsidRDefault="00510191" w:rsidP="007A5EB4">
            <w:pPr>
              <w:pStyle w:val="Formatvorlage2"/>
            </w:pPr>
            <w:r>
              <w:t>www.siegenia</w:t>
            </w:r>
            <w:r w:rsidR="008D7633">
              <w:t>.</w:t>
            </w:r>
            <w:r>
              <w:t>com</w:t>
            </w:r>
          </w:p>
          <w:p w14:paraId="3B0EE022"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4B94E98" w14:textId="77777777" w:rsidR="008D7633" w:rsidRPr="0044187A" w:rsidRDefault="008D7633" w:rsidP="007A5EB4">
            <w:pPr>
              <w:pStyle w:val="Formatvorlage2"/>
              <w:rPr>
                <w:u w:val="single"/>
              </w:rPr>
            </w:pPr>
            <w:r w:rsidRPr="0044187A">
              <w:rPr>
                <w:u w:val="single"/>
              </w:rPr>
              <w:t>Redaktion / Ansprechpartner</w:t>
            </w:r>
          </w:p>
          <w:p w14:paraId="1408F9AF" w14:textId="77777777" w:rsidR="008D7633" w:rsidRDefault="008D7633" w:rsidP="007A5EB4">
            <w:pPr>
              <w:pStyle w:val="Formatvorlage2"/>
            </w:pPr>
            <w:r>
              <w:t>Kemper Kommunikation</w:t>
            </w:r>
          </w:p>
          <w:p w14:paraId="375F6798" w14:textId="77777777" w:rsidR="008D7633" w:rsidRPr="00C33A1F" w:rsidRDefault="008D7633" w:rsidP="007A5EB4">
            <w:pPr>
              <w:pStyle w:val="Formatvorlage2"/>
            </w:pPr>
            <w:r>
              <w:t xml:space="preserve">Kirsten </w:t>
            </w:r>
            <w:r w:rsidRPr="00C33A1F">
              <w:t xml:space="preserve">Kemper </w:t>
            </w:r>
          </w:p>
          <w:p w14:paraId="621614D3" w14:textId="77777777" w:rsidR="008D7633" w:rsidRPr="00C33A1F" w:rsidRDefault="008D7633" w:rsidP="007A5EB4">
            <w:pPr>
              <w:pStyle w:val="Formatvorlage2"/>
            </w:pPr>
            <w:r w:rsidRPr="00C33A1F">
              <w:t>Feuerwehrstraße 42</w:t>
            </w:r>
          </w:p>
          <w:p w14:paraId="0429BDFE"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506A7CDC"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2044D79E" w14:textId="77777777" w:rsidR="008D7633" w:rsidRPr="00FB0A33" w:rsidRDefault="0088698F" w:rsidP="007A5EB4">
            <w:pPr>
              <w:pStyle w:val="Formatvorlage2"/>
              <w:rPr>
                <w:lang w:val="it-IT"/>
              </w:rPr>
            </w:pPr>
            <w:r w:rsidRPr="00FB0A33">
              <w:rPr>
                <w:lang w:val="it-IT"/>
              </w:rPr>
              <w:t>E</w:t>
            </w:r>
            <w:r w:rsidR="008D7633" w:rsidRPr="00FB0A33">
              <w:rPr>
                <w:lang w:val="it-IT"/>
              </w:rPr>
              <w:t>-Mail: info@kemper-kommunikation.de</w:t>
            </w:r>
          </w:p>
          <w:p w14:paraId="0C109E1F" w14:textId="77777777" w:rsidR="008D7633" w:rsidRDefault="00716BDB" w:rsidP="007A5EB4">
            <w:pPr>
              <w:pStyle w:val="Formatvorlage2"/>
            </w:pPr>
            <w:r w:rsidRPr="004333E8">
              <w:t>www.kemper-kommunikation.de</w:t>
            </w:r>
          </w:p>
          <w:p w14:paraId="748EB6F1" w14:textId="77777777" w:rsidR="00716BDB" w:rsidRPr="003F183E" w:rsidRDefault="00716BDB" w:rsidP="007A5EB4">
            <w:pPr>
              <w:pStyle w:val="Formatvorlage2"/>
            </w:pPr>
          </w:p>
        </w:tc>
        <w:tc>
          <w:tcPr>
            <w:tcW w:w="1800" w:type="dxa"/>
            <w:tcBorders>
              <w:top w:val="nil"/>
              <w:left w:val="nil"/>
              <w:bottom w:val="nil"/>
              <w:right w:val="nil"/>
            </w:tcBorders>
          </w:tcPr>
          <w:p w14:paraId="220D37C9" w14:textId="77777777" w:rsidR="008D7633" w:rsidRPr="0044187A" w:rsidRDefault="008D7633" w:rsidP="007A5EB4">
            <w:pPr>
              <w:pStyle w:val="Formatvorlage2"/>
              <w:rPr>
                <w:u w:val="single"/>
              </w:rPr>
            </w:pPr>
            <w:r w:rsidRPr="0044187A">
              <w:rPr>
                <w:u w:val="single"/>
              </w:rPr>
              <w:t>Text - Info</w:t>
            </w:r>
          </w:p>
          <w:p w14:paraId="7021D3C9" w14:textId="3CC4B391" w:rsidR="008D7633" w:rsidRPr="00C33A1F" w:rsidRDefault="008D7633" w:rsidP="007A5EB4">
            <w:pPr>
              <w:pStyle w:val="Formatvorlage2"/>
            </w:pPr>
            <w:r w:rsidRPr="00C33A1F">
              <w:t xml:space="preserve">Seiten: </w:t>
            </w:r>
            <w:r w:rsidR="00DD6393">
              <w:t>10</w:t>
            </w:r>
          </w:p>
          <w:p w14:paraId="5CC6C7F2" w14:textId="0994DC50" w:rsidR="008D7633" w:rsidRPr="00C33A1F" w:rsidRDefault="008D7633" w:rsidP="007A5EB4">
            <w:pPr>
              <w:pStyle w:val="Formatvorlage2"/>
            </w:pPr>
            <w:r>
              <w:t xml:space="preserve">Wörter: </w:t>
            </w:r>
            <w:r w:rsidR="0098674F">
              <w:t>3</w:t>
            </w:r>
            <w:r w:rsidR="00B72ED9">
              <w:t xml:space="preserve"> </w:t>
            </w:r>
            <w:r w:rsidR="0098674F">
              <w:t>010</w:t>
            </w:r>
          </w:p>
          <w:p w14:paraId="50F1678E" w14:textId="6541FAA3" w:rsidR="008D7633" w:rsidRPr="00C33A1F" w:rsidRDefault="008D7633" w:rsidP="007A5EB4">
            <w:pPr>
              <w:pStyle w:val="Formatvorlage2"/>
            </w:pPr>
            <w:r w:rsidRPr="00C33A1F">
              <w:t xml:space="preserve">Zeichen: </w:t>
            </w:r>
            <w:r w:rsidR="00B72ED9">
              <w:t>2</w:t>
            </w:r>
            <w:r w:rsidR="0098674F">
              <w:t>3</w:t>
            </w:r>
            <w:r w:rsidR="00B72ED9">
              <w:t xml:space="preserve"> </w:t>
            </w:r>
            <w:r w:rsidR="0098674F">
              <w:t>073</w:t>
            </w:r>
            <w:bookmarkStart w:id="4" w:name="_GoBack"/>
            <w:bookmarkEnd w:id="4"/>
            <w:r w:rsidRPr="00C33A1F">
              <w:br/>
              <w:t>(mit Leerzeichen)</w:t>
            </w:r>
          </w:p>
          <w:p w14:paraId="581E87DA" w14:textId="77777777" w:rsidR="008D7633" w:rsidRDefault="008D7633" w:rsidP="007A5EB4">
            <w:pPr>
              <w:pStyle w:val="Formatvorlage2"/>
            </w:pPr>
          </w:p>
          <w:p w14:paraId="264EAB29" w14:textId="33019C36" w:rsidR="008D7633" w:rsidRPr="00C33A1F" w:rsidRDefault="008D7633" w:rsidP="007A5EB4">
            <w:pPr>
              <w:pStyle w:val="Formatvorlage2"/>
            </w:pPr>
            <w:r>
              <w:t xml:space="preserve">erstellt am: </w:t>
            </w:r>
            <w:r w:rsidR="00B55070">
              <w:t>1</w:t>
            </w:r>
            <w:r w:rsidR="00DD6393">
              <w:t>8</w:t>
            </w:r>
            <w:r>
              <w:t>.</w:t>
            </w:r>
            <w:r w:rsidR="00486878">
              <w:t>0</w:t>
            </w:r>
            <w:r w:rsidR="00DD6393">
              <w:t>1</w:t>
            </w:r>
            <w:r>
              <w:t>.201</w:t>
            </w:r>
            <w:r w:rsidR="00FB0A33">
              <w:t>8</w:t>
            </w:r>
          </w:p>
          <w:p w14:paraId="33090C20" w14:textId="77777777" w:rsidR="008D7633" w:rsidRPr="0044187A" w:rsidRDefault="008D7633" w:rsidP="007A5EB4">
            <w:pPr>
              <w:pStyle w:val="Formatvorlage2"/>
              <w:rPr>
                <w:szCs w:val="20"/>
              </w:rPr>
            </w:pPr>
          </w:p>
        </w:tc>
      </w:tr>
      <w:tr w:rsidR="008D7633" w:rsidRPr="0044187A" w14:paraId="3F7C10C6" w14:textId="77777777" w:rsidTr="0044187A">
        <w:tc>
          <w:tcPr>
            <w:tcW w:w="8208" w:type="dxa"/>
            <w:gridSpan w:val="3"/>
            <w:tcBorders>
              <w:top w:val="nil"/>
              <w:left w:val="nil"/>
              <w:bottom w:val="nil"/>
              <w:right w:val="nil"/>
            </w:tcBorders>
          </w:tcPr>
          <w:p w14:paraId="43917D2D" w14:textId="77777777" w:rsidR="008D7633" w:rsidRPr="003F183E" w:rsidRDefault="008D7633" w:rsidP="007A5EB4">
            <w:pPr>
              <w:pStyle w:val="Formatvorlage2"/>
            </w:pPr>
            <w:r w:rsidRPr="003F183E">
              <w:t>Bei Veröffentlichung von Bild- oder Textmaterial bitten wir um Zusendung eines Belegexemplars.</w:t>
            </w:r>
          </w:p>
        </w:tc>
      </w:tr>
    </w:tbl>
    <w:p w14:paraId="159C453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E5489" w14:textId="77777777" w:rsidR="00AF3348" w:rsidRDefault="00AF3348">
      <w:r>
        <w:separator/>
      </w:r>
    </w:p>
  </w:endnote>
  <w:endnote w:type="continuationSeparator" w:id="0">
    <w:p w14:paraId="145E127A" w14:textId="77777777" w:rsidR="00AF3348" w:rsidRDefault="00AF3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orbel"/>
    <w:panose1 w:val="00000000000000000000"/>
    <w:charset w:val="00"/>
    <w:family w:val="modern"/>
    <w:notTrueType/>
    <w:pitch w:val="variable"/>
    <w:sig w:usb0="E00002FF" w:usb1="5001E4F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BEDCE" w14:textId="77777777" w:rsidR="0035173C" w:rsidRDefault="0035173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87C8C" w14:textId="77777777" w:rsidR="00AF3348" w:rsidRDefault="00AF3348">
      <w:r>
        <w:separator/>
      </w:r>
    </w:p>
  </w:footnote>
  <w:footnote w:type="continuationSeparator" w:id="0">
    <w:p w14:paraId="6AD53AAA" w14:textId="77777777" w:rsidR="00AF3348" w:rsidRDefault="00AF3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37B2" w14:textId="77777777" w:rsidR="0035173C" w:rsidRDefault="0035173C">
    <w:pPr>
      <w:pStyle w:val="Kopfzeile"/>
    </w:pPr>
    <w:r>
      <w:rPr>
        <w:noProof/>
      </w:rPr>
      <w:drawing>
        <wp:anchor distT="0" distB="0" distL="114300" distR="114300" simplePos="0" relativeHeight="251657728" behindDoc="1" locked="0" layoutInCell="1" allowOverlap="1" wp14:anchorId="1F19F9A9" wp14:editId="428B880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478D4"/>
    <w:multiLevelType w:val="hybridMultilevel"/>
    <w:tmpl w:val="39CE02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147F6F"/>
    <w:multiLevelType w:val="hybridMultilevel"/>
    <w:tmpl w:val="0EC039E4"/>
    <w:lvl w:ilvl="0" w:tplc="461CFC1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C456C9"/>
    <w:multiLevelType w:val="hybridMultilevel"/>
    <w:tmpl w:val="2ED640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0527E4D"/>
    <w:multiLevelType w:val="hybridMultilevel"/>
    <w:tmpl w:val="77C8B8B8"/>
    <w:lvl w:ilvl="0" w:tplc="1CF415B0">
      <w:start w:val="40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CA7D0E"/>
    <w:multiLevelType w:val="hybridMultilevel"/>
    <w:tmpl w:val="986AAE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A80329"/>
    <w:multiLevelType w:val="hybridMultilevel"/>
    <w:tmpl w:val="EA60E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665AA2"/>
    <w:multiLevelType w:val="hybridMultilevel"/>
    <w:tmpl w:val="614E4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F30A63"/>
    <w:multiLevelType w:val="hybridMultilevel"/>
    <w:tmpl w:val="61AEB3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666743"/>
    <w:multiLevelType w:val="hybridMultilevel"/>
    <w:tmpl w:val="AE080B94"/>
    <w:lvl w:ilvl="0" w:tplc="FD8EE3C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0C066A"/>
    <w:multiLevelType w:val="hybridMultilevel"/>
    <w:tmpl w:val="8BFE1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8"/>
  </w:num>
  <w:num w:numId="5">
    <w:abstractNumId w:val="7"/>
  </w:num>
  <w:num w:numId="6">
    <w:abstractNumId w:val="13"/>
  </w:num>
  <w:num w:numId="7">
    <w:abstractNumId w:val="4"/>
  </w:num>
  <w:num w:numId="8">
    <w:abstractNumId w:val="1"/>
  </w:num>
  <w:num w:numId="9">
    <w:abstractNumId w:val="12"/>
  </w:num>
  <w:num w:numId="10">
    <w:abstractNumId w:val="11"/>
  </w:num>
  <w:num w:numId="11">
    <w:abstractNumId w:val="6"/>
  </w:num>
  <w:num w:numId="12">
    <w:abstractNumId w:val="9"/>
  </w:num>
  <w:num w:numId="13">
    <w:abstractNumId w:val="14"/>
  </w:num>
  <w:num w:numId="14">
    <w:abstractNumId w:val="15"/>
  </w:num>
  <w:num w:numId="15">
    <w:abstractNumId w:val="3"/>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A33"/>
    <w:rsid w:val="000024D9"/>
    <w:rsid w:val="00003256"/>
    <w:rsid w:val="00006E01"/>
    <w:rsid w:val="0001449A"/>
    <w:rsid w:val="0001520C"/>
    <w:rsid w:val="0001790C"/>
    <w:rsid w:val="00023140"/>
    <w:rsid w:val="00026907"/>
    <w:rsid w:val="000329EF"/>
    <w:rsid w:val="00040EBF"/>
    <w:rsid w:val="00044613"/>
    <w:rsid w:val="00044D9D"/>
    <w:rsid w:val="00061D55"/>
    <w:rsid w:val="00064165"/>
    <w:rsid w:val="000653FA"/>
    <w:rsid w:val="000675C7"/>
    <w:rsid w:val="00072363"/>
    <w:rsid w:val="00075B7F"/>
    <w:rsid w:val="00090045"/>
    <w:rsid w:val="000906A5"/>
    <w:rsid w:val="00095303"/>
    <w:rsid w:val="000A126B"/>
    <w:rsid w:val="000A1DF0"/>
    <w:rsid w:val="000A5CA3"/>
    <w:rsid w:val="000C18CA"/>
    <w:rsid w:val="000C1E04"/>
    <w:rsid w:val="000D0C02"/>
    <w:rsid w:val="000D2A27"/>
    <w:rsid w:val="000D4874"/>
    <w:rsid w:val="000E424C"/>
    <w:rsid w:val="000F2936"/>
    <w:rsid w:val="000F565C"/>
    <w:rsid w:val="000F67C4"/>
    <w:rsid w:val="00100BDD"/>
    <w:rsid w:val="00101DEF"/>
    <w:rsid w:val="001025BB"/>
    <w:rsid w:val="0010792E"/>
    <w:rsid w:val="001128F1"/>
    <w:rsid w:val="00114D83"/>
    <w:rsid w:val="00122F20"/>
    <w:rsid w:val="00135006"/>
    <w:rsid w:val="0013630D"/>
    <w:rsid w:val="00137BD1"/>
    <w:rsid w:val="00141D7C"/>
    <w:rsid w:val="00145B48"/>
    <w:rsid w:val="001507CA"/>
    <w:rsid w:val="001529E6"/>
    <w:rsid w:val="00155BE0"/>
    <w:rsid w:val="00156B0C"/>
    <w:rsid w:val="00166476"/>
    <w:rsid w:val="00166FB7"/>
    <w:rsid w:val="0017148A"/>
    <w:rsid w:val="00171C51"/>
    <w:rsid w:val="00177884"/>
    <w:rsid w:val="00184476"/>
    <w:rsid w:val="00187064"/>
    <w:rsid w:val="00197A90"/>
    <w:rsid w:val="001A2644"/>
    <w:rsid w:val="001A5A0E"/>
    <w:rsid w:val="001A72A3"/>
    <w:rsid w:val="001B64B7"/>
    <w:rsid w:val="001B7003"/>
    <w:rsid w:val="001C374D"/>
    <w:rsid w:val="001C39FF"/>
    <w:rsid w:val="001D265D"/>
    <w:rsid w:val="001D26E4"/>
    <w:rsid w:val="001D3037"/>
    <w:rsid w:val="001E0780"/>
    <w:rsid w:val="001E1DA6"/>
    <w:rsid w:val="001E230E"/>
    <w:rsid w:val="001E4245"/>
    <w:rsid w:val="001F2848"/>
    <w:rsid w:val="001F3432"/>
    <w:rsid w:val="001F4552"/>
    <w:rsid w:val="002046D3"/>
    <w:rsid w:val="00205F7C"/>
    <w:rsid w:val="00216FAC"/>
    <w:rsid w:val="00237D1F"/>
    <w:rsid w:val="002501BD"/>
    <w:rsid w:val="00253494"/>
    <w:rsid w:val="00254A9B"/>
    <w:rsid w:val="00255FE8"/>
    <w:rsid w:val="00264163"/>
    <w:rsid w:val="00272508"/>
    <w:rsid w:val="00275FBE"/>
    <w:rsid w:val="002769DE"/>
    <w:rsid w:val="00277453"/>
    <w:rsid w:val="00280E5D"/>
    <w:rsid w:val="002819C3"/>
    <w:rsid w:val="00297ACD"/>
    <w:rsid w:val="002A202C"/>
    <w:rsid w:val="002A7F37"/>
    <w:rsid w:val="002B5C2C"/>
    <w:rsid w:val="002C00E2"/>
    <w:rsid w:val="002C0A9F"/>
    <w:rsid w:val="002C36FE"/>
    <w:rsid w:val="002C5684"/>
    <w:rsid w:val="002C5A66"/>
    <w:rsid w:val="002C6D41"/>
    <w:rsid w:val="002D5E81"/>
    <w:rsid w:val="002E48B5"/>
    <w:rsid w:val="002E59D6"/>
    <w:rsid w:val="002F18BB"/>
    <w:rsid w:val="002F37EC"/>
    <w:rsid w:val="002F466F"/>
    <w:rsid w:val="00303128"/>
    <w:rsid w:val="00306FE8"/>
    <w:rsid w:val="00307EBC"/>
    <w:rsid w:val="0031150D"/>
    <w:rsid w:val="003136F5"/>
    <w:rsid w:val="00324F84"/>
    <w:rsid w:val="00326F7E"/>
    <w:rsid w:val="00332D02"/>
    <w:rsid w:val="00346068"/>
    <w:rsid w:val="00350ACA"/>
    <w:rsid w:val="003514C3"/>
    <w:rsid w:val="0035173C"/>
    <w:rsid w:val="0035189A"/>
    <w:rsid w:val="003565BD"/>
    <w:rsid w:val="00357C43"/>
    <w:rsid w:val="00364737"/>
    <w:rsid w:val="00364DEF"/>
    <w:rsid w:val="00371A65"/>
    <w:rsid w:val="00373480"/>
    <w:rsid w:val="00375A48"/>
    <w:rsid w:val="0038244F"/>
    <w:rsid w:val="0038276B"/>
    <w:rsid w:val="0038499F"/>
    <w:rsid w:val="003914C5"/>
    <w:rsid w:val="00392D5F"/>
    <w:rsid w:val="00394633"/>
    <w:rsid w:val="003A1BA5"/>
    <w:rsid w:val="003A68BE"/>
    <w:rsid w:val="003B4B10"/>
    <w:rsid w:val="003D61A2"/>
    <w:rsid w:val="003E0D26"/>
    <w:rsid w:val="003E15CD"/>
    <w:rsid w:val="003E378F"/>
    <w:rsid w:val="003F6A27"/>
    <w:rsid w:val="003F6E55"/>
    <w:rsid w:val="0040128E"/>
    <w:rsid w:val="0040234E"/>
    <w:rsid w:val="004176D4"/>
    <w:rsid w:val="00420F79"/>
    <w:rsid w:val="0043309F"/>
    <w:rsid w:val="004333E8"/>
    <w:rsid w:val="0044187A"/>
    <w:rsid w:val="00446899"/>
    <w:rsid w:val="00447689"/>
    <w:rsid w:val="00451E5C"/>
    <w:rsid w:val="0046235C"/>
    <w:rsid w:val="004628C7"/>
    <w:rsid w:val="004629AD"/>
    <w:rsid w:val="00471201"/>
    <w:rsid w:val="004806AF"/>
    <w:rsid w:val="00486878"/>
    <w:rsid w:val="004A22D8"/>
    <w:rsid w:val="004B1DF3"/>
    <w:rsid w:val="004B2BE1"/>
    <w:rsid w:val="004B62AB"/>
    <w:rsid w:val="004C037C"/>
    <w:rsid w:val="004C4FDA"/>
    <w:rsid w:val="004C503A"/>
    <w:rsid w:val="004E057A"/>
    <w:rsid w:val="004E2322"/>
    <w:rsid w:val="004E2BD7"/>
    <w:rsid w:val="004E3AF9"/>
    <w:rsid w:val="004E421E"/>
    <w:rsid w:val="004E6144"/>
    <w:rsid w:val="004F45C1"/>
    <w:rsid w:val="00510191"/>
    <w:rsid w:val="00521194"/>
    <w:rsid w:val="00524357"/>
    <w:rsid w:val="00525249"/>
    <w:rsid w:val="005254BE"/>
    <w:rsid w:val="00551731"/>
    <w:rsid w:val="00552DC0"/>
    <w:rsid w:val="0055550C"/>
    <w:rsid w:val="00563E60"/>
    <w:rsid w:val="00563EF6"/>
    <w:rsid w:val="00566FDE"/>
    <w:rsid w:val="00592833"/>
    <w:rsid w:val="00596C74"/>
    <w:rsid w:val="005A214B"/>
    <w:rsid w:val="005A3974"/>
    <w:rsid w:val="005A3CA8"/>
    <w:rsid w:val="005A5DC6"/>
    <w:rsid w:val="005A6A38"/>
    <w:rsid w:val="005A7C57"/>
    <w:rsid w:val="005D3661"/>
    <w:rsid w:val="005E06F2"/>
    <w:rsid w:val="005E1468"/>
    <w:rsid w:val="005E365B"/>
    <w:rsid w:val="005E3E61"/>
    <w:rsid w:val="005F0E5A"/>
    <w:rsid w:val="005F2A75"/>
    <w:rsid w:val="005F3D5F"/>
    <w:rsid w:val="005F4D8B"/>
    <w:rsid w:val="005F5106"/>
    <w:rsid w:val="005F7B2E"/>
    <w:rsid w:val="006016B0"/>
    <w:rsid w:val="0061051B"/>
    <w:rsid w:val="006118B2"/>
    <w:rsid w:val="0061253D"/>
    <w:rsid w:val="00617358"/>
    <w:rsid w:val="00617D76"/>
    <w:rsid w:val="006279BD"/>
    <w:rsid w:val="006302B1"/>
    <w:rsid w:val="00630405"/>
    <w:rsid w:val="00630BA7"/>
    <w:rsid w:val="00631D8E"/>
    <w:rsid w:val="00634A59"/>
    <w:rsid w:val="00635409"/>
    <w:rsid w:val="006446D6"/>
    <w:rsid w:val="00644F5D"/>
    <w:rsid w:val="00656716"/>
    <w:rsid w:val="00656A7F"/>
    <w:rsid w:val="00656FEE"/>
    <w:rsid w:val="0066171E"/>
    <w:rsid w:val="00667448"/>
    <w:rsid w:val="006820C3"/>
    <w:rsid w:val="006866DF"/>
    <w:rsid w:val="00692205"/>
    <w:rsid w:val="006944D9"/>
    <w:rsid w:val="0069676D"/>
    <w:rsid w:val="00696D7A"/>
    <w:rsid w:val="006A2FD7"/>
    <w:rsid w:val="006A7184"/>
    <w:rsid w:val="006B6CD1"/>
    <w:rsid w:val="006B7979"/>
    <w:rsid w:val="006C044C"/>
    <w:rsid w:val="006C3753"/>
    <w:rsid w:val="006C458A"/>
    <w:rsid w:val="006C666F"/>
    <w:rsid w:val="006C6D45"/>
    <w:rsid w:val="006D5CC9"/>
    <w:rsid w:val="006E5CC8"/>
    <w:rsid w:val="006F3702"/>
    <w:rsid w:val="006F59D7"/>
    <w:rsid w:val="00701954"/>
    <w:rsid w:val="00703943"/>
    <w:rsid w:val="007046C4"/>
    <w:rsid w:val="00713E9A"/>
    <w:rsid w:val="007148FF"/>
    <w:rsid w:val="00716BDB"/>
    <w:rsid w:val="00717456"/>
    <w:rsid w:val="0072266B"/>
    <w:rsid w:val="00723733"/>
    <w:rsid w:val="00724B12"/>
    <w:rsid w:val="00730E66"/>
    <w:rsid w:val="00737DE1"/>
    <w:rsid w:val="00737EA4"/>
    <w:rsid w:val="007413F2"/>
    <w:rsid w:val="00743209"/>
    <w:rsid w:val="00751517"/>
    <w:rsid w:val="00757DDE"/>
    <w:rsid w:val="00761702"/>
    <w:rsid w:val="00764AAC"/>
    <w:rsid w:val="007871C1"/>
    <w:rsid w:val="0079193B"/>
    <w:rsid w:val="00794A4F"/>
    <w:rsid w:val="00795B52"/>
    <w:rsid w:val="007A2F7E"/>
    <w:rsid w:val="007A5EB4"/>
    <w:rsid w:val="007A6E1C"/>
    <w:rsid w:val="007B4977"/>
    <w:rsid w:val="007B4F5E"/>
    <w:rsid w:val="007C50D1"/>
    <w:rsid w:val="007C52C0"/>
    <w:rsid w:val="007C5C24"/>
    <w:rsid w:val="007D3EE7"/>
    <w:rsid w:val="007D4869"/>
    <w:rsid w:val="007D7CA1"/>
    <w:rsid w:val="007E2B7F"/>
    <w:rsid w:val="007F3F54"/>
    <w:rsid w:val="007F43E0"/>
    <w:rsid w:val="00801D78"/>
    <w:rsid w:val="008078CF"/>
    <w:rsid w:val="008171AF"/>
    <w:rsid w:val="00823E59"/>
    <w:rsid w:val="0083465B"/>
    <w:rsid w:val="00835351"/>
    <w:rsid w:val="008366E0"/>
    <w:rsid w:val="00841922"/>
    <w:rsid w:val="0084210D"/>
    <w:rsid w:val="008429DC"/>
    <w:rsid w:val="0085079E"/>
    <w:rsid w:val="0085285D"/>
    <w:rsid w:val="00853823"/>
    <w:rsid w:val="00857800"/>
    <w:rsid w:val="0086386E"/>
    <w:rsid w:val="00865724"/>
    <w:rsid w:val="00866465"/>
    <w:rsid w:val="00867988"/>
    <w:rsid w:val="00871847"/>
    <w:rsid w:val="00873642"/>
    <w:rsid w:val="00874972"/>
    <w:rsid w:val="0088698F"/>
    <w:rsid w:val="00894ADF"/>
    <w:rsid w:val="008A35A4"/>
    <w:rsid w:val="008A6F1F"/>
    <w:rsid w:val="008B4F3B"/>
    <w:rsid w:val="008C3491"/>
    <w:rsid w:val="008C44DD"/>
    <w:rsid w:val="008C5079"/>
    <w:rsid w:val="008C52CE"/>
    <w:rsid w:val="008D2B03"/>
    <w:rsid w:val="008D2B30"/>
    <w:rsid w:val="008D3232"/>
    <w:rsid w:val="008D7633"/>
    <w:rsid w:val="008E3C49"/>
    <w:rsid w:val="008F155F"/>
    <w:rsid w:val="008F3933"/>
    <w:rsid w:val="00910883"/>
    <w:rsid w:val="00913E1C"/>
    <w:rsid w:val="0092580A"/>
    <w:rsid w:val="009318DC"/>
    <w:rsid w:val="0093490C"/>
    <w:rsid w:val="0093664F"/>
    <w:rsid w:val="00943EB0"/>
    <w:rsid w:val="00944C53"/>
    <w:rsid w:val="00945CA5"/>
    <w:rsid w:val="00951A15"/>
    <w:rsid w:val="009521A3"/>
    <w:rsid w:val="009553BC"/>
    <w:rsid w:val="009557EA"/>
    <w:rsid w:val="00963959"/>
    <w:rsid w:val="00963D60"/>
    <w:rsid w:val="0096600A"/>
    <w:rsid w:val="00970315"/>
    <w:rsid w:val="00984EB9"/>
    <w:rsid w:val="0098674F"/>
    <w:rsid w:val="0099063F"/>
    <w:rsid w:val="0099662B"/>
    <w:rsid w:val="009A3300"/>
    <w:rsid w:val="009B067B"/>
    <w:rsid w:val="009B09EF"/>
    <w:rsid w:val="009B40BE"/>
    <w:rsid w:val="009B4822"/>
    <w:rsid w:val="009B5300"/>
    <w:rsid w:val="009B5DE9"/>
    <w:rsid w:val="009B622A"/>
    <w:rsid w:val="009D0CC8"/>
    <w:rsid w:val="009D6C04"/>
    <w:rsid w:val="009E28F9"/>
    <w:rsid w:val="009E67C9"/>
    <w:rsid w:val="009E7597"/>
    <w:rsid w:val="009F1624"/>
    <w:rsid w:val="00A12A8B"/>
    <w:rsid w:val="00A14556"/>
    <w:rsid w:val="00A1565C"/>
    <w:rsid w:val="00A17D84"/>
    <w:rsid w:val="00A22DF2"/>
    <w:rsid w:val="00A23065"/>
    <w:rsid w:val="00A2339E"/>
    <w:rsid w:val="00A24651"/>
    <w:rsid w:val="00A25EB9"/>
    <w:rsid w:val="00A26A02"/>
    <w:rsid w:val="00A32395"/>
    <w:rsid w:val="00A3510E"/>
    <w:rsid w:val="00A40AB4"/>
    <w:rsid w:val="00A432DD"/>
    <w:rsid w:val="00A45A14"/>
    <w:rsid w:val="00A623AA"/>
    <w:rsid w:val="00A64B65"/>
    <w:rsid w:val="00A6502B"/>
    <w:rsid w:val="00A661F8"/>
    <w:rsid w:val="00A6672B"/>
    <w:rsid w:val="00A71DE9"/>
    <w:rsid w:val="00A73CFE"/>
    <w:rsid w:val="00A80FE5"/>
    <w:rsid w:val="00A82224"/>
    <w:rsid w:val="00A8409F"/>
    <w:rsid w:val="00A87496"/>
    <w:rsid w:val="00A927D0"/>
    <w:rsid w:val="00A9458F"/>
    <w:rsid w:val="00A95EA3"/>
    <w:rsid w:val="00A966C7"/>
    <w:rsid w:val="00A96722"/>
    <w:rsid w:val="00A9705C"/>
    <w:rsid w:val="00A97B0A"/>
    <w:rsid w:val="00AA224C"/>
    <w:rsid w:val="00AA6262"/>
    <w:rsid w:val="00AA657C"/>
    <w:rsid w:val="00AB1EC7"/>
    <w:rsid w:val="00AD4128"/>
    <w:rsid w:val="00AD7705"/>
    <w:rsid w:val="00AD7B27"/>
    <w:rsid w:val="00AE06DB"/>
    <w:rsid w:val="00AE1FE9"/>
    <w:rsid w:val="00AE7BA7"/>
    <w:rsid w:val="00AF3348"/>
    <w:rsid w:val="00AF67B4"/>
    <w:rsid w:val="00AF6F52"/>
    <w:rsid w:val="00B0574C"/>
    <w:rsid w:val="00B057B0"/>
    <w:rsid w:val="00B11AB7"/>
    <w:rsid w:val="00B143A6"/>
    <w:rsid w:val="00B16A63"/>
    <w:rsid w:val="00B239B4"/>
    <w:rsid w:val="00B2540C"/>
    <w:rsid w:val="00B311A3"/>
    <w:rsid w:val="00B33847"/>
    <w:rsid w:val="00B3687B"/>
    <w:rsid w:val="00B37A7B"/>
    <w:rsid w:val="00B41B50"/>
    <w:rsid w:val="00B47777"/>
    <w:rsid w:val="00B47ADF"/>
    <w:rsid w:val="00B53EBC"/>
    <w:rsid w:val="00B55070"/>
    <w:rsid w:val="00B62ECB"/>
    <w:rsid w:val="00B63C95"/>
    <w:rsid w:val="00B63E35"/>
    <w:rsid w:val="00B72ED9"/>
    <w:rsid w:val="00B7592A"/>
    <w:rsid w:val="00B84773"/>
    <w:rsid w:val="00B87537"/>
    <w:rsid w:val="00B908A8"/>
    <w:rsid w:val="00B92EF0"/>
    <w:rsid w:val="00B93961"/>
    <w:rsid w:val="00B95322"/>
    <w:rsid w:val="00BA5B2A"/>
    <w:rsid w:val="00BB3A99"/>
    <w:rsid w:val="00BC17B9"/>
    <w:rsid w:val="00BC597A"/>
    <w:rsid w:val="00BD3CA7"/>
    <w:rsid w:val="00BD76B1"/>
    <w:rsid w:val="00BE62B4"/>
    <w:rsid w:val="00BE69F6"/>
    <w:rsid w:val="00BF2953"/>
    <w:rsid w:val="00BF6132"/>
    <w:rsid w:val="00C02C5D"/>
    <w:rsid w:val="00C14A00"/>
    <w:rsid w:val="00C14C03"/>
    <w:rsid w:val="00C15FE3"/>
    <w:rsid w:val="00C16263"/>
    <w:rsid w:val="00C24B77"/>
    <w:rsid w:val="00C26413"/>
    <w:rsid w:val="00C2717C"/>
    <w:rsid w:val="00C33A1F"/>
    <w:rsid w:val="00C52D3B"/>
    <w:rsid w:val="00C53FE3"/>
    <w:rsid w:val="00C615A2"/>
    <w:rsid w:val="00C618F0"/>
    <w:rsid w:val="00C65852"/>
    <w:rsid w:val="00C72B49"/>
    <w:rsid w:val="00C75F52"/>
    <w:rsid w:val="00C77106"/>
    <w:rsid w:val="00C8280F"/>
    <w:rsid w:val="00C87836"/>
    <w:rsid w:val="00C92A2E"/>
    <w:rsid w:val="00C92B82"/>
    <w:rsid w:val="00CA148C"/>
    <w:rsid w:val="00CA337B"/>
    <w:rsid w:val="00CA66F5"/>
    <w:rsid w:val="00CA6BD1"/>
    <w:rsid w:val="00CD30D2"/>
    <w:rsid w:val="00CD7018"/>
    <w:rsid w:val="00CE16F1"/>
    <w:rsid w:val="00CE5038"/>
    <w:rsid w:val="00CE5448"/>
    <w:rsid w:val="00CE5488"/>
    <w:rsid w:val="00CE63E0"/>
    <w:rsid w:val="00CF0967"/>
    <w:rsid w:val="00CF6534"/>
    <w:rsid w:val="00CF72EF"/>
    <w:rsid w:val="00CF7462"/>
    <w:rsid w:val="00D04FE4"/>
    <w:rsid w:val="00D30E5B"/>
    <w:rsid w:val="00D313A4"/>
    <w:rsid w:val="00D32108"/>
    <w:rsid w:val="00D41279"/>
    <w:rsid w:val="00D45693"/>
    <w:rsid w:val="00D47586"/>
    <w:rsid w:val="00D47D4E"/>
    <w:rsid w:val="00D52CC2"/>
    <w:rsid w:val="00D55DC3"/>
    <w:rsid w:val="00D57457"/>
    <w:rsid w:val="00D64F60"/>
    <w:rsid w:val="00D83A9C"/>
    <w:rsid w:val="00D9032E"/>
    <w:rsid w:val="00D90959"/>
    <w:rsid w:val="00DA2153"/>
    <w:rsid w:val="00DA2662"/>
    <w:rsid w:val="00DA3FCB"/>
    <w:rsid w:val="00DA4285"/>
    <w:rsid w:val="00DA5A72"/>
    <w:rsid w:val="00DB44DA"/>
    <w:rsid w:val="00DB4ACB"/>
    <w:rsid w:val="00DB7514"/>
    <w:rsid w:val="00DC032C"/>
    <w:rsid w:val="00DC1F2A"/>
    <w:rsid w:val="00DC20A6"/>
    <w:rsid w:val="00DC44B4"/>
    <w:rsid w:val="00DD6393"/>
    <w:rsid w:val="00DE3025"/>
    <w:rsid w:val="00DF1C10"/>
    <w:rsid w:val="00DF1EE2"/>
    <w:rsid w:val="00DF317B"/>
    <w:rsid w:val="00DF6610"/>
    <w:rsid w:val="00E02E33"/>
    <w:rsid w:val="00E03F6F"/>
    <w:rsid w:val="00E04C83"/>
    <w:rsid w:val="00E07A06"/>
    <w:rsid w:val="00E149A9"/>
    <w:rsid w:val="00E14DD8"/>
    <w:rsid w:val="00E155F0"/>
    <w:rsid w:val="00E17E89"/>
    <w:rsid w:val="00E20D4D"/>
    <w:rsid w:val="00E2358B"/>
    <w:rsid w:val="00E25625"/>
    <w:rsid w:val="00E332ED"/>
    <w:rsid w:val="00E34020"/>
    <w:rsid w:val="00E3479A"/>
    <w:rsid w:val="00E431D5"/>
    <w:rsid w:val="00E54F90"/>
    <w:rsid w:val="00E6313B"/>
    <w:rsid w:val="00E66651"/>
    <w:rsid w:val="00E66783"/>
    <w:rsid w:val="00E722A0"/>
    <w:rsid w:val="00E76C0B"/>
    <w:rsid w:val="00E76D9B"/>
    <w:rsid w:val="00E77789"/>
    <w:rsid w:val="00E80515"/>
    <w:rsid w:val="00E954AC"/>
    <w:rsid w:val="00EA2954"/>
    <w:rsid w:val="00EB511E"/>
    <w:rsid w:val="00EB632F"/>
    <w:rsid w:val="00EC1396"/>
    <w:rsid w:val="00ED1FE9"/>
    <w:rsid w:val="00ED2070"/>
    <w:rsid w:val="00ED2DF9"/>
    <w:rsid w:val="00EE123F"/>
    <w:rsid w:val="00EE16E2"/>
    <w:rsid w:val="00EF15B4"/>
    <w:rsid w:val="00EF2F06"/>
    <w:rsid w:val="00EF6878"/>
    <w:rsid w:val="00EF7EC8"/>
    <w:rsid w:val="00F0149D"/>
    <w:rsid w:val="00F05D3F"/>
    <w:rsid w:val="00F10E71"/>
    <w:rsid w:val="00F142BE"/>
    <w:rsid w:val="00F15F10"/>
    <w:rsid w:val="00F222EB"/>
    <w:rsid w:val="00F2329C"/>
    <w:rsid w:val="00F25601"/>
    <w:rsid w:val="00F31B7F"/>
    <w:rsid w:val="00F344B8"/>
    <w:rsid w:val="00F41966"/>
    <w:rsid w:val="00F42BA0"/>
    <w:rsid w:val="00F445E5"/>
    <w:rsid w:val="00F45D74"/>
    <w:rsid w:val="00F46568"/>
    <w:rsid w:val="00F469D6"/>
    <w:rsid w:val="00F516C4"/>
    <w:rsid w:val="00F6067C"/>
    <w:rsid w:val="00F61445"/>
    <w:rsid w:val="00F6273D"/>
    <w:rsid w:val="00F71E39"/>
    <w:rsid w:val="00F73478"/>
    <w:rsid w:val="00F73D28"/>
    <w:rsid w:val="00F82E34"/>
    <w:rsid w:val="00F83C95"/>
    <w:rsid w:val="00F84C8D"/>
    <w:rsid w:val="00F879B1"/>
    <w:rsid w:val="00F87C4E"/>
    <w:rsid w:val="00F94F40"/>
    <w:rsid w:val="00FA07A1"/>
    <w:rsid w:val="00FA08C4"/>
    <w:rsid w:val="00FA2F8C"/>
    <w:rsid w:val="00FA3E25"/>
    <w:rsid w:val="00FB0A33"/>
    <w:rsid w:val="00FB1331"/>
    <w:rsid w:val="00FB155D"/>
    <w:rsid w:val="00FB29E1"/>
    <w:rsid w:val="00FB4927"/>
    <w:rsid w:val="00FB5A18"/>
    <w:rsid w:val="00FC68A9"/>
    <w:rsid w:val="00FD07B9"/>
    <w:rsid w:val="00FD113D"/>
    <w:rsid w:val="00FD182E"/>
    <w:rsid w:val="00FE1822"/>
    <w:rsid w:val="00FE1C52"/>
    <w:rsid w:val="00FE226B"/>
    <w:rsid w:val="00FE3AB9"/>
    <w:rsid w:val="00FE467E"/>
    <w:rsid w:val="00FE6CD2"/>
    <w:rsid w:val="00FF051D"/>
    <w:rsid w:val="00FF1D97"/>
    <w:rsid w:val="00FF3E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C7441"/>
  <w15:docId w15:val="{0CE38DEB-90EA-4330-ACB1-650D511B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iPriority w:val="99"/>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Formatvorlage1">
    <w:name w:val="Formatvorlage1"/>
    <w:basedOn w:val="Standard"/>
    <w:rsid w:val="00563EF6"/>
    <w:pPr>
      <w:tabs>
        <w:tab w:val="num" w:pos="794"/>
      </w:tabs>
      <w:ind w:left="794" w:hanging="357"/>
    </w:pPr>
    <w:rPr>
      <w:sz w:val="22"/>
    </w:rPr>
  </w:style>
  <w:style w:type="character" w:customStyle="1" w:styleId="berschrift4Zchn">
    <w:name w:val="Überschrift 4 Zchn"/>
    <w:basedOn w:val="Absatz-Standardschriftart"/>
    <w:link w:val="berschrift4"/>
    <w:rsid w:val="00E332ED"/>
    <w:rPr>
      <w:rFonts w:ascii="Arial" w:hAnsi="Arial"/>
      <w:b/>
      <w:bCs/>
      <w:sz w:val="24"/>
      <w:szCs w:val="28"/>
    </w:rPr>
  </w:style>
  <w:style w:type="character" w:customStyle="1" w:styleId="berschrift2Zchn">
    <w:name w:val="Überschrift 2 Zchn"/>
    <w:basedOn w:val="Absatz-Standardschriftart"/>
    <w:link w:val="berschrift2"/>
    <w:rsid w:val="006302B1"/>
    <w:rPr>
      <w:rFonts w:ascii="Arial" w:hAnsi="Arial" w:cs="Arial"/>
      <w:b/>
      <w:bCs/>
      <w:iCs/>
      <w:sz w:val="36"/>
      <w:szCs w:val="28"/>
    </w:rPr>
  </w:style>
  <w:style w:type="paragraph" w:customStyle="1" w:styleId="Default">
    <w:name w:val="Default"/>
    <w:rsid w:val="005F4D8B"/>
    <w:pPr>
      <w:autoSpaceDE w:val="0"/>
      <w:autoSpaceDN w:val="0"/>
      <w:adjustRightInd w:val="0"/>
    </w:pPr>
    <w:rPr>
      <w:rFonts w:ascii="Arial" w:hAnsi="Arial" w:cs="Arial"/>
      <w:color w:val="000000"/>
      <w:sz w:val="24"/>
      <w:szCs w:val="24"/>
      <w:lang w:eastAsia="en-US"/>
    </w:rPr>
  </w:style>
  <w:style w:type="character" w:customStyle="1" w:styleId="A1">
    <w:name w:val="A1"/>
    <w:uiPriority w:val="99"/>
    <w:rsid w:val="001C374D"/>
    <w:rPr>
      <w:rFonts w:ascii="Fedra Sans Alt Pro Book" w:hAnsi="Fedra Sans Alt Pro Book" w:cs="Fedra Sans Alt Pro Book"/>
      <w:color w:val="221E1F"/>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24607">
      <w:bodyDiv w:val="1"/>
      <w:marLeft w:val="0"/>
      <w:marRight w:val="0"/>
      <w:marTop w:val="0"/>
      <w:marBottom w:val="0"/>
      <w:divBdr>
        <w:top w:val="none" w:sz="0" w:space="0" w:color="auto"/>
        <w:left w:val="none" w:sz="0" w:space="0" w:color="auto"/>
        <w:bottom w:val="none" w:sz="0" w:space="0" w:color="auto"/>
        <w:right w:val="none" w:sz="0" w:space="0" w:color="auto"/>
      </w:divBdr>
    </w:div>
    <w:div w:id="289669966">
      <w:bodyDiv w:val="1"/>
      <w:marLeft w:val="0"/>
      <w:marRight w:val="0"/>
      <w:marTop w:val="0"/>
      <w:marBottom w:val="0"/>
      <w:divBdr>
        <w:top w:val="none" w:sz="0" w:space="0" w:color="auto"/>
        <w:left w:val="none" w:sz="0" w:space="0" w:color="auto"/>
        <w:bottom w:val="none" w:sz="0" w:space="0" w:color="auto"/>
        <w:right w:val="none" w:sz="0" w:space="0" w:color="auto"/>
      </w:divBdr>
    </w:div>
    <w:div w:id="367339738">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25619409">
      <w:bodyDiv w:val="1"/>
      <w:marLeft w:val="0"/>
      <w:marRight w:val="0"/>
      <w:marTop w:val="0"/>
      <w:marBottom w:val="0"/>
      <w:divBdr>
        <w:top w:val="none" w:sz="0" w:space="0" w:color="auto"/>
        <w:left w:val="none" w:sz="0" w:space="0" w:color="auto"/>
        <w:bottom w:val="none" w:sz="0" w:space="0" w:color="auto"/>
        <w:right w:val="none" w:sz="0" w:space="0" w:color="auto"/>
      </w:divBdr>
    </w:div>
    <w:div w:id="640118414">
      <w:bodyDiv w:val="1"/>
      <w:marLeft w:val="0"/>
      <w:marRight w:val="0"/>
      <w:marTop w:val="0"/>
      <w:marBottom w:val="0"/>
      <w:divBdr>
        <w:top w:val="none" w:sz="0" w:space="0" w:color="auto"/>
        <w:left w:val="none" w:sz="0" w:space="0" w:color="auto"/>
        <w:bottom w:val="none" w:sz="0" w:space="0" w:color="auto"/>
        <w:right w:val="none" w:sz="0" w:space="0" w:color="auto"/>
      </w:divBdr>
    </w:div>
    <w:div w:id="807239208">
      <w:bodyDiv w:val="1"/>
      <w:marLeft w:val="0"/>
      <w:marRight w:val="0"/>
      <w:marTop w:val="0"/>
      <w:marBottom w:val="0"/>
      <w:divBdr>
        <w:top w:val="none" w:sz="0" w:space="0" w:color="auto"/>
        <w:left w:val="none" w:sz="0" w:space="0" w:color="auto"/>
        <w:bottom w:val="none" w:sz="0" w:space="0" w:color="auto"/>
        <w:right w:val="none" w:sz="0" w:space="0" w:color="auto"/>
      </w:divBdr>
    </w:div>
    <w:div w:id="11613102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319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5A78D-8A13-45C3-A914-2CEDD42B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12</Pages>
  <Words>3705</Words>
  <Characters>23342</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26994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15</cp:revision>
  <cp:lastPrinted>2007-09-03T14:44:00Z</cp:lastPrinted>
  <dcterms:created xsi:type="dcterms:W3CDTF">2018-01-08T12:09:00Z</dcterms:created>
  <dcterms:modified xsi:type="dcterms:W3CDTF">2018-01-11T09:02:00Z</dcterms:modified>
</cp:coreProperties>
</file>