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E75412" w14:textId="77777777" w:rsidR="005E1468" w:rsidRDefault="00A90262" w:rsidP="005E1468">
      <w:pPr>
        <w:pStyle w:val="berschrift2"/>
      </w:pPr>
      <w:bookmarkStart w:id="0" w:name="_GoBack"/>
      <w:bookmarkEnd w:id="0"/>
      <w:r>
        <w:t>Dezente Optik mit Zusatzvorteilen</w:t>
      </w:r>
    </w:p>
    <w:p w14:paraId="01912091" w14:textId="6A3F6354" w:rsidR="00A82224" w:rsidRDefault="00E94676" w:rsidP="00A82224">
      <w:pPr>
        <w:pStyle w:val="berschrift1"/>
      </w:pPr>
      <w:r>
        <w:t xml:space="preserve">AERO Laibungskanal EPP: kleine </w:t>
      </w:r>
      <w:r w:rsidR="00A96E5D">
        <w:t>Lösung</w:t>
      </w:r>
      <w:r>
        <w:t xml:space="preserve"> – große Wirkung</w:t>
      </w:r>
    </w:p>
    <w:p w14:paraId="379B0F0D" w14:textId="77777777" w:rsidR="005E1468" w:rsidRPr="00B55070" w:rsidRDefault="005E1468" w:rsidP="005E1468"/>
    <w:p w14:paraId="529D3E4A" w14:textId="2008FCF9" w:rsidR="00F6067C" w:rsidRDefault="00E94676" w:rsidP="00E94676">
      <w:r>
        <w:t>Mit eine</w:t>
      </w:r>
      <w:r w:rsidR="00CC7F67">
        <w:t>r</w:t>
      </w:r>
      <w:r>
        <w:t xml:space="preserve"> neuen </w:t>
      </w:r>
      <w:r w:rsidR="00CC7F67">
        <w:t>Lösung</w:t>
      </w:r>
      <w:r>
        <w:t xml:space="preserve"> gibt SIEGENIA Verarbeitern und Architekten jetzt </w:t>
      </w:r>
      <w:r w:rsidR="004A7DFE">
        <w:t xml:space="preserve">zusätzliche </w:t>
      </w:r>
      <w:r>
        <w:t xml:space="preserve">Vorteile bei der </w:t>
      </w:r>
      <w:r w:rsidR="00CC7F67">
        <w:t xml:space="preserve">Realisierung von Belüftungskonzepten </w:t>
      </w:r>
      <w:r>
        <w:t xml:space="preserve">an die Hand: </w:t>
      </w:r>
      <w:r w:rsidR="00CC7F67">
        <w:t>Der</w:t>
      </w:r>
      <w:r>
        <w:t xml:space="preserve"> AERO Laibungskanal EPP verbindet ein dezentes Design mit hoher Schalldämmung und </w:t>
      </w:r>
      <w:r w:rsidR="00C54DDD">
        <w:t>großer Flexibilität</w:t>
      </w:r>
      <w:r>
        <w:t xml:space="preserve">. </w:t>
      </w:r>
      <w:r w:rsidR="00CC7F67">
        <w:t xml:space="preserve">Dabei lässt sich der neue </w:t>
      </w:r>
      <w:r w:rsidRPr="004F5C16">
        <w:t xml:space="preserve">Laibungskanal </w:t>
      </w:r>
      <w:r w:rsidR="00CC7F67">
        <w:t xml:space="preserve">mit einer Vielzahl an Wandlüftern </w:t>
      </w:r>
      <w:r w:rsidR="005217F7">
        <w:t>kombinieren</w:t>
      </w:r>
      <w:r w:rsidR="00CC4C66">
        <w:t>, die den unterschiedlichsten Anforderungen an Raumkomfort gerecht werden</w:t>
      </w:r>
      <w:r w:rsidR="00CC7F67">
        <w:t xml:space="preserve"> – vom </w:t>
      </w:r>
      <w:r w:rsidR="00CC4C66">
        <w:t xml:space="preserve">High End-Wandlüfter </w:t>
      </w:r>
      <w:r w:rsidR="00CC7F67" w:rsidRPr="004F5C16">
        <w:t xml:space="preserve">AEROVITAL </w:t>
      </w:r>
      <w:proofErr w:type="spellStart"/>
      <w:r w:rsidR="00CC7F67" w:rsidRPr="004F5C16">
        <w:t>ambience</w:t>
      </w:r>
      <w:proofErr w:type="spellEnd"/>
      <w:r w:rsidR="00CC7F67">
        <w:t xml:space="preserve"> über den </w:t>
      </w:r>
      <w:r w:rsidR="005217F7">
        <w:t xml:space="preserve">Schalldämmlüfter </w:t>
      </w:r>
      <w:r w:rsidR="00CC7F67" w:rsidRPr="004F5C16">
        <w:t>AEROPAC</w:t>
      </w:r>
      <w:r w:rsidR="00CC7F67">
        <w:t xml:space="preserve"> bis zum</w:t>
      </w:r>
      <w:r w:rsidRPr="004F5C16">
        <w:t xml:space="preserve"> </w:t>
      </w:r>
      <w:r w:rsidR="005217F7">
        <w:t xml:space="preserve">vielseitig einsetzbaren </w:t>
      </w:r>
      <w:r w:rsidR="00CC7F67">
        <w:t xml:space="preserve">AEROTUBE in den Varianten </w:t>
      </w:r>
      <w:r w:rsidRPr="004F5C16">
        <w:t>DD</w:t>
      </w:r>
      <w:r w:rsidR="00CC7F67">
        <w:t xml:space="preserve">, </w:t>
      </w:r>
      <w:r w:rsidRPr="004F5C16">
        <w:t xml:space="preserve">WRG smart </w:t>
      </w:r>
      <w:r w:rsidR="00CC7F67">
        <w:t xml:space="preserve">und </w:t>
      </w:r>
      <w:r w:rsidRPr="004F5C16">
        <w:t>AZ smart</w:t>
      </w:r>
      <w:r w:rsidR="00CC7F67">
        <w:t xml:space="preserve">. </w:t>
      </w:r>
    </w:p>
    <w:p w14:paraId="756B76A5" w14:textId="77777777" w:rsidR="00C54DDD" w:rsidRPr="00B55070" w:rsidRDefault="00A96E5D" w:rsidP="00C54DDD">
      <w:pPr>
        <w:pStyle w:val="berschrift4"/>
      </w:pPr>
      <w:r>
        <w:t>Nahezu unsichtbar und leicht zu montieren</w:t>
      </w:r>
    </w:p>
    <w:p w14:paraId="36B38902" w14:textId="41FEAB91" w:rsidR="00871A03" w:rsidRDefault="00871A03" w:rsidP="00F6067C">
      <w:pPr>
        <w:rPr>
          <w:szCs w:val="20"/>
        </w:rPr>
      </w:pPr>
      <w:r>
        <w:rPr>
          <w:szCs w:val="20"/>
        </w:rPr>
        <w:t>Aus Endanwendersicht vorteilhaft ist insbesondere das dezente</w:t>
      </w:r>
      <w:r w:rsidR="00A96E5D">
        <w:rPr>
          <w:szCs w:val="20"/>
        </w:rPr>
        <w:t>, nahezu unsichtbare</w:t>
      </w:r>
      <w:r>
        <w:rPr>
          <w:szCs w:val="20"/>
        </w:rPr>
        <w:t xml:space="preserve"> Design des neuen AERO Laibungskanals EPP. Durch die Möglichkeit zur Luftansaugung innerhalb der Fensterlaibung ist eine ungestörte, harmonische Außenansicht der Fassade </w:t>
      </w:r>
      <w:r w:rsidR="00A96E5D">
        <w:rPr>
          <w:szCs w:val="20"/>
        </w:rPr>
        <w:t xml:space="preserve">stets </w:t>
      </w:r>
      <w:r>
        <w:rPr>
          <w:szCs w:val="20"/>
        </w:rPr>
        <w:t xml:space="preserve">gewährleistet. </w:t>
      </w:r>
      <w:r w:rsidR="00EE5E31">
        <w:rPr>
          <w:szCs w:val="20"/>
        </w:rPr>
        <w:t xml:space="preserve">Unterstützt wird dieser Effekt durch den </w:t>
      </w:r>
      <w:r>
        <w:rPr>
          <w:szCs w:val="20"/>
        </w:rPr>
        <w:t>optisch deutlich verbesserte</w:t>
      </w:r>
      <w:r w:rsidR="00EE5E31">
        <w:rPr>
          <w:szCs w:val="20"/>
        </w:rPr>
        <w:t>n</w:t>
      </w:r>
      <w:r>
        <w:rPr>
          <w:szCs w:val="20"/>
        </w:rPr>
        <w:t xml:space="preserve"> Wetterschutz. </w:t>
      </w:r>
    </w:p>
    <w:p w14:paraId="209BEF50" w14:textId="77777777" w:rsidR="00871A03" w:rsidRDefault="00871A03" w:rsidP="00F6067C">
      <w:pPr>
        <w:rPr>
          <w:szCs w:val="20"/>
        </w:rPr>
      </w:pPr>
    </w:p>
    <w:p w14:paraId="1938A4E2" w14:textId="6BE60691" w:rsidR="008B09F3" w:rsidRPr="00871A03" w:rsidRDefault="00EE5E31" w:rsidP="00F6067C">
      <w:r>
        <w:rPr>
          <w:szCs w:val="20"/>
        </w:rPr>
        <w:t>D</w:t>
      </w:r>
      <w:r w:rsidR="00A96E5D">
        <w:rPr>
          <w:szCs w:val="20"/>
        </w:rPr>
        <w:t xml:space="preserve">as Thema </w:t>
      </w:r>
      <w:r w:rsidR="00C54DDD">
        <w:rPr>
          <w:szCs w:val="20"/>
        </w:rPr>
        <w:t xml:space="preserve">Flexibilität wurde bei der Entwicklung des </w:t>
      </w:r>
      <w:r w:rsidR="00A96E5D">
        <w:rPr>
          <w:szCs w:val="20"/>
        </w:rPr>
        <w:t xml:space="preserve">neuen </w:t>
      </w:r>
      <w:r w:rsidR="00C54DDD">
        <w:rPr>
          <w:szCs w:val="20"/>
        </w:rPr>
        <w:t xml:space="preserve">Laibungskanals </w:t>
      </w:r>
      <w:r>
        <w:rPr>
          <w:szCs w:val="20"/>
        </w:rPr>
        <w:t xml:space="preserve">ebenfalls </w:t>
      </w:r>
      <w:r w:rsidR="00C54DDD">
        <w:rPr>
          <w:szCs w:val="20"/>
        </w:rPr>
        <w:t>großgeschrieben</w:t>
      </w:r>
      <w:r w:rsidR="00A96E5D">
        <w:rPr>
          <w:szCs w:val="20"/>
        </w:rPr>
        <w:t xml:space="preserve">. Beim </w:t>
      </w:r>
      <w:r w:rsidR="00C54DDD">
        <w:rPr>
          <w:szCs w:val="20"/>
        </w:rPr>
        <w:t xml:space="preserve">Einbau </w:t>
      </w:r>
      <w:r w:rsidR="00A96E5D">
        <w:rPr>
          <w:szCs w:val="20"/>
        </w:rPr>
        <w:t xml:space="preserve">lässt er sich </w:t>
      </w:r>
      <w:r w:rsidR="00C4475D">
        <w:rPr>
          <w:szCs w:val="20"/>
        </w:rPr>
        <w:t xml:space="preserve">sowohl mit Blick auf seine exakte Positionierung als auch durch einfaches Kürzen </w:t>
      </w:r>
      <w:r w:rsidR="00C54DDD">
        <w:rPr>
          <w:szCs w:val="20"/>
        </w:rPr>
        <w:t xml:space="preserve">bequem an die </w:t>
      </w:r>
      <w:r w:rsidR="00C54DDD">
        <w:t>baulichen Gegebenheiten vor Or</w:t>
      </w:r>
      <w:r w:rsidR="00C4475D">
        <w:t xml:space="preserve">t anpassen. </w:t>
      </w:r>
      <w:r w:rsidR="00762E16">
        <w:t xml:space="preserve">Flexibilität verschafft darüber hinaus </w:t>
      </w:r>
      <w:r w:rsidR="00C4475D">
        <w:t xml:space="preserve">die Montage des Lüfters auf der Innenseite, </w:t>
      </w:r>
      <w:r w:rsidR="00A96E5D">
        <w:t>die</w:t>
      </w:r>
      <w:r w:rsidR="00C4475D">
        <w:t xml:space="preserve"> wahlweise neben oder schräg oberhalb des Fensters </w:t>
      </w:r>
      <w:r w:rsidR="00A96E5D">
        <w:t>erfolgen</w:t>
      </w:r>
      <w:r w:rsidR="00C4475D">
        <w:t xml:space="preserve"> kann. </w:t>
      </w:r>
      <w:r w:rsidR="00236DAC">
        <w:t>D</w:t>
      </w:r>
      <w:r w:rsidR="00A96E5D">
        <w:t>abei ist d</w:t>
      </w:r>
      <w:r w:rsidR="00236DAC">
        <w:t>er Installationsvorgang denkbar einfach</w:t>
      </w:r>
      <w:r w:rsidR="00DC708D">
        <w:t>,</w:t>
      </w:r>
      <w:r w:rsidR="00C50D83">
        <w:t xml:space="preserve"> und der </w:t>
      </w:r>
      <w:r w:rsidR="008B09F3">
        <w:t xml:space="preserve">praktische </w:t>
      </w:r>
      <w:r w:rsidR="00C50D83">
        <w:t xml:space="preserve">Putzdeckel </w:t>
      </w:r>
      <w:r w:rsidR="008B09F3">
        <w:t xml:space="preserve">für den Kanal macht </w:t>
      </w:r>
      <w:r w:rsidR="00762E16">
        <w:t xml:space="preserve">auch </w:t>
      </w:r>
      <w:r w:rsidR="008B09F3">
        <w:t xml:space="preserve">das abschließende Verputzen sicher und einfach. </w:t>
      </w:r>
      <w:r w:rsidR="00A96E5D">
        <w:t xml:space="preserve">Zudem </w:t>
      </w:r>
      <w:r w:rsidR="008B09F3">
        <w:t xml:space="preserve">kann der AERO Laibungskanal EPP </w:t>
      </w:r>
      <w:r w:rsidR="00A96E5D">
        <w:t xml:space="preserve">unter Schallschutzaspekten </w:t>
      </w:r>
      <w:r w:rsidR="008B09F3">
        <w:t xml:space="preserve">punkten, denn er erlaubt die Realisierung </w:t>
      </w:r>
      <w:r w:rsidR="00D53F38">
        <w:t xml:space="preserve">sehr hoher </w:t>
      </w:r>
      <w:r w:rsidR="00A96E5D">
        <w:t>S</w:t>
      </w:r>
      <w:r w:rsidR="008B09F3">
        <w:t>challschutzanforderungen</w:t>
      </w:r>
      <w:r w:rsidR="00D53F38">
        <w:t xml:space="preserve"> bis zu 72 dB</w:t>
      </w:r>
      <w:r w:rsidR="008B09F3">
        <w:t xml:space="preserve">. Der </w:t>
      </w:r>
      <w:r w:rsidR="00DC708D">
        <w:t>neue</w:t>
      </w:r>
      <w:r w:rsidR="008B09F3">
        <w:t xml:space="preserve"> Laibungskanal eignet sich für Neubau- und Sanierungsobjekte mit und ohne Integration in das WDVS-System. </w:t>
      </w:r>
    </w:p>
    <w:p w14:paraId="2D1A3D42" w14:textId="77777777" w:rsidR="00C54DDD" w:rsidRPr="00B55070" w:rsidRDefault="00C54DDD" w:rsidP="00F6067C">
      <w:pPr>
        <w:rPr>
          <w:szCs w:val="20"/>
        </w:rPr>
      </w:pPr>
    </w:p>
    <w:p w14:paraId="4EFC0574" w14:textId="77777777" w:rsidR="00627CE6" w:rsidRDefault="00627CE6" w:rsidP="00627CE6">
      <w:pPr>
        <w:rPr>
          <w:rFonts w:cs="Arial"/>
          <w:color w:val="1F497D"/>
          <w:szCs w:val="20"/>
        </w:rPr>
      </w:pPr>
    </w:p>
    <w:p w14:paraId="356A2483" w14:textId="77777777" w:rsidR="005E1468" w:rsidRPr="00B55070" w:rsidRDefault="005E1468" w:rsidP="005E1468"/>
    <w:p w14:paraId="44077940" w14:textId="71A7B387" w:rsidR="005F3D5F" w:rsidRDefault="005F3D5F" w:rsidP="005E1468"/>
    <w:p w14:paraId="499F3642" w14:textId="313BE50A" w:rsidR="00DC708D" w:rsidRDefault="00DC708D" w:rsidP="005E1468"/>
    <w:p w14:paraId="61CE78B6" w14:textId="77777777" w:rsidR="00DC708D" w:rsidRDefault="00DC708D" w:rsidP="005E1468"/>
    <w:p w14:paraId="6DC366E9" w14:textId="5A05C3DA" w:rsidR="005E1468" w:rsidRDefault="005E1468" w:rsidP="005A7C57">
      <w:pPr>
        <w:pStyle w:val="berschrift4"/>
      </w:pPr>
      <w:r>
        <w:lastRenderedPageBreak/>
        <w:t>Bildunterschrift</w:t>
      </w:r>
    </w:p>
    <w:p w14:paraId="7C4FF09A" w14:textId="77777777" w:rsidR="002A7F37" w:rsidRDefault="002A7F37" w:rsidP="002A7F37">
      <w:r>
        <w:t>Bildquelle: SIEGENIA</w:t>
      </w:r>
    </w:p>
    <w:p w14:paraId="21CE3CCF" w14:textId="77777777" w:rsidR="002A7F37" w:rsidRPr="002A7F37" w:rsidRDefault="002A7F37" w:rsidP="002A7F37"/>
    <w:p w14:paraId="7FFF8439" w14:textId="2710B74C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EE5E31">
        <w:rPr>
          <w:bCs/>
          <w:i/>
        </w:rPr>
        <w:t>AERO_Laibungskanal_EPP</w:t>
      </w:r>
      <w:r w:rsidRPr="00D129AE">
        <w:rPr>
          <w:bCs/>
          <w:i/>
        </w:rPr>
        <w:t xml:space="preserve">.jpg </w:t>
      </w:r>
    </w:p>
    <w:p w14:paraId="0880734D" w14:textId="68049D8E" w:rsidR="005E1468" w:rsidRPr="00D129AE" w:rsidRDefault="00A96E5D" w:rsidP="005E1468">
      <w:r>
        <w:t xml:space="preserve">Der neue AERO Laibungskanal EPP von SIEGENIA verbindet ein dezentes Design mit hoher Schalldämmung </w:t>
      </w:r>
      <w:r w:rsidR="00B53880">
        <w:t>sowie</w:t>
      </w:r>
      <w:r>
        <w:t xml:space="preserve"> großer Flexibilität und erlaubt die Realisierung unterschiedlicher Lüftungsanforderungen. </w:t>
      </w:r>
    </w:p>
    <w:p w14:paraId="42D3F65D" w14:textId="77777777" w:rsidR="005E1468" w:rsidRDefault="005E1468" w:rsidP="005E1468"/>
    <w:p w14:paraId="6A8943B9" w14:textId="707E7371" w:rsidR="005E1468" w:rsidRDefault="005E1468" w:rsidP="005E1468">
      <w:pPr>
        <w:rPr>
          <w:bCs/>
          <w:i/>
        </w:rPr>
      </w:pPr>
    </w:p>
    <w:p w14:paraId="3E1FABEA" w14:textId="0BC4780D" w:rsidR="00EE5E31" w:rsidRDefault="00EE5E31" w:rsidP="005E1468"/>
    <w:p w14:paraId="0B3E3177" w14:textId="1A3F767B" w:rsidR="00EE5E31" w:rsidRDefault="00EE5E31" w:rsidP="005E1468"/>
    <w:p w14:paraId="0FB0FA05" w14:textId="6C1B93C6" w:rsidR="00EE5E31" w:rsidRDefault="00EE5E31" w:rsidP="005E1468"/>
    <w:p w14:paraId="7900F30F" w14:textId="51DE5E3E" w:rsidR="00EE5E31" w:rsidRDefault="00EE5E31" w:rsidP="005E1468"/>
    <w:p w14:paraId="5AD2439E" w14:textId="6434252A" w:rsidR="00EE5E31" w:rsidRDefault="00EE5E31" w:rsidP="005E1468"/>
    <w:p w14:paraId="3F82B890" w14:textId="14F7E5D9" w:rsidR="00EE5E31" w:rsidRDefault="00EE5E31" w:rsidP="005E1468"/>
    <w:p w14:paraId="05397F1E" w14:textId="3FC6E192" w:rsidR="00EE5E31" w:rsidRDefault="00EE5E31" w:rsidP="005E1468"/>
    <w:p w14:paraId="4BC884EA" w14:textId="0710DE48" w:rsidR="00EE5E31" w:rsidRDefault="00EE5E31" w:rsidP="005E1468"/>
    <w:p w14:paraId="2D2C1699" w14:textId="6C87FA7B" w:rsidR="00EE5E31" w:rsidRDefault="00EE5E31" w:rsidP="005E1468"/>
    <w:p w14:paraId="37A131C0" w14:textId="5A2CF8F7" w:rsidR="00EE5E31" w:rsidRDefault="00EE5E31" w:rsidP="005E1468"/>
    <w:p w14:paraId="0A57FCB1" w14:textId="16E174F3" w:rsidR="00EE5E31" w:rsidRDefault="00EE5E31" w:rsidP="005E1468"/>
    <w:p w14:paraId="518EA14D" w14:textId="77777777" w:rsidR="00EE5E31" w:rsidRDefault="00EE5E31" w:rsidP="005E1468"/>
    <w:p w14:paraId="2EF80C37" w14:textId="77777777" w:rsidR="008D7633" w:rsidRPr="00ED6392" w:rsidRDefault="008D7633" w:rsidP="008D7633"/>
    <w:p w14:paraId="7CF9650E" w14:textId="77777777" w:rsidR="008D7633" w:rsidRDefault="008D7633" w:rsidP="008D7633">
      <w:pPr>
        <w:rPr>
          <w:szCs w:val="20"/>
        </w:rPr>
      </w:pPr>
    </w:p>
    <w:p w14:paraId="06A6CA71" w14:textId="77777777" w:rsidR="008D7633" w:rsidRPr="00E14DD8" w:rsidRDefault="008D7633" w:rsidP="008D7633">
      <w:pPr>
        <w:rPr>
          <w:szCs w:val="20"/>
        </w:rPr>
      </w:pPr>
    </w:p>
    <w:p w14:paraId="47B10A5F" w14:textId="77777777" w:rsidR="008D7633" w:rsidRPr="00E14DD8" w:rsidRDefault="008D7633" w:rsidP="008D7633">
      <w:pPr>
        <w:rPr>
          <w:szCs w:val="20"/>
        </w:rPr>
      </w:pPr>
    </w:p>
    <w:p w14:paraId="6DE7B6A0" w14:textId="77777777" w:rsidR="008D7633" w:rsidRPr="00E14DD8" w:rsidRDefault="008D7633" w:rsidP="008D7633">
      <w:pPr>
        <w:rPr>
          <w:szCs w:val="20"/>
        </w:rPr>
      </w:pPr>
    </w:p>
    <w:p w14:paraId="6D560957" w14:textId="77777777" w:rsidR="008D7633" w:rsidRPr="00E14DD8" w:rsidRDefault="008D7633" w:rsidP="008D7633">
      <w:pPr>
        <w:rPr>
          <w:szCs w:val="20"/>
        </w:rPr>
      </w:pPr>
    </w:p>
    <w:p w14:paraId="18B13A21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16158153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20FD0A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13C3F674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5FD26F92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270F0D0E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0774A3D6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20BE02BD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347BD6C4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0DEAE955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08062A57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6F92F18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34851B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3873773A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40B1CA41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FA905D0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1250F37A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46994CFC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022B4C32" w14:textId="77777777" w:rsidR="008D7633" w:rsidRPr="004F5C16" w:rsidRDefault="0088698F" w:rsidP="007A5EB4">
            <w:pPr>
              <w:pStyle w:val="Formatvorlage2"/>
              <w:rPr>
                <w:lang w:val="it-IT"/>
              </w:rPr>
            </w:pPr>
            <w:r w:rsidRPr="004F5C16">
              <w:rPr>
                <w:lang w:val="it-IT"/>
              </w:rPr>
              <w:t>E</w:t>
            </w:r>
            <w:r w:rsidR="008D7633" w:rsidRPr="004F5C16">
              <w:rPr>
                <w:lang w:val="it-IT"/>
              </w:rPr>
              <w:t>-Mail: info@kemper-kommunikation.de</w:t>
            </w:r>
          </w:p>
          <w:p w14:paraId="5216DC2D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5209852A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2466C6E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72BA9F6F" w14:textId="233A7CD2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EE5E31">
              <w:t>1</w:t>
            </w:r>
          </w:p>
          <w:p w14:paraId="7C835F9B" w14:textId="77777777" w:rsidR="008D7633" w:rsidRPr="00C33A1F" w:rsidRDefault="008D7633" w:rsidP="007A5EB4">
            <w:pPr>
              <w:pStyle w:val="Formatvorlage2"/>
            </w:pPr>
            <w:r>
              <w:t>Wörter: 528</w:t>
            </w:r>
          </w:p>
          <w:p w14:paraId="56F7A7EE" w14:textId="77777777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4.182</w:t>
            </w:r>
            <w:r w:rsidRPr="00C33A1F">
              <w:br/>
              <w:t>(mit Leerzeichen)</w:t>
            </w:r>
          </w:p>
          <w:p w14:paraId="75F24194" w14:textId="77777777" w:rsidR="008D7633" w:rsidRDefault="008D7633" w:rsidP="007A5EB4">
            <w:pPr>
              <w:pStyle w:val="Formatvorlage2"/>
            </w:pPr>
          </w:p>
          <w:p w14:paraId="69CACF16" w14:textId="615E55EA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16</w:t>
            </w:r>
            <w:r>
              <w:t>.</w:t>
            </w:r>
            <w:r w:rsidR="00EE5E31">
              <w:t>01</w:t>
            </w:r>
            <w:r>
              <w:t>.201</w:t>
            </w:r>
            <w:r w:rsidR="00EE5E31">
              <w:t>8</w:t>
            </w:r>
          </w:p>
          <w:p w14:paraId="247776CE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24B4B0DE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0F0160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42F20B31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3937E7" w14:textId="77777777" w:rsidR="00895B39" w:rsidRDefault="00895B39">
      <w:r>
        <w:separator/>
      </w:r>
    </w:p>
  </w:endnote>
  <w:endnote w:type="continuationSeparator" w:id="0">
    <w:p w14:paraId="395CF0DD" w14:textId="77777777" w:rsidR="00895B39" w:rsidRDefault="00895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84865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926F5" w14:textId="77777777" w:rsidR="00895B39" w:rsidRDefault="00895B39">
      <w:r>
        <w:separator/>
      </w:r>
    </w:p>
  </w:footnote>
  <w:footnote w:type="continuationSeparator" w:id="0">
    <w:p w14:paraId="7A115632" w14:textId="77777777" w:rsidR="00895B39" w:rsidRDefault="00895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6FE5F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4CC5B5D" wp14:editId="7ED9A8F7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E74"/>
    <w:rsid w:val="000024D9"/>
    <w:rsid w:val="00003256"/>
    <w:rsid w:val="0001449A"/>
    <w:rsid w:val="0001520C"/>
    <w:rsid w:val="00026907"/>
    <w:rsid w:val="00040EB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2E74"/>
    <w:rsid w:val="001F3432"/>
    <w:rsid w:val="002046D3"/>
    <w:rsid w:val="00236DAC"/>
    <w:rsid w:val="00253494"/>
    <w:rsid w:val="00254A9B"/>
    <w:rsid w:val="00255FE8"/>
    <w:rsid w:val="00272508"/>
    <w:rsid w:val="002769DE"/>
    <w:rsid w:val="002819C3"/>
    <w:rsid w:val="002A202C"/>
    <w:rsid w:val="002A7F37"/>
    <w:rsid w:val="002C00E2"/>
    <w:rsid w:val="002C36FE"/>
    <w:rsid w:val="002C4229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3E4270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A7DFE"/>
    <w:rsid w:val="004B62AB"/>
    <w:rsid w:val="004C4FDA"/>
    <w:rsid w:val="004C503A"/>
    <w:rsid w:val="004E057A"/>
    <w:rsid w:val="004E2322"/>
    <w:rsid w:val="004E2BD7"/>
    <w:rsid w:val="004E3AF9"/>
    <w:rsid w:val="004F5C16"/>
    <w:rsid w:val="00510191"/>
    <w:rsid w:val="005217F7"/>
    <w:rsid w:val="005254BE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27CE6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2E16"/>
    <w:rsid w:val="00764AAC"/>
    <w:rsid w:val="007871C1"/>
    <w:rsid w:val="0079193B"/>
    <w:rsid w:val="00794A4F"/>
    <w:rsid w:val="00794CE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3823"/>
    <w:rsid w:val="00857800"/>
    <w:rsid w:val="0086386E"/>
    <w:rsid w:val="00871847"/>
    <w:rsid w:val="00871A03"/>
    <w:rsid w:val="0088698F"/>
    <w:rsid w:val="00894ADF"/>
    <w:rsid w:val="00895B39"/>
    <w:rsid w:val="008A6F1F"/>
    <w:rsid w:val="008B09F3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0262"/>
    <w:rsid w:val="00A927D0"/>
    <w:rsid w:val="00A96E5D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3880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4475D"/>
    <w:rsid w:val="00C50D83"/>
    <w:rsid w:val="00C52D3B"/>
    <w:rsid w:val="00C53FE3"/>
    <w:rsid w:val="00C54DDD"/>
    <w:rsid w:val="00C615A2"/>
    <w:rsid w:val="00C65852"/>
    <w:rsid w:val="00C72B49"/>
    <w:rsid w:val="00C7688B"/>
    <w:rsid w:val="00C77106"/>
    <w:rsid w:val="00C87836"/>
    <w:rsid w:val="00C92A2E"/>
    <w:rsid w:val="00CA66F5"/>
    <w:rsid w:val="00CA6BD1"/>
    <w:rsid w:val="00CC4C66"/>
    <w:rsid w:val="00CC7F67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3F38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C708D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94676"/>
    <w:rsid w:val="00E954AC"/>
    <w:rsid w:val="00EA2954"/>
    <w:rsid w:val="00EB511E"/>
    <w:rsid w:val="00EB632F"/>
    <w:rsid w:val="00EC1396"/>
    <w:rsid w:val="00EE123F"/>
    <w:rsid w:val="00EE5E31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0C3EB031"/>
  <w15:docId w15:val="{605A96B1-3D12-4280-9FC5-0BE5B2571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383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2797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4</cp:revision>
  <cp:lastPrinted>2007-09-03T14:44:00Z</cp:lastPrinted>
  <dcterms:created xsi:type="dcterms:W3CDTF">2018-01-16T12:58:00Z</dcterms:created>
  <dcterms:modified xsi:type="dcterms:W3CDTF">2018-01-16T13:25:00Z</dcterms:modified>
</cp:coreProperties>
</file>