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22467" w14:textId="77777777" w:rsidR="005E1468" w:rsidRDefault="000556D1" w:rsidP="005E1468">
      <w:pPr>
        <w:pStyle w:val="berschrift2"/>
      </w:pPr>
      <w:r>
        <w:t xml:space="preserve">150 Jahre </w:t>
      </w:r>
      <w:r w:rsidR="00674241">
        <w:t>Innovationen</w:t>
      </w:r>
    </w:p>
    <w:p w14:paraId="292B401D" w14:textId="77777777" w:rsidR="00A82224" w:rsidRDefault="00674241" w:rsidP="00A82224">
      <w:pPr>
        <w:pStyle w:val="berschrift1"/>
      </w:pPr>
      <w:r>
        <w:t>KFV begeht Jubiläumsjahr</w:t>
      </w:r>
    </w:p>
    <w:p w14:paraId="7B4750F4" w14:textId="77777777" w:rsidR="005E1468" w:rsidRPr="00B55070" w:rsidRDefault="005E1468" w:rsidP="005E1468"/>
    <w:p w14:paraId="79F99839" w14:textId="77777777" w:rsidR="00836161" w:rsidRDefault="00D9438B" w:rsidP="00836161">
      <w:r>
        <w:t xml:space="preserve">KFV </w:t>
      </w:r>
      <w:r w:rsidR="00674241">
        <w:t xml:space="preserve">hat </w:t>
      </w:r>
      <w:r>
        <w:t>mit innovativer Schließtechnik für Türen Erfolgsgeschichte</w:t>
      </w:r>
      <w:r w:rsidR="00674241">
        <w:t xml:space="preserve"> geschrieben</w:t>
      </w:r>
      <w:r>
        <w:t xml:space="preserve">. </w:t>
      </w:r>
      <w:r w:rsidR="00D3707C">
        <w:t xml:space="preserve">Jetzt </w:t>
      </w:r>
      <w:r w:rsidR="00836161">
        <w:t xml:space="preserve">startet </w:t>
      </w:r>
      <w:r w:rsidR="00D3707C">
        <w:t xml:space="preserve">das </w:t>
      </w:r>
      <w:r w:rsidR="007917B6">
        <w:t>Tochteru</w:t>
      </w:r>
      <w:r w:rsidR="00D3707C">
        <w:t xml:space="preserve">nternehmen </w:t>
      </w:r>
      <w:r w:rsidR="007917B6">
        <w:t xml:space="preserve">der SIEGENIA GRUPPE </w:t>
      </w:r>
      <w:r w:rsidR="00836161">
        <w:t xml:space="preserve">in sein </w:t>
      </w:r>
      <w:r w:rsidR="00D3707C">
        <w:t>Jubiläum</w:t>
      </w:r>
      <w:r w:rsidR="00836161">
        <w:t>sjahr</w:t>
      </w:r>
      <w:r w:rsidR="00D3707C">
        <w:t>:</w:t>
      </w:r>
      <w:r w:rsidR="00674241">
        <w:t xml:space="preserve"> 2018 </w:t>
      </w:r>
      <w:r w:rsidR="00D3707C">
        <w:t xml:space="preserve">wird KFV </w:t>
      </w:r>
      <w:r w:rsidR="00674241">
        <w:t xml:space="preserve">stolze </w:t>
      </w:r>
      <w:r w:rsidR="00D3707C">
        <w:t xml:space="preserve">150 Jahre alt. </w:t>
      </w:r>
    </w:p>
    <w:p w14:paraId="7751BF03" w14:textId="77777777" w:rsidR="002F4D75" w:rsidRPr="00B55070" w:rsidRDefault="002F4D75" w:rsidP="00836161"/>
    <w:p w14:paraId="1619BD1E" w14:textId="3B25DC7E" w:rsidR="00947C17" w:rsidRDefault="000556D1" w:rsidP="00212677">
      <w:r>
        <w:t xml:space="preserve">Was heute ein wichtiger Bestandteil der SIEGENIA GRUPPE ist, nahm seinen Anfang </w:t>
      </w:r>
      <w:r w:rsidR="006A0BC0">
        <w:t>im Jahr</w:t>
      </w:r>
      <w:r>
        <w:t xml:space="preserve"> 1868</w:t>
      </w:r>
      <w:r w:rsidR="002F4D75">
        <w:t>,</w:t>
      </w:r>
      <w:r w:rsidR="006A0BC0">
        <w:t xml:space="preserve"> als</w:t>
      </w:r>
      <w:r>
        <w:t xml:space="preserve"> Firmengründer Karl Fliether </w:t>
      </w:r>
      <w:r w:rsidR="006A0BC0">
        <w:t>im Alter von nur 16 Jahren in</w:t>
      </w:r>
      <w:r>
        <w:t xml:space="preserve"> Velbert eine Schlossschmiede</w:t>
      </w:r>
      <w:r w:rsidR="006A0BC0">
        <w:t xml:space="preserve"> eröffnete</w:t>
      </w:r>
      <w:r>
        <w:t xml:space="preserve">. Mit Geschäftssinn und Ideenreichtum </w:t>
      </w:r>
      <w:r w:rsidR="006A0BC0">
        <w:t xml:space="preserve">entwickelte er </w:t>
      </w:r>
      <w:r>
        <w:t xml:space="preserve">sein Unternehmen </w:t>
      </w:r>
      <w:r w:rsidR="00711802">
        <w:t xml:space="preserve">vom Handwerks- zum Industrieunternehmen. </w:t>
      </w:r>
      <w:r>
        <w:t>Über</w:t>
      </w:r>
      <w:r w:rsidR="000D1F69">
        <w:t xml:space="preserve"> insgesamt</w:t>
      </w:r>
      <w:r>
        <w:t xml:space="preserve"> vier Generationen hinweg machte sich KFV </w:t>
      </w:r>
      <w:r w:rsidR="00EC2A12">
        <w:t xml:space="preserve">zudem </w:t>
      </w:r>
      <w:r>
        <w:t>als Familienbetrieb einen guten Namen</w:t>
      </w:r>
      <w:r w:rsidR="008251E5">
        <w:t xml:space="preserve">. Die anfängliche Fertigung einfacher </w:t>
      </w:r>
      <w:r w:rsidR="00F64D62">
        <w:t xml:space="preserve">Tür- und Möbelschlösser </w:t>
      </w:r>
      <w:r w:rsidR="008251E5">
        <w:t>veränderte sich im Laufe der Jahrzehnte hin zu Schließtechnik für Türen und</w:t>
      </w:r>
      <w:r w:rsidR="00F64D62">
        <w:t xml:space="preserve"> gipfelte schließlich in der Entwicklung einer Mehrfachverriegelung, die sich als die mit Abstand zuverlässigste Sicherungslösung auf dem Markt erwies.</w:t>
      </w:r>
      <w:r w:rsidR="002F4D75">
        <w:t xml:space="preserve"> </w:t>
      </w:r>
      <w:r w:rsidR="00F64D62">
        <w:t>Richtungsweisende</w:t>
      </w:r>
      <w:r w:rsidR="00B352BA">
        <w:t>n</w:t>
      </w:r>
      <w:r w:rsidR="00F64D62">
        <w:t xml:space="preserve"> Innovationen im Bereich </w:t>
      </w:r>
      <w:r w:rsidR="004536CB">
        <w:t>elektromechanischer</w:t>
      </w:r>
      <w:r w:rsidR="00F64D62">
        <w:t xml:space="preserve"> Ver- und Entriegelungssysteme verdankte KFV schließlich ein Wachstum, das die Belegschaft innerhalb weniger Jahrzehnte versechsfachte.</w:t>
      </w:r>
      <w:r w:rsidR="00947C17">
        <w:t xml:space="preserve"> </w:t>
      </w:r>
    </w:p>
    <w:p w14:paraId="7478F872" w14:textId="77777777" w:rsidR="000556D1" w:rsidRPr="00E728EE" w:rsidRDefault="000556D1" w:rsidP="000556D1">
      <w:pPr>
        <w:pStyle w:val="berschrift4"/>
      </w:pPr>
      <w:r>
        <w:t xml:space="preserve">Ein starker Partner für die SIEGENIA GRUPPE </w:t>
      </w:r>
    </w:p>
    <w:p w14:paraId="5FE0115E" w14:textId="34404649" w:rsidR="000556D1" w:rsidRPr="00DC0C59" w:rsidRDefault="000556D1" w:rsidP="000556D1">
      <w:pPr>
        <w:rPr>
          <w:vertAlign w:val="subscript"/>
        </w:rPr>
      </w:pPr>
      <w:r>
        <w:t xml:space="preserve">Seit 2006 gehört KFV der SIEGENIA GRUPPE an. Mit der Übernahme rundete die Unternehmensgruppe ihr Portfolio ab und stärkte in Folge die Position von KFV durch </w:t>
      </w:r>
      <w:r w:rsidR="00674241">
        <w:t>logistische und strategische Maßnahmen</w:t>
      </w:r>
      <w:r w:rsidR="00093A6C">
        <w:t xml:space="preserve"> sowie </w:t>
      </w:r>
      <w:r>
        <w:t>umfangreiche Investitionen</w:t>
      </w:r>
      <w:r w:rsidR="00EC2A12">
        <w:t>. Mit</w:t>
      </w:r>
      <w:r w:rsidR="00093A6C">
        <w:t xml:space="preserve"> </w:t>
      </w:r>
      <w:r w:rsidR="006A0BC0">
        <w:t>herausragende</w:t>
      </w:r>
      <w:r w:rsidR="00EC2A12">
        <w:t>n</w:t>
      </w:r>
      <w:r>
        <w:t xml:space="preserve"> Neuentwicklungen zählt KFV </w:t>
      </w:r>
      <w:r w:rsidR="00EC2A12">
        <w:t xml:space="preserve">heute </w:t>
      </w:r>
      <w:r>
        <w:t xml:space="preserve">zu den führenden Schlossherstellern in Europa und deckt mit seiner Produktpalette </w:t>
      </w:r>
      <w:r w:rsidRPr="00382470">
        <w:t>das gesamte Feld moderner Schließsysteme für Türen ab</w:t>
      </w:r>
      <w:r>
        <w:t xml:space="preserve">. </w:t>
      </w:r>
    </w:p>
    <w:p w14:paraId="320728FA" w14:textId="77777777" w:rsidR="000556D1" w:rsidRDefault="000556D1" w:rsidP="000556D1"/>
    <w:p w14:paraId="57BBD2E4" w14:textId="3EA3436A" w:rsidR="006A0BC0" w:rsidRPr="00B55070" w:rsidRDefault="006A0BC0" w:rsidP="006A0BC0">
      <w:r>
        <w:t>Das 150-jährige Bestehen würdigt das Unternehmen im Laufe des Jahres mit diversen Maßnahmen</w:t>
      </w:r>
      <w:r w:rsidR="004536CB">
        <w:t>.</w:t>
      </w:r>
      <w:r>
        <w:t xml:space="preserve"> Zeichen setzt KFV </w:t>
      </w:r>
      <w:r w:rsidR="00EC2A12">
        <w:t xml:space="preserve">in dem Zuge </w:t>
      </w:r>
      <w:r w:rsidR="004536CB">
        <w:t>natürlich auch</w:t>
      </w:r>
      <w:r>
        <w:t xml:space="preserve"> auf der FENSTERBAU 2018. Dort dokumentiert der deutsche Marktführer von Mehrfachverriegelungen mit diversen Neu- und Weiterentwicklungen seine anhaltende Innovationskraft. Highlight ist die Vorstellung </w:t>
      </w:r>
      <w:r w:rsidR="00EC2A12">
        <w:t xml:space="preserve">eines </w:t>
      </w:r>
      <w:r>
        <w:t>völlig neu konzipierten KFV Modulsystem</w:t>
      </w:r>
      <w:r w:rsidR="004536CB">
        <w:t>s</w:t>
      </w:r>
      <w:r>
        <w:t>, das nicht nur die Türenfertigung und -montage deutlich effizienter als bislang macht, sondern auch starke Argumente für den Endanwender mitbringt.</w:t>
      </w:r>
    </w:p>
    <w:p w14:paraId="5B964706" w14:textId="77777777" w:rsidR="000556D1" w:rsidRDefault="000556D1" w:rsidP="005E1468"/>
    <w:p w14:paraId="2F2F94FC" w14:textId="77777777" w:rsidR="000556D1" w:rsidRDefault="000556D1" w:rsidP="005E1468"/>
    <w:p w14:paraId="6E7B85AA" w14:textId="03EB343B" w:rsidR="005E1468" w:rsidRDefault="005E1468" w:rsidP="005A7C57">
      <w:pPr>
        <w:pStyle w:val="berschrift4"/>
      </w:pPr>
      <w:r>
        <w:lastRenderedPageBreak/>
        <w:t>Bildunterschrift</w:t>
      </w:r>
    </w:p>
    <w:p w14:paraId="13C3B4DC" w14:textId="77777777" w:rsidR="002A7F37" w:rsidRDefault="002A7F37" w:rsidP="002A7F37">
      <w:r>
        <w:t>Bildquelle: SIEGENIA</w:t>
      </w:r>
    </w:p>
    <w:p w14:paraId="55FE1730" w14:textId="77777777" w:rsidR="002A7F37" w:rsidRPr="002A7F37" w:rsidRDefault="002A7F37" w:rsidP="002A7F37"/>
    <w:p w14:paraId="0FCC8048" w14:textId="1911F60A" w:rsidR="005E1468" w:rsidRPr="00674241" w:rsidRDefault="005E1468" w:rsidP="005E1468">
      <w:pPr>
        <w:rPr>
          <w:bCs/>
          <w:i/>
        </w:rPr>
      </w:pPr>
      <w:r w:rsidRPr="00674241">
        <w:rPr>
          <w:bCs/>
          <w:i/>
        </w:rPr>
        <w:t>Motiv: SIE_</w:t>
      </w:r>
      <w:r w:rsidR="007E24F4" w:rsidRPr="00674241">
        <w:rPr>
          <w:bCs/>
          <w:i/>
        </w:rPr>
        <w:t>150 YEARS OF KFV</w:t>
      </w:r>
      <w:r w:rsidRPr="00674241">
        <w:rPr>
          <w:bCs/>
          <w:i/>
        </w:rPr>
        <w:t xml:space="preserve">.jpg </w:t>
      </w:r>
    </w:p>
    <w:p w14:paraId="3361F697" w14:textId="77777777" w:rsidR="005E1468" w:rsidRPr="001F26C1" w:rsidRDefault="001F26C1" w:rsidP="005E1468">
      <w:r>
        <w:t>150 Jahre KFV: Der deutsche Marktführer für Mehrfachverriegelungen schreibt mit innovativer Schließtechnik für Türen Erfolgsgeschichte und ergänzt seit 2006 das Portfolio der SIEGENIA GRUPPE.</w:t>
      </w:r>
    </w:p>
    <w:p w14:paraId="503DCDAE" w14:textId="77777777" w:rsidR="005E1468" w:rsidRPr="001F26C1" w:rsidRDefault="005E1468" w:rsidP="005E1468"/>
    <w:p w14:paraId="53BE4CB4" w14:textId="1B6B472D" w:rsidR="005E1468" w:rsidRDefault="005E1468" w:rsidP="005E1468"/>
    <w:p w14:paraId="7D964AAF" w14:textId="35B9E23D" w:rsidR="00C32CF0" w:rsidRDefault="00C32CF0" w:rsidP="005E1468"/>
    <w:p w14:paraId="37291CCC" w14:textId="0597E705" w:rsidR="00C32CF0" w:rsidRDefault="00C32CF0" w:rsidP="005E1468"/>
    <w:p w14:paraId="7F1AB9CA" w14:textId="77777777" w:rsidR="00C8041B" w:rsidRPr="00D129AE" w:rsidRDefault="00C8041B" w:rsidP="005E1468">
      <w:bookmarkStart w:id="0" w:name="_GoBack"/>
      <w:bookmarkEnd w:id="0"/>
    </w:p>
    <w:p w14:paraId="4691796B" w14:textId="77777777" w:rsidR="005E1468" w:rsidRDefault="005E1468" w:rsidP="005E1468"/>
    <w:p w14:paraId="55EBEA84" w14:textId="77777777" w:rsidR="008D7633" w:rsidRPr="00ED6392" w:rsidRDefault="008D7633" w:rsidP="008D7633"/>
    <w:p w14:paraId="5690B254" w14:textId="77777777" w:rsidR="008D7633" w:rsidRDefault="008D7633" w:rsidP="008D7633">
      <w:pPr>
        <w:rPr>
          <w:szCs w:val="20"/>
        </w:rPr>
      </w:pPr>
    </w:p>
    <w:p w14:paraId="08161B55" w14:textId="0EA3A959" w:rsidR="008D7633" w:rsidRDefault="008D7633" w:rsidP="008D7633">
      <w:pPr>
        <w:rPr>
          <w:szCs w:val="20"/>
        </w:rPr>
      </w:pPr>
    </w:p>
    <w:p w14:paraId="37A46990" w14:textId="7BEE6C0D" w:rsidR="00B352BA" w:rsidRDefault="00B352BA" w:rsidP="008D7633">
      <w:pPr>
        <w:rPr>
          <w:szCs w:val="20"/>
        </w:rPr>
      </w:pPr>
    </w:p>
    <w:p w14:paraId="04B42F74" w14:textId="6F55536D" w:rsidR="00B352BA" w:rsidRDefault="00B352BA" w:rsidP="008D7633">
      <w:pPr>
        <w:rPr>
          <w:szCs w:val="20"/>
        </w:rPr>
      </w:pPr>
    </w:p>
    <w:p w14:paraId="376E7D2D" w14:textId="464A649E" w:rsidR="00B352BA" w:rsidRDefault="00B352BA" w:rsidP="008D7633">
      <w:pPr>
        <w:rPr>
          <w:szCs w:val="20"/>
        </w:rPr>
      </w:pPr>
    </w:p>
    <w:p w14:paraId="2F02E1E8" w14:textId="31520DD7" w:rsidR="00B352BA" w:rsidRDefault="00B352BA" w:rsidP="008D7633">
      <w:pPr>
        <w:rPr>
          <w:szCs w:val="20"/>
        </w:rPr>
      </w:pPr>
    </w:p>
    <w:p w14:paraId="33E9B66A" w14:textId="16136AC6" w:rsidR="00B352BA" w:rsidRDefault="00B352BA" w:rsidP="008D7633">
      <w:pPr>
        <w:rPr>
          <w:szCs w:val="20"/>
        </w:rPr>
      </w:pPr>
    </w:p>
    <w:p w14:paraId="01F3D92B" w14:textId="3E10CF8F" w:rsidR="00B352BA" w:rsidRDefault="00B352BA" w:rsidP="008D7633">
      <w:pPr>
        <w:rPr>
          <w:szCs w:val="20"/>
        </w:rPr>
      </w:pPr>
    </w:p>
    <w:p w14:paraId="25F78354" w14:textId="13882FCC" w:rsidR="00B352BA" w:rsidRDefault="00B352BA" w:rsidP="008D7633">
      <w:pPr>
        <w:rPr>
          <w:szCs w:val="20"/>
        </w:rPr>
      </w:pPr>
    </w:p>
    <w:p w14:paraId="6A9E5F2D" w14:textId="77777777" w:rsidR="00B352BA" w:rsidRPr="00E14DD8" w:rsidRDefault="00B352BA" w:rsidP="008D7633">
      <w:pPr>
        <w:rPr>
          <w:szCs w:val="20"/>
        </w:rPr>
      </w:pPr>
    </w:p>
    <w:p w14:paraId="5323450C" w14:textId="77777777" w:rsidR="008D7633" w:rsidRPr="00E14DD8" w:rsidRDefault="008D7633" w:rsidP="008D7633">
      <w:pPr>
        <w:rPr>
          <w:szCs w:val="20"/>
        </w:rPr>
      </w:pPr>
    </w:p>
    <w:p w14:paraId="0B1CCDE8" w14:textId="77777777" w:rsidR="008D7633" w:rsidRPr="00E14DD8" w:rsidRDefault="008D7633" w:rsidP="008D7633">
      <w:pPr>
        <w:rPr>
          <w:szCs w:val="20"/>
        </w:rPr>
      </w:pPr>
    </w:p>
    <w:p w14:paraId="6B13EA03" w14:textId="77777777" w:rsidR="008D7633" w:rsidRPr="00E14DD8" w:rsidRDefault="008D7633" w:rsidP="008D7633">
      <w:pPr>
        <w:rPr>
          <w:szCs w:val="20"/>
        </w:rPr>
      </w:pPr>
    </w:p>
    <w:p w14:paraId="76055FC9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188EE12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738950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0BA4D3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63113BD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3CF34EC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3F2DED7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FFCD79C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1E8578A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972F0C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98B92C7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A8ACBA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9B302E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3835E32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1C14475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E6C215B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25488CA2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6B47DDE5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3F18792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8EB9FDC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2608F9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D71776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4FFC69A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2F4D75">
              <w:t>1</w:t>
            </w:r>
          </w:p>
          <w:p w14:paraId="6372BD5D" w14:textId="3F672B91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2F4D75">
              <w:t>2</w:t>
            </w:r>
            <w:r w:rsidR="00B352BA">
              <w:t>75</w:t>
            </w:r>
          </w:p>
          <w:p w14:paraId="43D77433" w14:textId="5F3BA7DD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2F4D75">
              <w:t>2</w:t>
            </w:r>
            <w:r w:rsidR="00B352BA">
              <w:t xml:space="preserve"> 086</w:t>
            </w:r>
            <w:r w:rsidRPr="00C33A1F">
              <w:br/>
              <w:t>(mit Leerzeichen)</w:t>
            </w:r>
          </w:p>
          <w:p w14:paraId="3B919315" w14:textId="77777777" w:rsidR="008D7633" w:rsidRDefault="008D7633" w:rsidP="007A5EB4">
            <w:pPr>
              <w:pStyle w:val="Formatvorlage2"/>
            </w:pPr>
          </w:p>
          <w:p w14:paraId="5AC45C34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2F4D75">
              <w:t>1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0556D1">
              <w:t>1</w:t>
            </w:r>
            <w:r>
              <w:t>.201</w:t>
            </w:r>
            <w:r w:rsidR="00C55524">
              <w:t>8</w:t>
            </w:r>
          </w:p>
          <w:p w14:paraId="3A120CF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ED2FD1C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22102A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F4523EA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AB3E4" w14:textId="77777777" w:rsidR="003F4ECA" w:rsidRDefault="003F4ECA">
      <w:r>
        <w:separator/>
      </w:r>
    </w:p>
  </w:endnote>
  <w:endnote w:type="continuationSeparator" w:id="0">
    <w:p w14:paraId="715EDA8C" w14:textId="77777777" w:rsidR="003F4ECA" w:rsidRDefault="003F4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A1229" w14:textId="77777777" w:rsidR="002B6385" w:rsidRDefault="002B6385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4082E" w14:textId="77777777" w:rsidR="003F4ECA" w:rsidRDefault="003F4ECA">
      <w:r>
        <w:separator/>
      </w:r>
    </w:p>
  </w:footnote>
  <w:footnote w:type="continuationSeparator" w:id="0">
    <w:p w14:paraId="4620D417" w14:textId="77777777" w:rsidR="003F4ECA" w:rsidRDefault="003F4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88DB1" w14:textId="77777777" w:rsidR="002B6385" w:rsidRDefault="002B6385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834F47E" wp14:editId="22948C1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A25FA"/>
    <w:multiLevelType w:val="hybridMultilevel"/>
    <w:tmpl w:val="1C86A1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D1"/>
    <w:rsid w:val="000024D9"/>
    <w:rsid w:val="00003256"/>
    <w:rsid w:val="00005CAC"/>
    <w:rsid w:val="0001449A"/>
    <w:rsid w:val="0001520C"/>
    <w:rsid w:val="00026907"/>
    <w:rsid w:val="00040EBF"/>
    <w:rsid w:val="000556D1"/>
    <w:rsid w:val="00064165"/>
    <w:rsid w:val="00064993"/>
    <w:rsid w:val="000675C7"/>
    <w:rsid w:val="00090045"/>
    <w:rsid w:val="00093A6C"/>
    <w:rsid w:val="00095303"/>
    <w:rsid w:val="000A1DF0"/>
    <w:rsid w:val="000A5CA3"/>
    <w:rsid w:val="000D0C02"/>
    <w:rsid w:val="000D1F69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26C1"/>
    <w:rsid w:val="001F3432"/>
    <w:rsid w:val="002046D3"/>
    <w:rsid w:val="00212677"/>
    <w:rsid w:val="00253494"/>
    <w:rsid w:val="00254A9B"/>
    <w:rsid w:val="00255FE8"/>
    <w:rsid w:val="00272508"/>
    <w:rsid w:val="002769DE"/>
    <w:rsid w:val="002819C3"/>
    <w:rsid w:val="002A202C"/>
    <w:rsid w:val="002A7F37"/>
    <w:rsid w:val="002B6385"/>
    <w:rsid w:val="002C00E2"/>
    <w:rsid w:val="002C36FE"/>
    <w:rsid w:val="002C5A66"/>
    <w:rsid w:val="002C6D41"/>
    <w:rsid w:val="002E48B5"/>
    <w:rsid w:val="002E59D6"/>
    <w:rsid w:val="002F18BB"/>
    <w:rsid w:val="002F466F"/>
    <w:rsid w:val="002F4D75"/>
    <w:rsid w:val="0031150D"/>
    <w:rsid w:val="003136F5"/>
    <w:rsid w:val="00324F84"/>
    <w:rsid w:val="00326F7E"/>
    <w:rsid w:val="00350ACA"/>
    <w:rsid w:val="003514C3"/>
    <w:rsid w:val="00357C43"/>
    <w:rsid w:val="00364DEF"/>
    <w:rsid w:val="0036510E"/>
    <w:rsid w:val="00375A48"/>
    <w:rsid w:val="0038244F"/>
    <w:rsid w:val="0038276B"/>
    <w:rsid w:val="0038499F"/>
    <w:rsid w:val="00387A7F"/>
    <w:rsid w:val="003914C5"/>
    <w:rsid w:val="00392D5F"/>
    <w:rsid w:val="003A1BA5"/>
    <w:rsid w:val="003D61A2"/>
    <w:rsid w:val="003E0D26"/>
    <w:rsid w:val="003E378F"/>
    <w:rsid w:val="003F4ECA"/>
    <w:rsid w:val="004176D4"/>
    <w:rsid w:val="00420F79"/>
    <w:rsid w:val="004333E8"/>
    <w:rsid w:val="0044187A"/>
    <w:rsid w:val="00441F7E"/>
    <w:rsid w:val="00446899"/>
    <w:rsid w:val="00447689"/>
    <w:rsid w:val="004536CB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25510"/>
    <w:rsid w:val="00552DC0"/>
    <w:rsid w:val="0055550C"/>
    <w:rsid w:val="00563E60"/>
    <w:rsid w:val="00592833"/>
    <w:rsid w:val="00594456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2B8B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4241"/>
    <w:rsid w:val="006866DF"/>
    <w:rsid w:val="00692205"/>
    <w:rsid w:val="006944D9"/>
    <w:rsid w:val="006A0BC0"/>
    <w:rsid w:val="006A2FD7"/>
    <w:rsid w:val="006A7184"/>
    <w:rsid w:val="006B60E7"/>
    <w:rsid w:val="006B6CD1"/>
    <w:rsid w:val="006B7979"/>
    <w:rsid w:val="006C044C"/>
    <w:rsid w:val="006C6D45"/>
    <w:rsid w:val="006E5CC8"/>
    <w:rsid w:val="00701954"/>
    <w:rsid w:val="00703943"/>
    <w:rsid w:val="007046C4"/>
    <w:rsid w:val="00711802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7B6"/>
    <w:rsid w:val="0079193B"/>
    <w:rsid w:val="00794A4F"/>
    <w:rsid w:val="007A5EB4"/>
    <w:rsid w:val="007A6E1C"/>
    <w:rsid w:val="007C50D1"/>
    <w:rsid w:val="007C5C24"/>
    <w:rsid w:val="007E24F4"/>
    <w:rsid w:val="007E2B7F"/>
    <w:rsid w:val="007E496F"/>
    <w:rsid w:val="007F3F54"/>
    <w:rsid w:val="007F43E0"/>
    <w:rsid w:val="00801D78"/>
    <w:rsid w:val="008078CF"/>
    <w:rsid w:val="008171AF"/>
    <w:rsid w:val="008251E5"/>
    <w:rsid w:val="0083465B"/>
    <w:rsid w:val="00835351"/>
    <w:rsid w:val="00836161"/>
    <w:rsid w:val="008366E0"/>
    <w:rsid w:val="008429DC"/>
    <w:rsid w:val="0085079E"/>
    <w:rsid w:val="00851464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45F7E"/>
    <w:rsid w:val="00947C17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02FA4"/>
    <w:rsid w:val="00A1061E"/>
    <w:rsid w:val="00A12A8B"/>
    <w:rsid w:val="00A14556"/>
    <w:rsid w:val="00A156B4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52BA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B62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2CF0"/>
    <w:rsid w:val="00C33A1F"/>
    <w:rsid w:val="00C52D3B"/>
    <w:rsid w:val="00C53FE3"/>
    <w:rsid w:val="00C55524"/>
    <w:rsid w:val="00C615A2"/>
    <w:rsid w:val="00C65852"/>
    <w:rsid w:val="00C72B49"/>
    <w:rsid w:val="00C77106"/>
    <w:rsid w:val="00C8041B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3707C"/>
    <w:rsid w:val="00D45693"/>
    <w:rsid w:val="00D47D4E"/>
    <w:rsid w:val="00D55DC3"/>
    <w:rsid w:val="00D57457"/>
    <w:rsid w:val="00D64F60"/>
    <w:rsid w:val="00D9438B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4C9D"/>
    <w:rsid w:val="00E6313B"/>
    <w:rsid w:val="00E66783"/>
    <w:rsid w:val="00E76C0B"/>
    <w:rsid w:val="00E76D9B"/>
    <w:rsid w:val="00E77789"/>
    <w:rsid w:val="00E80515"/>
    <w:rsid w:val="00E857A9"/>
    <w:rsid w:val="00E954AC"/>
    <w:rsid w:val="00EA2954"/>
    <w:rsid w:val="00EB511E"/>
    <w:rsid w:val="00EB632F"/>
    <w:rsid w:val="00EC1396"/>
    <w:rsid w:val="00EC2A12"/>
    <w:rsid w:val="00EE123F"/>
    <w:rsid w:val="00EF15B4"/>
    <w:rsid w:val="00EF2F06"/>
    <w:rsid w:val="00F0149D"/>
    <w:rsid w:val="00F05D3F"/>
    <w:rsid w:val="00F10E71"/>
    <w:rsid w:val="00F1395B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4D62"/>
    <w:rsid w:val="00F71E39"/>
    <w:rsid w:val="00F73478"/>
    <w:rsid w:val="00F82E34"/>
    <w:rsid w:val="00F84C8D"/>
    <w:rsid w:val="00FA07A1"/>
    <w:rsid w:val="00FA3E25"/>
    <w:rsid w:val="00FB5A18"/>
    <w:rsid w:val="00FC0767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D721B11"/>
  <w15:docId w15:val="{A5A22EE3-916D-4667-AA23-838FDDF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Text">
    <w:name w:val="Text"/>
    <w:rsid w:val="002126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berschrift4Zchn">
    <w:name w:val="Überschrift 4 Zchn"/>
    <w:basedOn w:val="Absatz-Standardschriftart"/>
    <w:link w:val="berschrift4"/>
    <w:rsid w:val="00836161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2F4D75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412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3008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2018-01-11T11:00:00Z</dcterms:created>
  <dcterms:modified xsi:type="dcterms:W3CDTF">2018-01-11T12:19:00Z</dcterms:modified>
</cp:coreProperties>
</file>