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99B71" w14:textId="77777777" w:rsidR="005E1468" w:rsidRDefault="00B8684C" w:rsidP="005E1468">
      <w:pPr>
        <w:pStyle w:val="berschrift2"/>
      </w:pPr>
      <w:r>
        <w:t>Welle der Hilfsbereitschaft</w:t>
      </w:r>
      <w:r w:rsidR="00F6067C">
        <w:t xml:space="preserve"> </w:t>
      </w:r>
      <w:r>
        <w:t xml:space="preserve">bei SIEGENIA </w:t>
      </w:r>
    </w:p>
    <w:p w14:paraId="28AD0D2D" w14:textId="77777777" w:rsidR="00A82224" w:rsidRDefault="00B8684C" w:rsidP="00A82224">
      <w:pPr>
        <w:pStyle w:val="berschrift1"/>
      </w:pPr>
      <w:r>
        <w:t>Mitarbeiter lassen ihre Stammzellen für krebskranken Kollegen</w:t>
      </w:r>
      <w:r w:rsidR="00F6067C">
        <w:t xml:space="preserve"> </w:t>
      </w:r>
      <w:r>
        <w:t>typisieren</w:t>
      </w:r>
    </w:p>
    <w:p w14:paraId="11DF49FF" w14:textId="77777777" w:rsidR="00705C4B" w:rsidRDefault="00705C4B" w:rsidP="005E1468"/>
    <w:p w14:paraId="3E267C86" w14:textId="1AB417E6" w:rsidR="005E1468" w:rsidRDefault="00705C4B" w:rsidP="005E1468">
      <w:pPr>
        <w:rPr>
          <w:szCs w:val="20"/>
        </w:rPr>
      </w:pPr>
      <w:r>
        <w:t xml:space="preserve">Für ihren an Leukämie erkrankten Kollegen Sascha Scholz </w:t>
      </w:r>
      <w:r w:rsidR="00A43293">
        <w:t xml:space="preserve">machen sie sich </w:t>
      </w:r>
      <w:r w:rsidR="004D3FB4">
        <w:t xml:space="preserve">nach besten Kräften </w:t>
      </w:r>
      <w:r w:rsidR="00A43293">
        <w:t>stark</w:t>
      </w:r>
      <w:r>
        <w:t xml:space="preserve">: In einer groß angelegten Stammzellentypisierung suchten die Mitarbeiterinnen und Mitarbeiter von </w:t>
      </w:r>
      <w:r w:rsidRPr="00C44D71">
        <w:t xml:space="preserve">SIEGENIA gestern nach einem Knochenmarksspender. Die Resonanz war </w:t>
      </w:r>
      <w:r w:rsidR="007565E8" w:rsidRPr="00C44D71">
        <w:t>gut</w:t>
      </w:r>
      <w:proofErr w:type="gramStart"/>
      <w:r w:rsidR="00C44D71" w:rsidRPr="00C44D71">
        <w:t xml:space="preserve">. </w:t>
      </w:r>
      <w:proofErr w:type="gramEnd"/>
      <w:r w:rsidR="00C44D71" w:rsidRPr="00C44D71">
        <w:t>1</w:t>
      </w:r>
      <w:r w:rsidR="0018500A" w:rsidRPr="00C44D71">
        <w:t>31 Personen nahm</w:t>
      </w:r>
      <w:r w:rsidR="0018500A" w:rsidRPr="0018500A">
        <w:t>en an dem Testverfahren teil</w:t>
      </w:r>
      <w:r>
        <w:t xml:space="preserve">, das das Unternehmen in Zusammenarbeit mit der DKMS (Deutsche Knochenmarksspenderdatei) </w:t>
      </w:r>
      <w:r w:rsidR="00A43293">
        <w:t xml:space="preserve">am Hauptstandort von SIEGENIA in </w:t>
      </w:r>
      <w:r w:rsidR="00DF2619">
        <w:t xml:space="preserve">Wilnsdorf-Niederdielfen </w:t>
      </w:r>
      <w:r>
        <w:t xml:space="preserve">durchführte. Wieland Frank, Geschäftsführender Gesellschafter von SIEGENIA, unterstützte die Suche nach einem Spender mit einer großzügigen finanziellen Geste. Er sicherte zu, die Kosten </w:t>
      </w:r>
      <w:r w:rsidR="002A3889">
        <w:t xml:space="preserve">für die Typisierungen – </w:t>
      </w:r>
      <w:r w:rsidR="00DF2619">
        <w:t>diese</w:t>
      </w:r>
      <w:r w:rsidR="002A3889">
        <w:t xml:space="preserve"> betragen pro Person 35 Euro – zu übernehmen. Jetzt heißt es hoffen. </w:t>
      </w:r>
      <w:r w:rsidR="00DF2619">
        <w:t>Derzeit werden d</w:t>
      </w:r>
      <w:r w:rsidR="002A3889">
        <w:rPr>
          <w:szCs w:val="20"/>
        </w:rPr>
        <w:t>ie Proben von der DKMS ausgewertet</w:t>
      </w:r>
      <w:r w:rsidR="004D3FB4">
        <w:rPr>
          <w:szCs w:val="20"/>
        </w:rPr>
        <w:t>. Schon bald werden</w:t>
      </w:r>
      <w:r w:rsidR="00DF2619">
        <w:rPr>
          <w:szCs w:val="20"/>
        </w:rPr>
        <w:t xml:space="preserve"> </w:t>
      </w:r>
      <w:r w:rsidR="002A3889">
        <w:rPr>
          <w:szCs w:val="20"/>
        </w:rPr>
        <w:t>die Mitarbeiter von SIEGENIA</w:t>
      </w:r>
      <w:r w:rsidR="00DF2619">
        <w:rPr>
          <w:szCs w:val="20"/>
        </w:rPr>
        <w:t xml:space="preserve"> </w:t>
      </w:r>
      <w:r w:rsidR="00C44D71">
        <w:rPr>
          <w:szCs w:val="20"/>
        </w:rPr>
        <w:t>wissen</w:t>
      </w:r>
      <w:r w:rsidR="002A3889">
        <w:rPr>
          <w:szCs w:val="20"/>
        </w:rPr>
        <w:t xml:space="preserve">, ob es </w:t>
      </w:r>
      <w:r w:rsidR="00DF2619">
        <w:rPr>
          <w:szCs w:val="20"/>
        </w:rPr>
        <w:t xml:space="preserve">unter ihnen </w:t>
      </w:r>
      <w:r w:rsidR="002A3889">
        <w:rPr>
          <w:szCs w:val="20"/>
        </w:rPr>
        <w:t xml:space="preserve">einen genetischen Zwilling </w:t>
      </w:r>
      <w:r w:rsidR="00DF2619">
        <w:rPr>
          <w:szCs w:val="20"/>
        </w:rPr>
        <w:t xml:space="preserve">für Sascha Scholz </w:t>
      </w:r>
      <w:r w:rsidR="002A3889">
        <w:rPr>
          <w:szCs w:val="20"/>
        </w:rPr>
        <w:t>gibt.</w:t>
      </w:r>
    </w:p>
    <w:p w14:paraId="59AB89DE" w14:textId="77777777" w:rsidR="00C44D71" w:rsidRDefault="00C44D71" w:rsidP="005E1468"/>
    <w:p w14:paraId="14E93E13" w14:textId="0D284DC5" w:rsidR="00A82224" w:rsidRDefault="004D3FB4" w:rsidP="005E1468">
      <w:r>
        <w:t xml:space="preserve">Vor </w:t>
      </w:r>
      <w:r w:rsidR="00CD4DE0">
        <w:t xml:space="preserve">knapp </w:t>
      </w:r>
      <w:r w:rsidR="00DB7342">
        <w:t xml:space="preserve">zwei Monaten </w:t>
      </w:r>
      <w:r>
        <w:t>erfuhr</w:t>
      </w:r>
      <w:r w:rsidR="00DB7342">
        <w:t xml:space="preserve"> </w:t>
      </w:r>
      <w:r w:rsidR="00C44D71">
        <w:t xml:space="preserve">der 41-jährige </w:t>
      </w:r>
      <w:r w:rsidR="00DB7342">
        <w:t>Sascha Scholz</w:t>
      </w:r>
      <w:r w:rsidR="00901610">
        <w:t>, Mitarbeiter im Bereich Konstruktion und Entwicklung</w:t>
      </w:r>
      <w:r>
        <w:t xml:space="preserve"> bei SIEGENIA</w:t>
      </w:r>
      <w:r w:rsidR="00901610">
        <w:t>, dass er an Leukämie leidet</w:t>
      </w:r>
      <w:r w:rsidR="00C44D71">
        <w:t>. G</w:t>
      </w:r>
      <w:r w:rsidR="00CD4DE0">
        <w:t>rößte</w:t>
      </w:r>
      <w:r w:rsidR="00C44D71">
        <w:t>r</w:t>
      </w:r>
      <w:r w:rsidR="00901610">
        <w:t xml:space="preserve"> Traum</w:t>
      </w:r>
      <w:r w:rsidR="00E63AB8">
        <w:t xml:space="preserve"> des </w:t>
      </w:r>
      <w:r w:rsidR="00DD4DF2" w:rsidRPr="00C44D71">
        <w:t>Vater</w:t>
      </w:r>
      <w:r w:rsidR="00C44D71" w:rsidRPr="00C44D71">
        <w:t>s</w:t>
      </w:r>
      <w:r w:rsidR="00DD4DF2" w:rsidRPr="00C44D71">
        <w:t xml:space="preserve"> einer 7-jährigen</w:t>
      </w:r>
      <w:r w:rsidR="00C44D71">
        <w:t xml:space="preserve"> </w:t>
      </w:r>
      <w:r w:rsidR="00DD4DF2" w:rsidRPr="00C44D71">
        <w:t>Tochter</w:t>
      </w:r>
      <w:r w:rsidR="00901610">
        <w:t xml:space="preserve">: </w:t>
      </w:r>
      <w:r w:rsidR="00C44D71">
        <w:t>S</w:t>
      </w:r>
      <w:r w:rsidR="00C44D71">
        <w:t xml:space="preserve">ich </w:t>
      </w:r>
      <w:r w:rsidR="00C44D71">
        <w:t>n</w:t>
      </w:r>
      <w:r w:rsidR="00901610">
        <w:t xml:space="preserve">ach der </w:t>
      </w:r>
      <w:r w:rsidR="00E63AB8">
        <w:t xml:space="preserve">Chemotherapie, mit deren Hilfe sämtliche </w:t>
      </w:r>
      <w:proofErr w:type="spellStart"/>
      <w:r w:rsidR="00901610">
        <w:t>Blasten</w:t>
      </w:r>
      <w:proofErr w:type="spellEnd"/>
      <w:r w:rsidR="00901610">
        <w:t xml:space="preserve"> aus dem Knochenmark </w:t>
      </w:r>
      <w:r w:rsidR="00E63AB8">
        <w:t>entfernt werden konnten,</w:t>
      </w:r>
      <w:r w:rsidR="004814F4">
        <w:t xml:space="preserve"> </w:t>
      </w:r>
      <w:r w:rsidR="00901610">
        <w:t xml:space="preserve">gesundheitlich zu </w:t>
      </w:r>
      <w:r w:rsidR="004814F4">
        <w:t>festigen</w:t>
      </w:r>
      <w:r w:rsidR="00901610">
        <w:t xml:space="preserve"> und zu wissen, dass ein</w:t>
      </w:r>
      <w:r w:rsidR="00705C4B">
        <w:t xml:space="preserve"> Spender für</w:t>
      </w:r>
      <w:r w:rsidR="00901610">
        <w:t xml:space="preserve"> die lebensnotwendige Knochenmarkstransplantation zur Verfügung ste</w:t>
      </w:r>
      <w:r w:rsidR="00705C4B">
        <w:t>h</w:t>
      </w:r>
      <w:r w:rsidR="00901610">
        <w:t>t.</w:t>
      </w:r>
      <w:r w:rsidR="00705C4B">
        <w:t xml:space="preserve"> </w:t>
      </w:r>
    </w:p>
    <w:p w14:paraId="2575D643" w14:textId="481E98BE" w:rsidR="00B90A62" w:rsidRDefault="00B90A62" w:rsidP="005E1468"/>
    <w:p w14:paraId="12FA1E71" w14:textId="77777777" w:rsidR="0057782E" w:rsidRDefault="0057782E" w:rsidP="005E1468"/>
    <w:p w14:paraId="206E98B7" w14:textId="77777777" w:rsidR="0057782E" w:rsidRDefault="0057782E" w:rsidP="005E1468"/>
    <w:p w14:paraId="4DE558C8" w14:textId="77777777" w:rsidR="0057782E" w:rsidRDefault="0057782E" w:rsidP="005E1468"/>
    <w:p w14:paraId="76A80A08" w14:textId="4C2AE344" w:rsidR="005E1468" w:rsidRDefault="005E1468" w:rsidP="005A7C57">
      <w:pPr>
        <w:pStyle w:val="berschrift4"/>
      </w:pPr>
      <w:r>
        <w:t>Bildunterschrift</w:t>
      </w:r>
    </w:p>
    <w:p w14:paraId="2795CD9E" w14:textId="77777777" w:rsidR="002A7F37" w:rsidRDefault="002A7F37" w:rsidP="002A7F37">
      <w:r>
        <w:t>Bildquelle: SIEGENIA</w:t>
      </w:r>
    </w:p>
    <w:p w14:paraId="38FDF1DA" w14:textId="77777777" w:rsidR="002A7F37" w:rsidRPr="002A7F37" w:rsidRDefault="002A7F37" w:rsidP="002A7F37"/>
    <w:p w14:paraId="01340EAB" w14:textId="65B0CAE6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 xml:space="preserve">Motiv: </w:t>
      </w:r>
      <w:proofErr w:type="spellStart"/>
      <w:r w:rsidRPr="00D129AE">
        <w:rPr>
          <w:bCs/>
          <w:i/>
        </w:rPr>
        <w:t>SI</w:t>
      </w:r>
      <w:r>
        <w:rPr>
          <w:bCs/>
          <w:i/>
        </w:rPr>
        <w:t>E</w:t>
      </w:r>
      <w:r w:rsidR="00E93A00">
        <w:rPr>
          <w:bCs/>
          <w:i/>
        </w:rPr>
        <w:t>_Sascha</w:t>
      </w:r>
      <w:proofErr w:type="spellEnd"/>
      <w:r w:rsidR="00E93A00">
        <w:rPr>
          <w:bCs/>
          <w:i/>
        </w:rPr>
        <w:t xml:space="preserve"> Scholz_</w:t>
      </w:r>
      <w:r w:rsidR="00E12358">
        <w:rPr>
          <w:bCs/>
          <w:i/>
        </w:rPr>
        <w:t>DKMS-Aktion_0179_18x13cm.</w:t>
      </w:r>
      <w:r w:rsidRPr="00D129AE">
        <w:rPr>
          <w:bCs/>
          <w:i/>
        </w:rPr>
        <w:t xml:space="preserve">jpg </w:t>
      </w:r>
    </w:p>
    <w:p w14:paraId="45235AC3" w14:textId="0B0DEE29" w:rsidR="005E1468" w:rsidRPr="00D129AE" w:rsidRDefault="00E12358" w:rsidP="005E1468">
      <w:r>
        <w:t>F</w:t>
      </w:r>
      <w:r>
        <w:t>ür ihren an Leukämie erkrankten Kollegen Sascha Scholz</w:t>
      </w:r>
      <w:r>
        <w:t xml:space="preserve"> </w:t>
      </w:r>
      <w:r>
        <w:t xml:space="preserve">suchten die Mitarbeiterinnen und Mitarbeiter von </w:t>
      </w:r>
      <w:r w:rsidRPr="00C44D71">
        <w:t>SIEGENIA gestern nach einem Knochenmarksspender.</w:t>
      </w:r>
    </w:p>
    <w:p w14:paraId="785DBDDC" w14:textId="77777777" w:rsidR="005E1468" w:rsidRDefault="005E1468" w:rsidP="005E1468"/>
    <w:p w14:paraId="042A97A8" w14:textId="77777777" w:rsidR="005E1468" w:rsidRPr="00D129AE" w:rsidRDefault="005E1468" w:rsidP="005E1468"/>
    <w:p w14:paraId="7108C9D1" w14:textId="77777777" w:rsidR="005E1468" w:rsidRDefault="005E1468" w:rsidP="005E1468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10C411F4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1BAD7A1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bookmarkStart w:id="0" w:name="_GoBack"/>
            <w:bookmarkEnd w:id="0"/>
            <w:r w:rsidRPr="0044187A">
              <w:rPr>
                <w:u w:val="single"/>
              </w:rPr>
              <w:lastRenderedPageBreak/>
              <w:t>Herausgeber</w:t>
            </w:r>
          </w:p>
          <w:p w14:paraId="37EF0F09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6920940C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21DC9103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25B3F536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03D2D949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4AE66FA1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0555507A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34FD1BC2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6D1EA73B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4C0286C2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17F891ED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3602F595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2A942FB8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11F7707A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5CA2A87F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67270878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5F7CD8DB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53982DA9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01CA003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353350FB" w14:textId="2E2B2D35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4D3FB4">
              <w:t>1</w:t>
            </w:r>
          </w:p>
          <w:p w14:paraId="0CB68860" w14:textId="21634F53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C44D71">
              <w:t>1</w:t>
            </w:r>
            <w:r>
              <w:t>8</w:t>
            </w:r>
            <w:r w:rsidR="00C44D71">
              <w:t>3</w:t>
            </w:r>
          </w:p>
          <w:p w14:paraId="519A8086" w14:textId="79A6D664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>
              <w:t>1</w:t>
            </w:r>
            <w:r w:rsidR="00C44D71">
              <w:t>.363</w:t>
            </w:r>
            <w:r w:rsidRPr="00C33A1F">
              <w:br/>
              <w:t>(mit Leerzeichen)</w:t>
            </w:r>
          </w:p>
          <w:p w14:paraId="2F41709E" w14:textId="77777777" w:rsidR="008D7633" w:rsidRDefault="008D7633" w:rsidP="007A5EB4">
            <w:pPr>
              <w:pStyle w:val="Formatvorlage2"/>
            </w:pPr>
          </w:p>
          <w:p w14:paraId="7C8A325D" w14:textId="77777777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B55070">
              <w:t>1</w:t>
            </w:r>
            <w:r w:rsidR="00C5443C">
              <w:t>5</w:t>
            </w:r>
            <w:r>
              <w:t>.</w:t>
            </w:r>
            <w:r w:rsidR="00C5443C">
              <w:t>12</w:t>
            </w:r>
            <w:r>
              <w:t>.201</w:t>
            </w:r>
            <w:r w:rsidR="00C5443C">
              <w:t>7</w:t>
            </w:r>
          </w:p>
          <w:p w14:paraId="5CBB193D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66F4AD67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F17A7B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53AD37C3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4C91D1" w14:textId="77777777" w:rsidR="00DD2A29" w:rsidRDefault="00DD2A29">
      <w:r>
        <w:separator/>
      </w:r>
    </w:p>
  </w:endnote>
  <w:endnote w:type="continuationSeparator" w:id="0">
    <w:p w14:paraId="6D3BBA76" w14:textId="77777777" w:rsidR="00DD2A29" w:rsidRDefault="00DD2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833607" w14:textId="77777777" w:rsidR="00B90A62" w:rsidRDefault="00B90A62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B42803" w14:textId="77777777" w:rsidR="00DD2A29" w:rsidRDefault="00DD2A29">
      <w:r>
        <w:separator/>
      </w:r>
    </w:p>
  </w:footnote>
  <w:footnote w:type="continuationSeparator" w:id="0">
    <w:p w14:paraId="122601B0" w14:textId="77777777" w:rsidR="00DD2A29" w:rsidRDefault="00DD2A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F2F7EC" w14:textId="77777777" w:rsidR="00B90A62" w:rsidRDefault="00B90A62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6B50652" wp14:editId="19C08209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32CD9"/>
    <w:multiLevelType w:val="hybridMultilevel"/>
    <w:tmpl w:val="871A50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E56F1A"/>
    <w:multiLevelType w:val="hybridMultilevel"/>
    <w:tmpl w:val="16AC21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6A7CA5"/>
    <w:multiLevelType w:val="hybridMultilevel"/>
    <w:tmpl w:val="F80A3974"/>
    <w:lvl w:ilvl="0" w:tplc="D00859C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82E"/>
    <w:rsid w:val="000024D9"/>
    <w:rsid w:val="00003256"/>
    <w:rsid w:val="0001449A"/>
    <w:rsid w:val="0001520C"/>
    <w:rsid w:val="00026907"/>
    <w:rsid w:val="00040EBF"/>
    <w:rsid w:val="00064165"/>
    <w:rsid w:val="000675C7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37BD1"/>
    <w:rsid w:val="00145B48"/>
    <w:rsid w:val="001529E6"/>
    <w:rsid w:val="00156B0C"/>
    <w:rsid w:val="00166476"/>
    <w:rsid w:val="00166FB7"/>
    <w:rsid w:val="00171C51"/>
    <w:rsid w:val="0018500A"/>
    <w:rsid w:val="001B7003"/>
    <w:rsid w:val="001C39FF"/>
    <w:rsid w:val="001D26E4"/>
    <w:rsid w:val="001E0780"/>
    <w:rsid w:val="001E1DA6"/>
    <w:rsid w:val="001F3432"/>
    <w:rsid w:val="002046D3"/>
    <w:rsid w:val="00253494"/>
    <w:rsid w:val="00254A9B"/>
    <w:rsid w:val="00255FE8"/>
    <w:rsid w:val="00272508"/>
    <w:rsid w:val="002769DE"/>
    <w:rsid w:val="00281296"/>
    <w:rsid w:val="002819C3"/>
    <w:rsid w:val="002A202C"/>
    <w:rsid w:val="002A3889"/>
    <w:rsid w:val="002A7F37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F7E"/>
    <w:rsid w:val="003440A5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402E6C"/>
    <w:rsid w:val="004176D4"/>
    <w:rsid w:val="00420F79"/>
    <w:rsid w:val="004333E8"/>
    <w:rsid w:val="0044187A"/>
    <w:rsid w:val="00446899"/>
    <w:rsid w:val="00447689"/>
    <w:rsid w:val="0046235C"/>
    <w:rsid w:val="004629AD"/>
    <w:rsid w:val="004806AF"/>
    <w:rsid w:val="004814F4"/>
    <w:rsid w:val="00486878"/>
    <w:rsid w:val="004B62AB"/>
    <w:rsid w:val="004C4FDA"/>
    <w:rsid w:val="004C503A"/>
    <w:rsid w:val="004D3FB4"/>
    <w:rsid w:val="004E057A"/>
    <w:rsid w:val="004E2322"/>
    <w:rsid w:val="004E2BD7"/>
    <w:rsid w:val="004E3AF9"/>
    <w:rsid w:val="00510191"/>
    <w:rsid w:val="005254BE"/>
    <w:rsid w:val="00552DC0"/>
    <w:rsid w:val="0055550C"/>
    <w:rsid w:val="00563E60"/>
    <w:rsid w:val="0057782E"/>
    <w:rsid w:val="00592833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05C4B"/>
    <w:rsid w:val="007148FF"/>
    <w:rsid w:val="00716BDB"/>
    <w:rsid w:val="00717456"/>
    <w:rsid w:val="00730E66"/>
    <w:rsid w:val="00737DE1"/>
    <w:rsid w:val="00751517"/>
    <w:rsid w:val="007565E8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84F36"/>
    <w:rsid w:val="0088698F"/>
    <w:rsid w:val="0089254F"/>
    <w:rsid w:val="00894ADF"/>
    <w:rsid w:val="00895BCA"/>
    <w:rsid w:val="008A6F1F"/>
    <w:rsid w:val="008C3491"/>
    <w:rsid w:val="008C5079"/>
    <w:rsid w:val="008D2B30"/>
    <w:rsid w:val="008D3232"/>
    <w:rsid w:val="008D7633"/>
    <w:rsid w:val="00901610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3293"/>
    <w:rsid w:val="00A44F26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A7C5C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8684C"/>
    <w:rsid w:val="00B908A8"/>
    <w:rsid w:val="00B90A62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44D71"/>
    <w:rsid w:val="00C52D3B"/>
    <w:rsid w:val="00C53FE3"/>
    <w:rsid w:val="00C5443C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D4DE0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2546D"/>
    <w:rsid w:val="00D313A4"/>
    <w:rsid w:val="00D32108"/>
    <w:rsid w:val="00D45693"/>
    <w:rsid w:val="00D47D4E"/>
    <w:rsid w:val="00D55DC3"/>
    <w:rsid w:val="00D57457"/>
    <w:rsid w:val="00D64F60"/>
    <w:rsid w:val="00DA2153"/>
    <w:rsid w:val="00DA2662"/>
    <w:rsid w:val="00DB44DA"/>
    <w:rsid w:val="00DB4ACB"/>
    <w:rsid w:val="00DB7342"/>
    <w:rsid w:val="00DC032C"/>
    <w:rsid w:val="00DC1F2A"/>
    <w:rsid w:val="00DD2A29"/>
    <w:rsid w:val="00DD4DF2"/>
    <w:rsid w:val="00DE3025"/>
    <w:rsid w:val="00DF1C10"/>
    <w:rsid w:val="00DF1EE2"/>
    <w:rsid w:val="00DF2619"/>
    <w:rsid w:val="00E03F6F"/>
    <w:rsid w:val="00E04C83"/>
    <w:rsid w:val="00E12358"/>
    <w:rsid w:val="00E14DD8"/>
    <w:rsid w:val="00E155F0"/>
    <w:rsid w:val="00E17E89"/>
    <w:rsid w:val="00E20D4D"/>
    <w:rsid w:val="00E2358B"/>
    <w:rsid w:val="00E34020"/>
    <w:rsid w:val="00E3479A"/>
    <w:rsid w:val="00E6313B"/>
    <w:rsid w:val="00E63AB8"/>
    <w:rsid w:val="00E66783"/>
    <w:rsid w:val="00E76C0B"/>
    <w:rsid w:val="00E76D9B"/>
    <w:rsid w:val="00E77789"/>
    <w:rsid w:val="00E80515"/>
    <w:rsid w:val="00E93A00"/>
    <w:rsid w:val="00E954AC"/>
    <w:rsid w:val="00EA2954"/>
    <w:rsid w:val="00EB511E"/>
    <w:rsid w:val="00EB632F"/>
    <w:rsid w:val="00EC1396"/>
    <w:rsid w:val="00EE123F"/>
    <w:rsid w:val="00EF15B4"/>
    <w:rsid w:val="00EF2F06"/>
    <w:rsid w:val="00F0149D"/>
    <w:rsid w:val="00F04DD9"/>
    <w:rsid w:val="00F05D3F"/>
    <w:rsid w:val="00F10E71"/>
    <w:rsid w:val="00F138A2"/>
    <w:rsid w:val="00F142BE"/>
    <w:rsid w:val="00F222EB"/>
    <w:rsid w:val="00F233E4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5BE99686"/>
  <w15:docId w15:val="{1475528C-BD8F-4BC9-B3C7-331EAF958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customStyle="1" w:styleId="Default">
    <w:name w:val="Default"/>
    <w:rsid w:val="00402E6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292</Words>
  <Characters>2031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2313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4</cp:revision>
  <cp:lastPrinted>2007-09-03T14:44:00Z</cp:lastPrinted>
  <dcterms:created xsi:type="dcterms:W3CDTF">2017-12-15T09:58:00Z</dcterms:created>
  <dcterms:modified xsi:type="dcterms:W3CDTF">2017-12-15T10:39:00Z</dcterms:modified>
</cp:coreProperties>
</file>