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32C43A" w14:textId="65528176" w:rsidR="005E1468" w:rsidRDefault="000C27B2" w:rsidP="005E1468">
      <w:pPr>
        <w:pStyle w:val="berschrift2"/>
      </w:pPr>
      <w:r>
        <w:t>S</w:t>
      </w:r>
      <w:r w:rsidR="00AC5498">
        <w:t>mart</w:t>
      </w:r>
      <w:r w:rsidR="00FD1A08">
        <w:t xml:space="preserve"> ist gefragt</w:t>
      </w:r>
    </w:p>
    <w:p w14:paraId="7BA8B506" w14:textId="2B29E61D" w:rsidR="00936D55" w:rsidRPr="00936D55" w:rsidRDefault="00936D55" w:rsidP="00936D55">
      <w:pPr>
        <w:pStyle w:val="berschrift1"/>
      </w:pPr>
      <w:r>
        <w:t xml:space="preserve">SIEGENIA </w:t>
      </w:r>
      <w:r w:rsidR="00EF2B1F">
        <w:t xml:space="preserve">mit der </w:t>
      </w:r>
      <w:r>
        <w:t xml:space="preserve">ISH </w:t>
      </w:r>
      <w:r w:rsidR="00EF2B1F">
        <w:t>2017 hoch zufrieden</w:t>
      </w:r>
    </w:p>
    <w:p w14:paraId="20747E55" w14:textId="016DA5A1" w:rsidR="009A22DD" w:rsidRDefault="009A22DD" w:rsidP="009A22DD"/>
    <w:p w14:paraId="6677C2B7" w14:textId="49C996AC" w:rsidR="00EF2B1F" w:rsidRDefault="00121C72" w:rsidP="009A22DD">
      <w:r>
        <w:t xml:space="preserve">Eine </w:t>
      </w:r>
      <w:r w:rsidR="003F1A17">
        <w:t>deutliche</w:t>
      </w:r>
      <w:r>
        <w:t xml:space="preserve"> Steigerung der guten Besucherzahlen von </w:t>
      </w:r>
      <w:r w:rsidR="00607D35">
        <w:t xml:space="preserve">2015, großes Interesse an den vorgestellten Lösungen und eine positive Resonanz auf das Thema „smarte Lüftung“ – die SIEGENIA GRUPPE zieht ein </w:t>
      </w:r>
      <w:r w:rsidR="00B8349E">
        <w:t xml:space="preserve">mehr als </w:t>
      </w:r>
      <w:r w:rsidR="00607D35">
        <w:t xml:space="preserve">zufriedenes Fazit von der ISH 2017. </w:t>
      </w:r>
      <w:r w:rsidR="000B0F7B">
        <w:t>„</w:t>
      </w:r>
      <w:r w:rsidR="00F823DD">
        <w:t xml:space="preserve">Insbesondere der Anteil ausländischer Besucher war </w:t>
      </w:r>
      <w:r w:rsidR="00B8349E">
        <w:t xml:space="preserve">in diesem Jahr </w:t>
      </w:r>
      <w:r w:rsidR="00F823DD">
        <w:t xml:space="preserve">auffallend hoch. Wir haben zahlreiche vielversprechende Kontakte geknüpft und sehr konkrete Gespräche </w:t>
      </w:r>
      <w:r w:rsidR="00B8349E">
        <w:t xml:space="preserve">zur </w:t>
      </w:r>
      <w:r w:rsidR="00F823DD">
        <w:t>gemeinsame</w:t>
      </w:r>
      <w:r w:rsidR="00B8349E">
        <w:t>n</w:t>
      </w:r>
      <w:r w:rsidR="00F823DD">
        <w:t xml:space="preserve"> Realisierung von Objekten geführt. Besser hätte die Messe </w:t>
      </w:r>
      <w:r w:rsidR="00B8349E">
        <w:t xml:space="preserve">aus unserer Sicht </w:t>
      </w:r>
      <w:r w:rsidR="00F823DD">
        <w:t xml:space="preserve">nicht verlaufen können“, berichtet Stephan Stoll, Vertriebsleiter AERO und Leiter des weltweiten Objektteams bei SIEGENIA. </w:t>
      </w:r>
    </w:p>
    <w:p w14:paraId="6531BDF6" w14:textId="6121C355" w:rsidR="00B8349E" w:rsidRDefault="00B8349E" w:rsidP="009A22DD"/>
    <w:p w14:paraId="5903D663" w14:textId="127F1D6C" w:rsidR="003F2E5E" w:rsidRDefault="003F1A17" w:rsidP="002709DB">
      <w:r>
        <w:t xml:space="preserve">Starken Zuspruch von Verarbeitern, Architekten und Planern erhielten vor allem die neuen smart-Lösungen von SIEGENIA: Sie erlauben die zügige Einbindung </w:t>
      </w:r>
      <w:r w:rsidRPr="004D2D85">
        <w:t xml:space="preserve">in die </w:t>
      </w:r>
      <w:r>
        <w:t xml:space="preserve">kostenlose SIEGENIA </w:t>
      </w:r>
      <w:proofErr w:type="spellStart"/>
      <w:r w:rsidRPr="004D2D85">
        <w:t>Comfort</w:t>
      </w:r>
      <w:proofErr w:type="spellEnd"/>
      <w:r w:rsidRPr="004D2D85">
        <w:t xml:space="preserve"> </w:t>
      </w:r>
      <w:r>
        <w:t>App und damit die bequeme Steuerung per Smartphone oder Tablet – und</w:t>
      </w:r>
      <w:r w:rsidR="002709DB">
        <w:t xml:space="preserve"> kommunizieren in Abhängigkeit vom jeweiligen </w:t>
      </w:r>
      <w:proofErr w:type="spellStart"/>
      <w:r w:rsidR="002709DB">
        <w:t>Lüftertyp</w:t>
      </w:r>
      <w:proofErr w:type="spellEnd"/>
      <w:r w:rsidR="002709DB">
        <w:t xml:space="preserve"> darüber hinaus per WLAN miteinander. Das macht den </w:t>
      </w:r>
      <w:r>
        <w:t>Einsatz von Kabeln zur Vernetzung hinfällig</w:t>
      </w:r>
      <w:r w:rsidR="002709DB">
        <w:t>.</w:t>
      </w:r>
      <w:r>
        <w:t xml:space="preserve"> Dass auch die Installation einer Bedieneinheit an der Wand und die Verlegung von Verbindungskabeln dadurch </w:t>
      </w:r>
      <w:r w:rsidR="002709DB">
        <w:t>verzichtbar</w:t>
      </w:r>
      <w:r>
        <w:t xml:space="preserve"> werden, reduziert den Installationsaufwand nochmals erheblich.</w:t>
      </w:r>
      <w:r w:rsidR="002709DB">
        <w:t xml:space="preserve"> „Gerade im Objektgeschäft entstehen hierdurch massive Einsparmöglichkeiten, die </w:t>
      </w:r>
      <w:r w:rsidR="003F2E5E">
        <w:t xml:space="preserve">für </w:t>
      </w:r>
      <w:r w:rsidR="002709DB">
        <w:t xml:space="preserve">Verarbeiter und </w:t>
      </w:r>
      <w:r w:rsidR="003F2E5E">
        <w:t xml:space="preserve">Planer </w:t>
      </w:r>
      <w:r w:rsidR="002709DB">
        <w:t xml:space="preserve">gleichermaßen </w:t>
      </w:r>
      <w:r w:rsidR="003F2E5E">
        <w:t>interessant</w:t>
      </w:r>
      <w:r w:rsidR="002709DB">
        <w:t xml:space="preserve"> sind“, erläutert Stephan Stoll. </w:t>
      </w:r>
    </w:p>
    <w:p w14:paraId="0510A5E5" w14:textId="54FF3666" w:rsidR="002709DB" w:rsidRDefault="002709DB" w:rsidP="002709DB"/>
    <w:p w14:paraId="5FEB6B2B" w14:textId="416D84DD" w:rsidR="002709DB" w:rsidRDefault="002709DB" w:rsidP="002709DB">
      <w:pPr>
        <w:pStyle w:val="berschrift1"/>
      </w:pPr>
      <w:r>
        <w:t>Neue Wandlüfter für ein Maximum an Raumkomfort</w:t>
      </w:r>
    </w:p>
    <w:p w14:paraId="45968ECF" w14:textId="3724020D" w:rsidR="002709DB" w:rsidRDefault="002709DB" w:rsidP="002709DB">
      <w:pPr>
        <w:rPr>
          <w:szCs w:val="20"/>
        </w:rPr>
      </w:pPr>
      <w:r>
        <w:t xml:space="preserve">Bestes Beispiel hierfür ist der Wandlüfter AEROTUBE, der über einen cleveren Systemaufbau in vier Varianten Raumkomfort und Vielseitigkeit </w:t>
      </w:r>
      <w:r w:rsidRPr="00C60771">
        <w:t>für die unterschiedlichsten Anforderungen</w:t>
      </w:r>
      <w:r>
        <w:t xml:space="preserve"> bietet. Für die intelligente Vernetzung ohne separate Kabel und höchsten Bedienkomfort stehen dabei die beiden </w:t>
      </w:r>
      <w:proofErr w:type="spellStart"/>
      <w:r>
        <w:t>Lüftervarianten</w:t>
      </w:r>
      <w:proofErr w:type="spellEnd"/>
      <w:r>
        <w:t xml:space="preserve"> AEROTUBE WRG smart und AEROTUBE AZ smart. Zusätzlicher Pluspunkt des AEROTUBE WRG smart ist seine integrierte Wärmerückgewinnung von bis zu 90 %. Sie sorgt für Energieeffizienz, Behaglichkeit und die Senkung der Heizkosten im Winter. </w:t>
      </w:r>
    </w:p>
    <w:p w14:paraId="5DD6C9CF" w14:textId="4F767635" w:rsidR="002709DB" w:rsidRDefault="002709DB" w:rsidP="002709DB"/>
    <w:p w14:paraId="41B3F166" w14:textId="00CD3AFE" w:rsidR="00AC5498" w:rsidRDefault="002709DB" w:rsidP="002709DB">
      <w:r>
        <w:t xml:space="preserve">Von den Standbesuchern ebenfalls äußerst positiv bewertet wurde die Leistungsstärke des AEROVITAL </w:t>
      </w:r>
      <w:proofErr w:type="spellStart"/>
      <w:r>
        <w:t>ambience</w:t>
      </w:r>
      <w:proofErr w:type="spellEnd"/>
      <w:r>
        <w:t xml:space="preserve"> smart</w:t>
      </w:r>
      <w:r w:rsidR="005A71DD">
        <w:t>, der a</w:t>
      </w:r>
      <w:r w:rsidR="00327873">
        <w:t xml:space="preserve">ls </w:t>
      </w:r>
      <w:r w:rsidR="006C7EE5">
        <w:t xml:space="preserve">hochwertiger </w:t>
      </w:r>
      <w:r w:rsidR="00AC5498">
        <w:t>Wandlüfter für die kontrollierte Wohnungslüftung selbst höchste Ansprüche</w:t>
      </w:r>
      <w:r w:rsidR="005A71DD">
        <w:t xml:space="preserve"> erfüllt</w:t>
      </w:r>
      <w:r w:rsidR="001E6927">
        <w:t xml:space="preserve">. </w:t>
      </w:r>
      <w:r>
        <w:t>S</w:t>
      </w:r>
      <w:r w:rsidR="00AC5498">
        <w:t xml:space="preserve">ein modernes, flaches Design, die Möglichkeit zur teilweisen Versenkung in der Wand und </w:t>
      </w:r>
      <w:r w:rsidR="00327873">
        <w:t xml:space="preserve">sein </w:t>
      </w:r>
      <w:r w:rsidR="001E6927">
        <w:t xml:space="preserve">ausgesprochen </w:t>
      </w:r>
      <w:r w:rsidR="00327873">
        <w:t xml:space="preserve">leises </w:t>
      </w:r>
      <w:r w:rsidR="00327873">
        <w:lastRenderedPageBreak/>
        <w:t>Betriebsgeräusch</w:t>
      </w:r>
      <w:r>
        <w:t xml:space="preserve"> konnten auf der ISH ebenso überzeugen wie seine hohe</w:t>
      </w:r>
      <w:r w:rsidR="00AC5498">
        <w:t xml:space="preserve"> Luftleistung </w:t>
      </w:r>
      <w:r>
        <w:t xml:space="preserve">von </w:t>
      </w:r>
      <w:r w:rsidR="00AC5498">
        <w:t xml:space="preserve">bis zu 60 m³/h. </w:t>
      </w:r>
      <w:r w:rsidR="00AC5498" w:rsidRPr="009B4B06">
        <w:t>Zu einem Ass in Sachen Energieeffizienz machen ihn sein hervorragender Wärmerückgewinnungsgrad von mehr als 85 Prozent und seine energiesparenden EC-Ventilatoren</w:t>
      </w:r>
      <w:r w:rsidR="006C7EE5" w:rsidRPr="009B4B06">
        <w:t xml:space="preserve">, mit denen er die </w:t>
      </w:r>
      <w:r w:rsidR="00AC5498" w:rsidRPr="009B4B06">
        <w:t>Energieeffizienzklasse A+</w:t>
      </w:r>
      <w:r w:rsidR="006C7EE5" w:rsidRPr="009B4B06">
        <w:t xml:space="preserve"> erfüllt</w:t>
      </w:r>
      <w:r w:rsidR="00AC5498" w:rsidRPr="009B4B06">
        <w:t xml:space="preserve">. </w:t>
      </w:r>
    </w:p>
    <w:p w14:paraId="2F40B9C9" w14:textId="77777777" w:rsidR="00AC5498" w:rsidRDefault="00AC5498" w:rsidP="00AC5498"/>
    <w:p w14:paraId="12A243B0" w14:textId="29DA5022" w:rsidR="00E6421B" w:rsidRDefault="00E6421B" w:rsidP="00F6067C">
      <w:pPr>
        <w:rPr>
          <w:szCs w:val="20"/>
        </w:rPr>
      </w:pPr>
    </w:p>
    <w:p w14:paraId="760B7726" w14:textId="77777777" w:rsidR="00FE5838" w:rsidRDefault="00FE5838" w:rsidP="00F6067C">
      <w:pPr>
        <w:rPr>
          <w:szCs w:val="20"/>
        </w:rPr>
      </w:pPr>
    </w:p>
    <w:p w14:paraId="30E6E032" w14:textId="4E093474" w:rsidR="00495CEA" w:rsidRDefault="00495CEA" w:rsidP="00F6067C">
      <w:pPr>
        <w:rPr>
          <w:szCs w:val="20"/>
        </w:rPr>
      </w:pPr>
    </w:p>
    <w:p w14:paraId="522E20BA" w14:textId="77777777" w:rsidR="00232491" w:rsidRDefault="00232491" w:rsidP="00F6067C">
      <w:pPr>
        <w:rPr>
          <w:szCs w:val="20"/>
        </w:rPr>
      </w:pPr>
    </w:p>
    <w:p w14:paraId="2433AD84" w14:textId="5198A16D" w:rsidR="005E1468" w:rsidRDefault="005E1468" w:rsidP="005A7C57">
      <w:pPr>
        <w:pStyle w:val="berschrift4"/>
      </w:pPr>
      <w:r>
        <w:t>Bildunterschrift</w:t>
      </w:r>
      <w:r w:rsidR="001C25A1">
        <w:t>en</w:t>
      </w:r>
    </w:p>
    <w:p w14:paraId="6D946223" w14:textId="77777777" w:rsidR="002A7F37" w:rsidRDefault="002A7F37" w:rsidP="002A7F37">
      <w:r>
        <w:t>Bildquelle: SIEGENIA</w:t>
      </w:r>
    </w:p>
    <w:p w14:paraId="7085D9F7" w14:textId="0173E1F9" w:rsidR="002A7F37" w:rsidRDefault="002A7F37" w:rsidP="002A7F37"/>
    <w:p w14:paraId="0968713D" w14:textId="25C4B5CF" w:rsidR="001C25A1" w:rsidRPr="001C0038" w:rsidRDefault="001C25A1" w:rsidP="001C25A1">
      <w:pPr>
        <w:rPr>
          <w:bCs/>
          <w:i/>
          <w:lang w:val="it-IT"/>
        </w:rPr>
      </w:pPr>
      <w:r w:rsidRPr="001C0038">
        <w:rPr>
          <w:bCs/>
          <w:i/>
          <w:lang w:val="it-IT"/>
        </w:rPr>
        <w:t>Motiv I: SIE_AERO_</w:t>
      </w:r>
      <w:r w:rsidR="001C0038" w:rsidRPr="001C0038">
        <w:rPr>
          <w:bCs/>
          <w:i/>
          <w:lang w:val="it-IT"/>
        </w:rPr>
        <w:t>ISH 2017</w:t>
      </w:r>
      <w:r w:rsidRPr="001C0038">
        <w:rPr>
          <w:bCs/>
          <w:i/>
          <w:lang w:val="it-IT"/>
        </w:rPr>
        <w:t>_</w:t>
      </w:r>
      <w:r w:rsidR="001C0038">
        <w:rPr>
          <w:bCs/>
          <w:i/>
          <w:lang w:val="it-IT"/>
        </w:rPr>
        <w:t>8496_2203</w:t>
      </w:r>
      <w:r w:rsidRPr="001C0038">
        <w:rPr>
          <w:bCs/>
          <w:i/>
          <w:lang w:val="it-IT"/>
        </w:rPr>
        <w:t xml:space="preserve">.jpg </w:t>
      </w:r>
    </w:p>
    <w:p w14:paraId="7CD0D9DE" w14:textId="128FDDD0" w:rsidR="001C25A1" w:rsidRPr="001C0038" w:rsidRDefault="001C0038" w:rsidP="001C25A1">
      <w:r>
        <w:t>P</w:t>
      </w:r>
      <w:r>
        <w:t>ositive Resonanz auf das Thema „smarte Lüftung“</w:t>
      </w:r>
      <w:r>
        <w:t>: D</w:t>
      </w:r>
      <w:r>
        <w:t xml:space="preserve">ie SIEGENIA GRUPPE zieht ein </w:t>
      </w:r>
      <w:r>
        <w:t>hoch</w:t>
      </w:r>
      <w:r>
        <w:t xml:space="preserve"> </w:t>
      </w:r>
      <w:r>
        <w:t xml:space="preserve">zufriedenes Fazit von der ISH. </w:t>
      </w:r>
    </w:p>
    <w:p w14:paraId="492AA02F" w14:textId="77777777" w:rsidR="001C0038" w:rsidRPr="001C0038" w:rsidRDefault="001C0038" w:rsidP="001C25A1"/>
    <w:p w14:paraId="5A07BF4E" w14:textId="741572C0" w:rsidR="00E61064" w:rsidRPr="007863DD" w:rsidRDefault="00E61064" w:rsidP="00E61064">
      <w:r w:rsidRPr="007863DD">
        <w:rPr>
          <w:bCs/>
          <w:i/>
        </w:rPr>
        <w:t>Motiv</w:t>
      </w:r>
      <w:r w:rsidR="001C25A1">
        <w:rPr>
          <w:bCs/>
          <w:i/>
        </w:rPr>
        <w:t xml:space="preserve"> II</w:t>
      </w:r>
      <w:r w:rsidRPr="007863DD">
        <w:rPr>
          <w:bCs/>
          <w:i/>
        </w:rPr>
        <w:t>: SIE_</w:t>
      </w:r>
      <w:r w:rsidR="00FB5BC1" w:rsidRPr="007863DD">
        <w:rPr>
          <w:bCs/>
          <w:i/>
        </w:rPr>
        <w:t>AERO_</w:t>
      </w:r>
      <w:r w:rsidR="001C0038">
        <w:rPr>
          <w:bCs/>
          <w:i/>
        </w:rPr>
        <w:t>ISH 2017</w:t>
      </w:r>
      <w:r w:rsidR="00E715FA">
        <w:rPr>
          <w:bCs/>
          <w:i/>
        </w:rPr>
        <w:t>_</w:t>
      </w:r>
      <w:r w:rsidR="001C0038">
        <w:rPr>
          <w:bCs/>
          <w:i/>
        </w:rPr>
        <w:t>8491</w:t>
      </w:r>
      <w:r w:rsidRPr="007863DD">
        <w:rPr>
          <w:bCs/>
          <w:i/>
        </w:rPr>
        <w:t>.jpg</w:t>
      </w:r>
      <w:r w:rsidR="001C0038">
        <w:rPr>
          <w:bCs/>
          <w:i/>
        </w:rPr>
        <w:t xml:space="preserve"> (Gespräch Hr. Stoll)</w:t>
      </w:r>
    </w:p>
    <w:p w14:paraId="3E36B1A9" w14:textId="05576755" w:rsidR="00327873" w:rsidRDefault="001C0038" w:rsidP="005E1468">
      <w:r>
        <w:t xml:space="preserve">Auf der ISH führte SIEGENIA diverse </w:t>
      </w:r>
      <w:r>
        <w:t>konkrete Gespräche zur gemeinsamen Realisierung von Objekten</w:t>
      </w:r>
      <w:r>
        <w:t>.</w:t>
      </w:r>
    </w:p>
    <w:p w14:paraId="76F57A9B" w14:textId="7FE24D44" w:rsidR="006C7EE5" w:rsidRDefault="006C7EE5" w:rsidP="005E1468"/>
    <w:p w14:paraId="7EC37292" w14:textId="31B492BD" w:rsidR="00327873" w:rsidRDefault="00327873" w:rsidP="005E1468"/>
    <w:p w14:paraId="776E2BDB" w14:textId="77777777" w:rsidR="001C0038" w:rsidRDefault="001C0038" w:rsidP="005E1468"/>
    <w:p w14:paraId="35E24E9F" w14:textId="7B6D3381" w:rsidR="002709DB" w:rsidRDefault="002709DB" w:rsidP="005E1468"/>
    <w:p w14:paraId="20C0A42B" w14:textId="1921D45B" w:rsidR="001C0038" w:rsidRDefault="001C0038" w:rsidP="005E1468">
      <w:bookmarkStart w:id="0" w:name="_GoBack"/>
      <w:bookmarkEnd w:id="0"/>
    </w:p>
    <w:p w14:paraId="203F2023" w14:textId="742E1DAB" w:rsidR="002709DB" w:rsidRDefault="002709DB" w:rsidP="005E1468"/>
    <w:p w14:paraId="28351625" w14:textId="77777777" w:rsidR="001C0038" w:rsidRDefault="001C0038" w:rsidP="005E1468"/>
    <w:p w14:paraId="5A5E7A2D" w14:textId="77777777" w:rsidR="00AC5498" w:rsidRPr="007863DD" w:rsidRDefault="00AC5498" w:rsidP="005E1468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1E3C3611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319FDB4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5CABF0AF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4B3D44C3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0883C8DB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42BD2F22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6EC60051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3D0722E1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55D1EA87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711F203F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5224FD9B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02212B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6635473B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24FA7E5F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38CED77B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722D62C5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52331EA5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0E2B7C2E" w14:textId="77777777" w:rsidR="008D7633" w:rsidRPr="007863DD" w:rsidRDefault="0088698F" w:rsidP="007A5EB4">
            <w:pPr>
              <w:pStyle w:val="Formatvorlage2"/>
              <w:rPr>
                <w:lang w:val="it-IT"/>
              </w:rPr>
            </w:pPr>
            <w:r w:rsidRPr="007863DD">
              <w:rPr>
                <w:lang w:val="it-IT"/>
              </w:rPr>
              <w:t>E</w:t>
            </w:r>
            <w:r w:rsidR="008D7633" w:rsidRPr="007863DD">
              <w:rPr>
                <w:lang w:val="it-IT"/>
              </w:rPr>
              <w:t>-Mail: info@kemper-kommunikation.de</w:t>
            </w:r>
          </w:p>
          <w:p w14:paraId="3547BB31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1BE50F69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D8CE2F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60ED1EC9" w14:textId="77777777" w:rsidR="008D7633" w:rsidRPr="00C33A1F" w:rsidRDefault="008D7633" w:rsidP="007A5EB4">
            <w:pPr>
              <w:pStyle w:val="Formatvorlage2"/>
            </w:pPr>
            <w:r w:rsidRPr="00C33A1F">
              <w:t>Seite</w:t>
            </w:r>
            <w:r w:rsidR="00495CEA">
              <w:t>n</w:t>
            </w:r>
            <w:r w:rsidRPr="00C33A1F">
              <w:t xml:space="preserve">: </w:t>
            </w:r>
            <w:r w:rsidR="00495CEA">
              <w:t>2</w:t>
            </w:r>
          </w:p>
          <w:p w14:paraId="03C2F02C" w14:textId="364F0903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1C25A1">
              <w:t>3</w:t>
            </w:r>
            <w:r w:rsidR="003422B8">
              <w:t>45</w:t>
            </w:r>
          </w:p>
          <w:p w14:paraId="688471B8" w14:textId="414FF907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1C25A1">
              <w:t xml:space="preserve">2 </w:t>
            </w:r>
            <w:r w:rsidR="003422B8">
              <w:t>620</w:t>
            </w:r>
            <w:r w:rsidRPr="00C33A1F">
              <w:br/>
              <w:t>(mit Leerzeichen)</w:t>
            </w:r>
          </w:p>
          <w:p w14:paraId="3C0B805A" w14:textId="77777777" w:rsidR="008D7633" w:rsidRDefault="008D7633" w:rsidP="007A5EB4">
            <w:pPr>
              <w:pStyle w:val="Formatvorlage2"/>
            </w:pPr>
          </w:p>
          <w:p w14:paraId="2047D4BD" w14:textId="143396E1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2B709B">
              <w:t>2</w:t>
            </w:r>
            <w:r w:rsidR="00AA0F7F">
              <w:t>3</w:t>
            </w:r>
            <w:r>
              <w:t>.</w:t>
            </w:r>
            <w:r w:rsidR="00486878">
              <w:t>0</w:t>
            </w:r>
            <w:r w:rsidR="00AC5498">
              <w:t>3</w:t>
            </w:r>
            <w:r>
              <w:t>.201</w:t>
            </w:r>
            <w:r w:rsidR="00D05A61">
              <w:t>7</w:t>
            </w:r>
          </w:p>
          <w:p w14:paraId="7EB91A8B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30DA4290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F2EF7D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403851F9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A57B7" w14:textId="77777777" w:rsidR="0021706D" w:rsidRDefault="0021706D">
      <w:r>
        <w:separator/>
      </w:r>
    </w:p>
  </w:endnote>
  <w:endnote w:type="continuationSeparator" w:id="0">
    <w:p w14:paraId="0876BE99" w14:textId="77777777" w:rsidR="0021706D" w:rsidRDefault="0021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E61BB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5FBDDF" w14:textId="77777777" w:rsidR="0021706D" w:rsidRDefault="0021706D">
      <w:r>
        <w:separator/>
      </w:r>
    </w:p>
  </w:footnote>
  <w:footnote w:type="continuationSeparator" w:id="0">
    <w:p w14:paraId="006425E8" w14:textId="77777777" w:rsidR="0021706D" w:rsidRDefault="0021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947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B3B6D27" wp14:editId="11D75D71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A248F"/>
    <w:multiLevelType w:val="hybridMultilevel"/>
    <w:tmpl w:val="7B724E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50CEB"/>
    <w:multiLevelType w:val="hybridMultilevel"/>
    <w:tmpl w:val="ABB6E2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CF06C2"/>
    <w:multiLevelType w:val="hybridMultilevel"/>
    <w:tmpl w:val="3920FA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06477"/>
    <w:multiLevelType w:val="hybridMultilevel"/>
    <w:tmpl w:val="F50A0E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3D3A39"/>
    <w:multiLevelType w:val="hybridMultilevel"/>
    <w:tmpl w:val="CDC6C6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30179"/>
    <w:multiLevelType w:val="multilevel"/>
    <w:tmpl w:val="4E489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FB16AA"/>
    <w:multiLevelType w:val="hybridMultilevel"/>
    <w:tmpl w:val="A36285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E87F10"/>
    <w:multiLevelType w:val="multilevel"/>
    <w:tmpl w:val="D6DEC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8"/>
  </w:num>
  <w:num w:numId="5">
    <w:abstractNumId w:val="4"/>
  </w:num>
  <w:num w:numId="6">
    <w:abstractNumId w:val="11"/>
  </w:num>
  <w:num w:numId="7">
    <w:abstractNumId w:val="7"/>
  </w:num>
  <w:num w:numId="8">
    <w:abstractNumId w:val="1"/>
  </w:num>
  <w:num w:numId="9">
    <w:abstractNumId w:val="0"/>
  </w:num>
  <w:num w:numId="10">
    <w:abstractNumId w:val="9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F12"/>
    <w:rsid w:val="000024D9"/>
    <w:rsid w:val="00003256"/>
    <w:rsid w:val="0000780C"/>
    <w:rsid w:val="0001449A"/>
    <w:rsid w:val="0001520C"/>
    <w:rsid w:val="000237A7"/>
    <w:rsid w:val="00026907"/>
    <w:rsid w:val="000277AE"/>
    <w:rsid w:val="0003315F"/>
    <w:rsid w:val="00040EBF"/>
    <w:rsid w:val="00041382"/>
    <w:rsid w:val="0005134B"/>
    <w:rsid w:val="00054581"/>
    <w:rsid w:val="00064165"/>
    <w:rsid w:val="00065684"/>
    <w:rsid w:val="000675C7"/>
    <w:rsid w:val="00070A0C"/>
    <w:rsid w:val="00072830"/>
    <w:rsid w:val="00073A92"/>
    <w:rsid w:val="00087279"/>
    <w:rsid w:val="00090045"/>
    <w:rsid w:val="0009505D"/>
    <w:rsid w:val="00095303"/>
    <w:rsid w:val="000A1DF0"/>
    <w:rsid w:val="000A5CA3"/>
    <w:rsid w:val="000A6059"/>
    <w:rsid w:val="000B0F7B"/>
    <w:rsid w:val="000C27B2"/>
    <w:rsid w:val="000D0C02"/>
    <w:rsid w:val="000D2A27"/>
    <w:rsid w:val="000D4874"/>
    <w:rsid w:val="000E424C"/>
    <w:rsid w:val="000F2936"/>
    <w:rsid w:val="000F565C"/>
    <w:rsid w:val="000F67C4"/>
    <w:rsid w:val="001025BB"/>
    <w:rsid w:val="001056B7"/>
    <w:rsid w:val="0010757F"/>
    <w:rsid w:val="0010792E"/>
    <w:rsid w:val="001128F1"/>
    <w:rsid w:val="00121C72"/>
    <w:rsid w:val="00122F20"/>
    <w:rsid w:val="00137BD1"/>
    <w:rsid w:val="00145638"/>
    <w:rsid w:val="00145B48"/>
    <w:rsid w:val="001529E6"/>
    <w:rsid w:val="00156B0C"/>
    <w:rsid w:val="001578AB"/>
    <w:rsid w:val="00166476"/>
    <w:rsid w:val="00166FB7"/>
    <w:rsid w:val="00171C51"/>
    <w:rsid w:val="00174415"/>
    <w:rsid w:val="0019112C"/>
    <w:rsid w:val="001A0C70"/>
    <w:rsid w:val="001A13BF"/>
    <w:rsid w:val="001B7003"/>
    <w:rsid w:val="001C0038"/>
    <w:rsid w:val="001C25A1"/>
    <w:rsid w:val="001C39FF"/>
    <w:rsid w:val="001C631D"/>
    <w:rsid w:val="001D26E4"/>
    <w:rsid w:val="001E0780"/>
    <w:rsid w:val="001E1DA6"/>
    <w:rsid w:val="001E6927"/>
    <w:rsid w:val="001F3432"/>
    <w:rsid w:val="00201069"/>
    <w:rsid w:val="002046D3"/>
    <w:rsid w:val="0021706D"/>
    <w:rsid w:val="00232491"/>
    <w:rsid w:val="00247940"/>
    <w:rsid w:val="00247FC3"/>
    <w:rsid w:val="00250854"/>
    <w:rsid w:val="00253494"/>
    <w:rsid w:val="00254A9B"/>
    <w:rsid w:val="00255513"/>
    <w:rsid w:val="00255FE8"/>
    <w:rsid w:val="002709DB"/>
    <w:rsid w:val="00272508"/>
    <w:rsid w:val="002754DA"/>
    <w:rsid w:val="002769DE"/>
    <w:rsid w:val="002819C3"/>
    <w:rsid w:val="0029098C"/>
    <w:rsid w:val="002A202C"/>
    <w:rsid w:val="002A7F37"/>
    <w:rsid w:val="002B709B"/>
    <w:rsid w:val="002C00E2"/>
    <w:rsid w:val="002C0CE7"/>
    <w:rsid w:val="002C36FE"/>
    <w:rsid w:val="002C51F7"/>
    <w:rsid w:val="002C5A66"/>
    <w:rsid w:val="002C6D41"/>
    <w:rsid w:val="002D0ADF"/>
    <w:rsid w:val="002E48B5"/>
    <w:rsid w:val="002E59D6"/>
    <w:rsid w:val="002F18BB"/>
    <w:rsid w:val="002F1D8B"/>
    <w:rsid w:val="002F466F"/>
    <w:rsid w:val="0030739A"/>
    <w:rsid w:val="0030764A"/>
    <w:rsid w:val="0031150D"/>
    <w:rsid w:val="003136F5"/>
    <w:rsid w:val="00315CF3"/>
    <w:rsid w:val="00324F84"/>
    <w:rsid w:val="00326F7E"/>
    <w:rsid w:val="00327873"/>
    <w:rsid w:val="003422B8"/>
    <w:rsid w:val="00350ACA"/>
    <w:rsid w:val="00350F54"/>
    <w:rsid w:val="003514C3"/>
    <w:rsid w:val="00357C43"/>
    <w:rsid w:val="00364DEF"/>
    <w:rsid w:val="00365B8F"/>
    <w:rsid w:val="00366EE5"/>
    <w:rsid w:val="00374D25"/>
    <w:rsid w:val="00374D59"/>
    <w:rsid w:val="00375A48"/>
    <w:rsid w:val="0038244F"/>
    <w:rsid w:val="0038276B"/>
    <w:rsid w:val="0038499F"/>
    <w:rsid w:val="003914C5"/>
    <w:rsid w:val="00391C9F"/>
    <w:rsid w:val="00392D5F"/>
    <w:rsid w:val="003A15DD"/>
    <w:rsid w:val="003A1BA5"/>
    <w:rsid w:val="003B14B5"/>
    <w:rsid w:val="003C3E52"/>
    <w:rsid w:val="003D0923"/>
    <w:rsid w:val="003D61A2"/>
    <w:rsid w:val="003E0D26"/>
    <w:rsid w:val="003E378F"/>
    <w:rsid w:val="003F1A17"/>
    <w:rsid w:val="003F2E5E"/>
    <w:rsid w:val="004176D4"/>
    <w:rsid w:val="00420F79"/>
    <w:rsid w:val="004333E8"/>
    <w:rsid w:val="0044187A"/>
    <w:rsid w:val="004431E7"/>
    <w:rsid w:val="00446899"/>
    <w:rsid w:val="00447689"/>
    <w:rsid w:val="0046235C"/>
    <w:rsid w:val="004629AD"/>
    <w:rsid w:val="004806AF"/>
    <w:rsid w:val="00486878"/>
    <w:rsid w:val="00495CEA"/>
    <w:rsid w:val="004A5C3E"/>
    <w:rsid w:val="004B62AB"/>
    <w:rsid w:val="004C1C7D"/>
    <w:rsid w:val="004C26B9"/>
    <w:rsid w:val="004C4FDA"/>
    <w:rsid w:val="004C503A"/>
    <w:rsid w:val="004E057A"/>
    <w:rsid w:val="004E2322"/>
    <w:rsid w:val="004E2BD7"/>
    <w:rsid w:val="004E3AF9"/>
    <w:rsid w:val="005060CB"/>
    <w:rsid w:val="0051011C"/>
    <w:rsid w:val="00510191"/>
    <w:rsid w:val="00510A11"/>
    <w:rsid w:val="005254BE"/>
    <w:rsid w:val="005441B4"/>
    <w:rsid w:val="0055100C"/>
    <w:rsid w:val="00552DC0"/>
    <w:rsid w:val="00554531"/>
    <w:rsid w:val="0055550C"/>
    <w:rsid w:val="00563E60"/>
    <w:rsid w:val="005707C0"/>
    <w:rsid w:val="005776C8"/>
    <w:rsid w:val="00592833"/>
    <w:rsid w:val="005A214B"/>
    <w:rsid w:val="005A3974"/>
    <w:rsid w:val="005A5DC6"/>
    <w:rsid w:val="005A6A38"/>
    <w:rsid w:val="005A71DD"/>
    <w:rsid w:val="005A7C57"/>
    <w:rsid w:val="005D3E4F"/>
    <w:rsid w:val="005E06F2"/>
    <w:rsid w:val="005E1468"/>
    <w:rsid w:val="005E3E61"/>
    <w:rsid w:val="005F2A75"/>
    <w:rsid w:val="005F3D5F"/>
    <w:rsid w:val="005F7B2E"/>
    <w:rsid w:val="006016B0"/>
    <w:rsid w:val="00607D35"/>
    <w:rsid w:val="0061051B"/>
    <w:rsid w:val="0061253D"/>
    <w:rsid w:val="00617358"/>
    <w:rsid w:val="00617D76"/>
    <w:rsid w:val="006279BD"/>
    <w:rsid w:val="00630405"/>
    <w:rsid w:val="00634A59"/>
    <w:rsid w:val="00635F92"/>
    <w:rsid w:val="00644623"/>
    <w:rsid w:val="006446D6"/>
    <w:rsid w:val="00656A7F"/>
    <w:rsid w:val="00656FEE"/>
    <w:rsid w:val="00667448"/>
    <w:rsid w:val="006866DF"/>
    <w:rsid w:val="00687EBC"/>
    <w:rsid w:val="00692205"/>
    <w:rsid w:val="006944D9"/>
    <w:rsid w:val="006A2FD7"/>
    <w:rsid w:val="006A7184"/>
    <w:rsid w:val="006B6222"/>
    <w:rsid w:val="006B6CD1"/>
    <w:rsid w:val="006B739E"/>
    <w:rsid w:val="006B7979"/>
    <w:rsid w:val="006C044C"/>
    <w:rsid w:val="006C6D45"/>
    <w:rsid w:val="006C7EE5"/>
    <w:rsid w:val="006E407D"/>
    <w:rsid w:val="006E5AA1"/>
    <w:rsid w:val="006E5CC8"/>
    <w:rsid w:val="00701954"/>
    <w:rsid w:val="00703943"/>
    <w:rsid w:val="007046C4"/>
    <w:rsid w:val="007148FF"/>
    <w:rsid w:val="00716BDB"/>
    <w:rsid w:val="00717456"/>
    <w:rsid w:val="00730E66"/>
    <w:rsid w:val="00737483"/>
    <w:rsid w:val="00737DE1"/>
    <w:rsid w:val="00751517"/>
    <w:rsid w:val="00757DDE"/>
    <w:rsid w:val="00764AAC"/>
    <w:rsid w:val="00770497"/>
    <w:rsid w:val="007733B7"/>
    <w:rsid w:val="00775610"/>
    <w:rsid w:val="007779A4"/>
    <w:rsid w:val="00785DE5"/>
    <w:rsid w:val="007863DD"/>
    <w:rsid w:val="007871C1"/>
    <w:rsid w:val="0079193B"/>
    <w:rsid w:val="007935F1"/>
    <w:rsid w:val="00794A4F"/>
    <w:rsid w:val="007A5D91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4382"/>
    <w:rsid w:val="008171AF"/>
    <w:rsid w:val="0083465B"/>
    <w:rsid w:val="00835351"/>
    <w:rsid w:val="008366E0"/>
    <w:rsid w:val="00840BD7"/>
    <w:rsid w:val="008429DC"/>
    <w:rsid w:val="00847959"/>
    <w:rsid w:val="0085079E"/>
    <w:rsid w:val="00853823"/>
    <w:rsid w:val="0085462C"/>
    <w:rsid w:val="00857800"/>
    <w:rsid w:val="0086386E"/>
    <w:rsid w:val="00871847"/>
    <w:rsid w:val="0088698F"/>
    <w:rsid w:val="00894ADF"/>
    <w:rsid w:val="008A3A15"/>
    <w:rsid w:val="008A6F1F"/>
    <w:rsid w:val="008A7D45"/>
    <w:rsid w:val="008B3A22"/>
    <w:rsid w:val="008C2960"/>
    <w:rsid w:val="008C3491"/>
    <w:rsid w:val="008C5079"/>
    <w:rsid w:val="008D2B30"/>
    <w:rsid w:val="008D3232"/>
    <w:rsid w:val="008D7633"/>
    <w:rsid w:val="008E0E7D"/>
    <w:rsid w:val="008E3D9A"/>
    <w:rsid w:val="00901210"/>
    <w:rsid w:val="00907AAD"/>
    <w:rsid w:val="00910883"/>
    <w:rsid w:val="0092580A"/>
    <w:rsid w:val="0093490C"/>
    <w:rsid w:val="0093664F"/>
    <w:rsid w:val="00936D55"/>
    <w:rsid w:val="00943EB0"/>
    <w:rsid w:val="00945CA5"/>
    <w:rsid w:val="009553BC"/>
    <w:rsid w:val="009557EA"/>
    <w:rsid w:val="00962E2D"/>
    <w:rsid w:val="00963959"/>
    <w:rsid w:val="00963D60"/>
    <w:rsid w:val="0096600A"/>
    <w:rsid w:val="00990BBD"/>
    <w:rsid w:val="009A22DD"/>
    <w:rsid w:val="009B067B"/>
    <w:rsid w:val="009B4822"/>
    <w:rsid w:val="009B4B06"/>
    <w:rsid w:val="009B5300"/>
    <w:rsid w:val="009B5DE9"/>
    <w:rsid w:val="009D0CC8"/>
    <w:rsid w:val="009D4B2F"/>
    <w:rsid w:val="009D6C04"/>
    <w:rsid w:val="009E28F9"/>
    <w:rsid w:val="009E69D3"/>
    <w:rsid w:val="009E7597"/>
    <w:rsid w:val="00A10BEB"/>
    <w:rsid w:val="00A12A8B"/>
    <w:rsid w:val="00A14556"/>
    <w:rsid w:val="00A17D84"/>
    <w:rsid w:val="00A22DF2"/>
    <w:rsid w:val="00A23065"/>
    <w:rsid w:val="00A2339E"/>
    <w:rsid w:val="00A237F5"/>
    <w:rsid w:val="00A24651"/>
    <w:rsid w:val="00A25EB9"/>
    <w:rsid w:val="00A26EFA"/>
    <w:rsid w:val="00A32395"/>
    <w:rsid w:val="00A34EF4"/>
    <w:rsid w:val="00A40AB4"/>
    <w:rsid w:val="00A44E2E"/>
    <w:rsid w:val="00A54BAD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08AC"/>
    <w:rsid w:val="00AA0F7F"/>
    <w:rsid w:val="00AA224C"/>
    <w:rsid w:val="00AA6262"/>
    <w:rsid w:val="00AB1734"/>
    <w:rsid w:val="00AB1EC7"/>
    <w:rsid w:val="00AC5498"/>
    <w:rsid w:val="00AD4128"/>
    <w:rsid w:val="00AD7705"/>
    <w:rsid w:val="00AD7B27"/>
    <w:rsid w:val="00AE06DB"/>
    <w:rsid w:val="00AE5BB0"/>
    <w:rsid w:val="00AF7FF8"/>
    <w:rsid w:val="00B016CC"/>
    <w:rsid w:val="00B02EE0"/>
    <w:rsid w:val="00B057B0"/>
    <w:rsid w:val="00B11AB7"/>
    <w:rsid w:val="00B227D0"/>
    <w:rsid w:val="00B239B4"/>
    <w:rsid w:val="00B2776B"/>
    <w:rsid w:val="00B34FAD"/>
    <w:rsid w:val="00B3687B"/>
    <w:rsid w:val="00B377F2"/>
    <w:rsid w:val="00B41B50"/>
    <w:rsid w:val="00B4746F"/>
    <w:rsid w:val="00B47777"/>
    <w:rsid w:val="00B47ADF"/>
    <w:rsid w:val="00B502F3"/>
    <w:rsid w:val="00B52E9E"/>
    <w:rsid w:val="00B62ECB"/>
    <w:rsid w:val="00B63C95"/>
    <w:rsid w:val="00B63E35"/>
    <w:rsid w:val="00B71DB9"/>
    <w:rsid w:val="00B8349E"/>
    <w:rsid w:val="00B84773"/>
    <w:rsid w:val="00B908A8"/>
    <w:rsid w:val="00B92EF0"/>
    <w:rsid w:val="00B93961"/>
    <w:rsid w:val="00BA149C"/>
    <w:rsid w:val="00BA5B2A"/>
    <w:rsid w:val="00BD0026"/>
    <w:rsid w:val="00BD2649"/>
    <w:rsid w:val="00BD76B1"/>
    <w:rsid w:val="00BE62B4"/>
    <w:rsid w:val="00BE69F6"/>
    <w:rsid w:val="00BF6132"/>
    <w:rsid w:val="00C02C5D"/>
    <w:rsid w:val="00C12A8E"/>
    <w:rsid w:val="00C14A00"/>
    <w:rsid w:val="00C20B0E"/>
    <w:rsid w:val="00C24B77"/>
    <w:rsid w:val="00C2717C"/>
    <w:rsid w:val="00C33A1F"/>
    <w:rsid w:val="00C43ED3"/>
    <w:rsid w:val="00C46C3B"/>
    <w:rsid w:val="00C52D3B"/>
    <w:rsid w:val="00C53FE3"/>
    <w:rsid w:val="00C60771"/>
    <w:rsid w:val="00C615A2"/>
    <w:rsid w:val="00C65852"/>
    <w:rsid w:val="00C72B49"/>
    <w:rsid w:val="00C77106"/>
    <w:rsid w:val="00C87836"/>
    <w:rsid w:val="00C92A2E"/>
    <w:rsid w:val="00C94F8A"/>
    <w:rsid w:val="00CA66F5"/>
    <w:rsid w:val="00CA6AAA"/>
    <w:rsid w:val="00CA6BD1"/>
    <w:rsid w:val="00CB0878"/>
    <w:rsid w:val="00CB792E"/>
    <w:rsid w:val="00CC5C5F"/>
    <w:rsid w:val="00CE16F1"/>
    <w:rsid w:val="00CE2146"/>
    <w:rsid w:val="00CE5038"/>
    <w:rsid w:val="00CE5448"/>
    <w:rsid w:val="00CE5488"/>
    <w:rsid w:val="00CE63E0"/>
    <w:rsid w:val="00CF1F12"/>
    <w:rsid w:val="00CF6534"/>
    <w:rsid w:val="00CF72EF"/>
    <w:rsid w:val="00CF7462"/>
    <w:rsid w:val="00D04FE4"/>
    <w:rsid w:val="00D05A61"/>
    <w:rsid w:val="00D25AC0"/>
    <w:rsid w:val="00D313A4"/>
    <w:rsid w:val="00D32108"/>
    <w:rsid w:val="00D4548B"/>
    <w:rsid w:val="00D45693"/>
    <w:rsid w:val="00D47D4E"/>
    <w:rsid w:val="00D54172"/>
    <w:rsid w:val="00D55DC3"/>
    <w:rsid w:val="00D57388"/>
    <w:rsid w:val="00D57457"/>
    <w:rsid w:val="00D641E8"/>
    <w:rsid w:val="00D64F60"/>
    <w:rsid w:val="00DA2153"/>
    <w:rsid w:val="00DA2662"/>
    <w:rsid w:val="00DB44DA"/>
    <w:rsid w:val="00DB4ACB"/>
    <w:rsid w:val="00DC032C"/>
    <w:rsid w:val="00DC1F2A"/>
    <w:rsid w:val="00DC6809"/>
    <w:rsid w:val="00DE3025"/>
    <w:rsid w:val="00DF1C10"/>
    <w:rsid w:val="00DF1EE2"/>
    <w:rsid w:val="00DF6450"/>
    <w:rsid w:val="00DF798C"/>
    <w:rsid w:val="00E001A2"/>
    <w:rsid w:val="00E03F6F"/>
    <w:rsid w:val="00E04C83"/>
    <w:rsid w:val="00E14DD8"/>
    <w:rsid w:val="00E155F0"/>
    <w:rsid w:val="00E17AA4"/>
    <w:rsid w:val="00E17E89"/>
    <w:rsid w:val="00E20041"/>
    <w:rsid w:val="00E20D4D"/>
    <w:rsid w:val="00E2358B"/>
    <w:rsid w:val="00E27BFF"/>
    <w:rsid w:val="00E34020"/>
    <w:rsid w:val="00E344E0"/>
    <w:rsid w:val="00E3479A"/>
    <w:rsid w:val="00E539D4"/>
    <w:rsid w:val="00E54FC7"/>
    <w:rsid w:val="00E61064"/>
    <w:rsid w:val="00E6313B"/>
    <w:rsid w:val="00E6421B"/>
    <w:rsid w:val="00E66783"/>
    <w:rsid w:val="00E715FA"/>
    <w:rsid w:val="00E74ACD"/>
    <w:rsid w:val="00E76C0B"/>
    <w:rsid w:val="00E76D9B"/>
    <w:rsid w:val="00E772A6"/>
    <w:rsid w:val="00E77789"/>
    <w:rsid w:val="00E80515"/>
    <w:rsid w:val="00E954AC"/>
    <w:rsid w:val="00E973DA"/>
    <w:rsid w:val="00EA2954"/>
    <w:rsid w:val="00EB511E"/>
    <w:rsid w:val="00EB632F"/>
    <w:rsid w:val="00EC0091"/>
    <w:rsid w:val="00EC0410"/>
    <w:rsid w:val="00EC1396"/>
    <w:rsid w:val="00EC795E"/>
    <w:rsid w:val="00ED0B57"/>
    <w:rsid w:val="00EE123F"/>
    <w:rsid w:val="00EF15B4"/>
    <w:rsid w:val="00EF2B1F"/>
    <w:rsid w:val="00EF2F06"/>
    <w:rsid w:val="00F0149D"/>
    <w:rsid w:val="00F05D3F"/>
    <w:rsid w:val="00F10E71"/>
    <w:rsid w:val="00F11EC3"/>
    <w:rsid w:val="00F142BE"/>
    <w:rsid w:val="00F2071B"/>
    <w:rsid w:val="00F222EB"/>
    <w:rsid w:val="00F25601"/>
    <w:rsid w:val="00F264AA"/>
    <w:rsid w:val="00F32C7D"/>
    <w:rsid w:val="00F344B8"/>
    <w:rsid w:val="00F41966"/>
    <w:rsid w:val="00F445E5"/>
    <w:rsid w:val="00F45D74"/>
    <w:rsid w:val="00F516C4"/>
    <w:rsid w:val="00F6067C"/>
    <w:rsid w:val="00F71E39"/>
    <w:rsid w:val="00F73478"/>
    <w:rsid w:val="00F8198A"/>
    <w:rsid w:val="00F823DD"/>
    <w:rsid w:val="00F82E34"/>
    <w:rsid w:val="00F84C8D"/>
    <w:rsid w:val="00FA07A1"/>
    <w:rsid w:val="00FA3E25"/>
    <w:rsid w:val="00FB5A18"/>
    <w:rsid w:val="00FB5BC1"/>
    <w:rsid w:val="00FD07B9"/>
    <w:rsid w:val="00FD182E"/>
    <w:rsid w:val="00FD1A08"/>
    <w:rsid w:val="00FD39CD"/>
    <w:rsid w:val="00FE1822"/>
    <w:rsid w:val="00FE1C52"/>
    <w:rsid w:val="00FE226B"/>
    <w:rsid w:val="00FE3AB9"/>
    <w:rsid w:val="00FE5838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266AC8C"/>
  <w15:docId w15:val="{69EC93F6-254D-40B8-BC1C-E79A67A0A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AC5498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4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2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9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540A8-D1CA-4574-942A-D6DD14777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514</Words>
  <Characters>3131</Characters>
  <Application>Microsoft Office Word</Application>
  <DocSecurity>0</DocSecurity>
  <Lines>52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3632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4</cp:revision>
  <cp:lastPrinted>2016-11-29T13:27:00Z</cp:lastPrinted>
  <dcterms:created xsi:type="dcterms:W3CDTF">2017-03-22T11:25:00Z</dcterms:created>
  <dcterms:modified xsi:type="dcterms:W3CDTF">2017-03-23T12:26:00Z</dcterms:modified>
</cp:coreProperties>
</file>