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9ECB2D" w14:textId="4478A7D2" w:rsidR="008668D2" w:rsidRDefault="00037677" w:rsidP="001F2E28">
      <w:pPr>
        <w:pStyle w:val="berschrift2"/>
      </w:pPr>
      <w:r>
        <w:t xml:space="preserve">An Aesthetic Eyecatcher from SIEGENIA </w:t>
      </w:r>
    </w:p>
    <w:p w14:paraId="34CDDED8" w14:textId="1E528147" w:rsidR="001F2E28" w:rsidRPr="009300ED" w:rsidRDefault="00CD2D76" w:rsidP="001F2E28">
      <w:pPr>
        <w:pStyle w:val="berschrift4"/>
      </w:pPr>
      <w:r>
        <w:t>The ECO PASS SKY axxent barrier-free threshold</w:t>
      </w:r>
    </w:p>
    <w:p w14:paraId="14EC6E38" w14:textId="77777777" w:rsidR="001F2E28" w:rsidRPr="009300ED" w:rsidRDefault="001F2E28" w:rsidP="001F2E28"/>
    <w:p w14:paraId="1F206518" w14:textId="2950E94B" w:rsidR="00CD2D76" w:rsidRPr="00E9739F" w:rsidRDefault="00CD2D76" w:rsidP="00CD2D76">
      <w:pPr>
        <w:rPr>
          <w:szCs w:val="20"/>
        </w:rPr>
      </w:pPr>
      <w:r>
        <w:t xml:space="preserve">With regard to aesthetics and barrier-freedom, this threshold sets standards for lift and slide elements: ECO PASS SKY axxent from SIEGENIA combines barrier-free access to the outside with a zero-barrier threshold and unique design benefits, turning large timber-aluminium elements into eyecatchers. This begins with optical adaptation of the threshold to the frame material with the aid of a doubling into which the running rail is discreetly integrated. End users benefit from a valuable appearance without any steps. </w:t>
      </w:r>
      <w:r>
        <w:rPr>
          <w:szCs w:val="20"/>
        </w:rPr>
        <w:t xml:space="preserve">The cube design of the sash cover caps fulfils the highest aesthetic demands. The streamlined metal covers provide value down to the last detail. With only two millimetres on show, they are barely visible and are convincing due to their invisible fixing. </w:t>
      </w:r>
    </w:p>
    <w:p w14:paraId="51852CCC" w14:textId="77777777" w:rsidR="00037677" w:rsidRDefault="00037677" w:rsidP="00037677"/>
    <w:p w14:paraId="169EFC04" w14:textId="5F1E40E5" w:rsidR="00037677" w:rsidRDefault="00037677" w:rsidP="00037677">
      <w:r>
        <w:t xml:space="preserve">Just as elegant is </w:t>
      </w:r>
      <w:proofErr w:type="gramStart"/>
      <w:r>
        <w:t xml:space="preserve">the </w:t>
      </w:r>
      <w:r w:rsidR="00714343" w:rsidRPr="00714343">
        <w:t xml:space="preserve"> </w:t>
      </w:r>
      <w:r w:rsidR="00714343">
        <w:t>STYLE</w:t>
      </w:r>
      <w:proofErr w:type="gramEnd"/>
      <w:r w:rsidR="00714343">
        <w:t xml:space="preserve"> drain grid design</w:t>
      </w:r>
      <w:r>
        <w:t>, which is also suitable for use in combination with a drainage gutter. Great emphasis is placed on aesthetics with this solution because the optical design of threshold and outside area are precisely and mutually coordinated. The passage can also optionally be equipped with floor lighting.</w:t>
      </w:r>
    </w:p>
    <w:p w14:paraId="46E97535" w14:textId="77777777" w:rsidR="00CD2D76" w:rsidRPr="00E9739F" w:rsidRDefault="00CD2D76" w:rsidP="00CD2D76"/>
    <w:p w14:paraId="6C36E584" w14:textId="451F3C97" w:rsidR="00037677" w:rsidRDefault="00037677" w:rsidP="00037677">
      <w:r>
        <w:t xml:space="preserve">ECO PASS SKY axxent also shows its strengths with regard to sill installation. In terms of a qualitatively and functionally high-quality comprehensive solution, SIEGENIA has cooperated with a leading drainage and sealing specialist to achieve this purpose. The efficient design with sealing plates, sealing wedges and base profiles provides maximum compression. The grid system ensures reliable water drainage. The high-end solution is also convincing in production: fabricators benefit here from the cost-effective complete delivery of the threshold with the aid of the COMFORT UNIT – including the precisely fitting grid for the threshold. </w:t>
      </w:r>
    </w:p>
    <w:p w14:paraId="706AC1DB" w14:textId="196967B0" w:rsidR="00787D38" w:rsidRDefault="00CD2D76" w:rsidP="00CD2D76">
      <w:pPr>
        <w:pStyle w:val="berschrift4"/>
      </w:pPr>
      <w:r>
        <w:t>Verified security up to RC3 (DIN EN 1627ff)</w:t>
      </w:r>
    </w:p>
    <w:p w14:paraId="1C18DC49" w14:textId="3FBC1314" w:rsidR="00787D38" w:rsidRPr="002750C0" w:rsidRDefault="001E2A36" w:rsidP="00787D38">
      <w:pPr>
        <w:rPr>
          <w:rFonts w:cs="Arial"/>
          <w:szCs w:val="20"/>
        </w:rPr>
      </w:pPr>
      <w:r>
        <w:t xml:space="preserve">No compromise in terms of safety: ECO PASS SKY axxent and PORTAL HS, SIEGENIA's hardware for lift and slide elements, set standards with regard to security. The efficient solution is now available in a number of versions with certified burglar resistance in RC2 and RC3. End users needn't forego barrier-free access even in the RC3 version. </w:t>
      </w:r>
    </w:p>
    <w:p w14:paraId="60D6274F" w14:textId="77777777" w:rsidR="00CD2D76" w:rsidRDefault="00CD2D76" w:rsidP="00787D38"/>
    <w:p w14:paraId="2CBE9B7B" w14:textId="1AB796EA" w:rsidR="00787D38" w:rsidRPr="000F574A" w:rsidRDefault="00787D38" w:rsidP="00787D38">
      <w:pPr>
        <w:keepNext/>
        <w:outlineLvl w:val="1"/>
        <w:rPr>
          <w:b/>
          <w:bCs/>
          <w:iCs/>
          <w:sz w:val="24"/>
          <w:szCs w:val="28"/>
          <w:lang w:val="x-none" w:eastAsia="x-none"/>
        </w:rPr>
      </w:pPr>
      <w:r>
        <w:rPr>
          <w:b/>
          <w:bCs/>
          <w:iCs/>
          <w:sz w:val="24"/>
          <w:szCs w:val="28"/>
        </w:rPr>
        <w:lastRenderedPageBreak/>
        <w:t>Ordering made easy</w:t>
      </w:r>
    </w:p>
    <w:p w14:paraId="6EEC9FE8" w14:textId="4BC0BE0D" w:rsidR="006C6774" w:rsidRPr="00095B66" w:rsidRDefault="002750C0" w:rsidP="003414D4">
      <w:pPr>
        <w:pStyle w:val="Kommentartext"/>
        <w:spacing w:line="360" w:lineRule="auto"/>
      </w:pPr>
      <w:r>
        <w:t>With the ordering of the PORTAL HS – both with the ECO PASS SKY axxent threshold and with other threshold variants – fabricators benefit from the cost-effective processes with easy handling: with the COMFORT UNIT, window manufacturers can purchase customised, preassembled complete packages from SIEGENIA. This also includes the easy and time-saving ordering of RC-certified versions. All components are assembled in a complete package.</w:t>
      </w:r>
    </w:p>
    <w:p w14:paraId="275F9846" w14:textId="09FF8B43" w:rsidR="00787D38" w:rsidRDefault="00787D38" w:rsidP="00787D38">
      <w:pPr>
        <w:pStyle w:val="Kommentartext"/>
        <w:spacing w:line="360" w:lineRule="auto"/>
      </w:pPr>
      <w:r>
        <w:t xml:space="preserve"> </w:t>
      </w:r>
    </w:p>
    <w:p w14:paraId="78776300" w14:textId="77777777" w:rsidR="00787D38" w:rsidRPr="00E9739F" w:rsidRDefault="00787D38" w:rsidP="005E1468"/>
    <w:p w14:paraId="36701E93" w14:textId="2C51A68E" w:rsidR="00F6067C" w:rsidRDefault="00F6067C" w:rsidP="00F6067C">
      <w:pPr>
        <w:rPr>
          <w:szCs w:val="20"/>
        </w:rPr>
      </w:pPr>
    </w:p>
    <w:p w14:paraId="06C4195F" w14:textId="72D518C5" w:rsidR="007168E2" w:rsidRDefault="007168E2" w:rsidP="00F6067C">
      <w:pPr>
        <w:rPr>
          <w:szCs w:val="20"/>
        </w:rPr>
      </w:pPr>
    </w:p>
    <w:p w14:paraId="41B255F0" w14:textId="1B9566E0" w:rsidR="00EC41E0" w:rsidRDefault="00EC41E0" w:rsidP="00F6067C">
      <w:pPr>
        <w:rPr>
          <w:szCs w:val="20"/>
        </w:rPr>
      </w:pPr>
      <w:bookmarkStart w:id="0" w:name="_GoBack"/>
      <w:bookmarkEnd w:id="0"/>
    </w:p>
    <w:p w14:paraId="73C0AF7C" w14:textId="77777777" w:rsidR="005E1468" w:rsidRPr="00E9739F" w:rsidRDefault="005E1468" w:rsidP="005A7C57">
      <w:pPr>
        <w:pStyle w:val="berschrift4"/>
      </w:pPr>
      <w:r>
        <w:t>Captions</w:t>
      </w:r>
    </w:p>
    <w:p w14:paraId="4219270E" w14:textId="77777777" w:rsidR="002A7F37" w:rsidRPr="00E9739F" w:rsidRDefault="002A7F37" w:rsidP="002A7F37">
      <w:r>
        <w:t>Image database: SIEGENIA</w:t>
      </w:r>
    </w:p>
    <w:p w14:paraId="59FC09FE" w14:textId="77777777" w:rsidR="002A7F37" w:rsidRPr="00E9739F" w:rsidRDefault="002A7F37" w:rsidP="002A7F37"/>
    <w:p w14:paraId="3518412C" w14:textId="33810ECB" w:rsidR="005E1468" w:rsidRPr="00E9739F" w:rsidRDefault="005E1468" w:rsidP="005E1468">
      <w:pPr>
        <w:rPr>
          <w:bCs/>
          <w:i/>
        </w:rPr>
      </w:pPr>
      <w:r>
        <w:rPr>
          <w:bCs/>
          <w:i/>
        </w:rPr>
        <w:t>Image I: SIE_PORTAL_HS_ECO PASS SKY axxent_Interieur_HF.jpg</w:t>
      </w:r>
    </w:p>
    <w:p w14:paraId="7E88FE09" w14:textId="74F50F17" w:rsidR="000833C6" w:rsidRPr="00E9739F" w:rsidRDefault="000833C6" w:rsidP="000833C6">
      <w:r>
        <w:t xml:space="preserve">ECO PASS SKY axxent from SIEGENIA </w:t>
      </w:r>
      <w:r w:rsidR="00714343">
        <w:t>enables the production</w:t>
      </w:r>
      <w:r>
        <w:t xml:space="preserve"> of lift and slide elements made of timber-aluminium with a zero-barrier threshold, combining this with unique design benefits. </w:t>
      </w:r>
    </w:p>
    <w:p w14:paraId="6886A34B" w14:textId="77777777" w:rsidR="005E1468" w:rsidRPr="00E9739F" w:rsidRDefault="005E1468" w:rsidP="005E1468"/>
    <w:p w14:paraId="630EC031" w14:textId="5B54615F" w:rsidR="005325A3" w:rsidRPr="0084093C" w:rsidRDefault="005325A3" w:rsidP="005325A3">
      <w:pPr>
        <w:rPr>
          <w:bCs/>
          <w:i/>
          <w:lang w:val="de-DE"/>
        </w:rPr>
      </w:pPr>
      <w:r w:rsidRPr="0084093C">
        <w:rPr>
          <w:bCs/>
          <w:i/>
          <w:lang w:val="de-DE"/>
        </w:rPr>
        <w:t>Image II: SIE_PORTAL_HS_ECO PASS SKY axxent_Null-Barriere-Schwelle mit Bauanschluss.jpg</w:t>
      </w:r>
    </w:p>
    <w:p w14:paraId="47F00F04" w14:textId="3828FFFF" w:rsidR="005325A3" w:rsidRPr="00E9739F" w:rsidRDefault="00C25509" w:rsidP="005325A3">
      <w:pPr>
        <w:rPr>
          <w:szCs w:val="20"/>
        </w:rPr>
      </w:pPr>
      <w:r>
        <w:t>ECO PASS SKY axxent combines the barrier-free passage to the outside with an absolutely zero-barrier threshold with perfect sill installation.</w:t>
      </w:r>
    </w:p>
    <w:p w14:paraId="23B6D41E" w14:textId="66BF887B" w:rsidR="005325A3" w:rsidRPr="00E9739F" w:rsidRDefault="005325A3" w:rsidP="008D7633"/>
    <w:p w14:paraId="4FE45CB5" w14:textId="4A98BE43" w:rsidR="005325A3" w:rsidRPr="00E9739F" w:rsidRDefault="005325A3" w:rsidP="005325A3">
      <w:pPr>
        <w:rPr>
          <w:bCs/>
          <w:i/>
        </w:rPr>
      </w:pPr>
      <w:r>
        <w:rPr>
          <w:bCs/>
          <w:i/>
        </w:rPr>
        <w:t>Image III: SIE_PORTAL_HS_ECO PASS SKY axxent_Kubus Design.jpg</w:t>
      </w:r>
    </w:p>
    <w:p w14:paraId="06C56034" w14:textId="0C7F47DA" w:rsidR="005325A3" w:rsidRDefault="00FA05DC" w:rsidP="005325A3">
      <w:pPr>
        <w:rPr>
          <w:szCs w:val="20"/>
        </w:rPr>
      </w:pPr>
      <w:r>
        <w:rPr>
          <w:szCs w:val="20"/>
        </w:rPr>
        <w:t>The cube design with the valuable metal covers fulfils the highest aesthetic demands. The fixing is also invisible.</w:t>
      </w:r>
    </w:p>
    <w:p w14:paraId="3351946F" w14:textId="77777777" w:rsidR="00752AC4" w:rsidRDefault="00752AC4" w:rsidP="005325A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EBE36F9" w14:textId="77777777" w:rsidTr="0044187A">
        <w:tc>
          <w:tcPr>
            <w:tcW w:w="3348" w:type="dxa"/>
            <w:tcBorders>
              <w:top w:val="nil"/>
              <w:left w:val="nil"/>
              <w:bottom w:val="nil"/>
              <w:right w:val="nil"/>
            </w:tcBorders>
          </w:tcPr>
          <w:p w14:paraId="26B853C6" w14:textId="77777777" w:rsidR="008D7633" w:rsidRPr="0044187A" w:rsidRDefault="008D7633" w:rsidP="007A5EB4">
            <w:pPr>
              <w:pStyle w:val="Formatvorlage2"/>
              <w:rPr>
                <w:u w:val="single"/>
              </w:rPr>
            </w:pPr>
            <w:r>
              <w:rPr>
                <w:u w:val="single"/>
              </w:rPr>
              <w:t>Publisher</w:t>
            </w:r>
          </w:p>
          <w:p w14:paraId="087295D8" w14:textId="77777777" w:rsidR="008D7633" w:rsidRDefault="008D7633" w:rsidP="007A5EB4">
            <w:pPr>
              <w:pStyle w:val="Formatvorlage2"/>
            </w:pPr>
            <w:r>
              <w:t>SIEGENIA GROUP</w:t>
            </w:r>
          </w:p>
          <w:p w14:paraId="2EEB3AD0" w14:textId="77777777" w:rsidR="008D7633" w:rsidRDefault="008D7633" w:rsidP="007A5EB4">
            <w:pPr>
              <w:pStyle w:val="Formatvorlage2"/>
            </w:pPr>
            <w:r>
              <w:t>Marketing Communications</w:t>
            </w:r>
          </w:p>
          <w:p w14:paraId="113C1203" w14:textId="77777777" w:rsidR="008D7633" w:rsidRDefault="008D7633" w:rsidP="007A5EB4">
            <w:pPr>
              <w:pStyle w:val="Formatvorlage2"/>
            </w:pPr>
            <w:r>
              <w:t>Industriestraße 1-3</w:t>
            </w:r>
          </w:p>
          <w:p w14:paraId="488BA567" w14:textId="77777777" w:rsidR="008D7633" w:rsidRDefault="008D7633" w:rsidP="007A5EB4">
            <w:pPr>
              <w:pStyle w:val="Formatvorlage2"/>
            </w:pPr>
            <w:r>
              <w:t>D-57234 Wilnsdorf Germany</w:t>
            </w:r>
          </w:p>
          <w:p w14:paraId="30552F9E" w14:textId="77777777" w:rsidR="008D7633" w:rsidRDefault="00FD182E" w:rsidP="007A5EB4">
            <w:pPr>
              <w:pStyle w:val="Formatvorlage2"/>
            </w:pPr>
            <w:r>
              <w:t>Phone: +49 271 3931-412</w:t>
            </w:r>
          </w:p>
          <w:p w14:paraId="4F109A03" w14:textId="77777777" w:rsidR="008D7633" w:rsidRDefault="008D7633" w:rsidP="007A5EB4">
            <w:pPr>
              <w:pStyle w:val="Formatvorlage2"/>
            </w:pPr>
            <w:r>
              <w:t>Fax: +49 271 3931-77412</w:t>
            </w:r>
          </w:p>
          <w:p w14:paraId="4AF14838" w14:textId="77777777" w:rsidR="008D7633" w:rsidRPr="0084093C" w:rsidRDefault="0088698F" w:rsidP="007A5EB4">
            <w:pPr>
              <w:pStyle w:val="Formatvorlage2"/>
              <w:rPr>
                <w:lang w:val="de-DE"/>
              </w:rPr>
            </w:pPr>
            <w:r w:rsidRPr="0084093C">
              <w:rPr>
                <w:lang w:val="de-DE"/>
              </w:rPr>
              <w:t>E-mail: pr@siegenia.com</w:t>
            </w:r>
          </w:p>
          <w:p w14:paraId="256C7219" w14:textId="77777777" w:rsidR="002E59D6" w:rsidRPr="0084093C" w:rsidRDefault="00510191" w:rsidP="007A5EB4">
            <w:pPr>
              <w:pStyle w:val="Formatvorlage2"/>
              <w:rPr>
                <w:lang w:val="de-DE"/>
              </w:rPr>
            </w:pPr>
            <w:r w:rsidRPr="0084093C">
              <w:rPr>
                <w:lang w:val="de-DE"/>
              </w:rPr>
              <w:t>www.siegenia.com/en</w:t>
            </w:r>
          </w:p>
          <w:p w14:paraId="4C61F62F" w14:textId="77777777" w:rsidR="008D7633" w:rsidRPr="0084093C" w:rsidRDefault="008D7633" w:rsidP="007A5EB4">
            <w:pPr>
              <w:pStyle w:val="Formatvorlage2"/>
              <w:rPr>
                <w:szCs w:val="20"/>
                <w:lang w:val="de-DE"/>
              </w:rPr>
            </w:pPr>
          </w:p>
        </w:tc>
        <w:tc>
          <w:tcPr>
            <w:tcW w:w="3060" w:type="dxa"/>
            <w:tcBorders>
              <w:top w:val="nil"/>
              <w:left w:val="nil"/>
              <w:bottom w:val="nil"/>
              <w:right w:val="nil"/>
            </w:tcBorders>
          </w:tcPr>
          <w:p w14:paraId="652E3F64" w14:textId="77777777" w:rsidR="008D7633" w:rsidRPr="0044187A" w:rsidRDefault="008D7633" w:rsidP="007A5EB4">
            <w:pPr>
              <w:pStyle w:val="Formatvorlage2"/>
              <w:rPr>
                <w:u w:val="single"/>
              </w:rPr>
            </w:pPr>
            <w:r>
              <w:rPr>
                <w:u w:val="single"/>
              </w:rPr>
              <w:t>Edited by / Contact</w:t>
            </w:r>
          </w:p>
          <w:p w14:paraId="3A42C2C2" w14:textId="77777777" w:rsidR="008D7633" w:rsidRDefault="008D7633" w:rsidP="007A5EB4">
            <w:pPr>
              <w:pStyle w:val="Formatvorlage2"/>
            </w:pPr>
            <w:r>
              <w:t>Kemper Kommunikation</w:t>
            </w:r>
          </w:p>
          <w:p w14:paraId="2E3667BE" w14:textId="77777777" w:rsidR="008D7633" w:rsidRPr="00C33A1F" w:rsidRDefault="008D7633" w:rsidP="007A5EB4">
            <w:pPr>
              <w:pStyle w:val="Formatvorlage2"/>
            </w:pPr>
            <w:r>
              <w:t xml:space="preserve">Kirsten Kemper </w:t>
            </w:r>
          </w:p>
          <w:p w14:paraId="7836A0A3" w14:textId="77777777" w:rsidR="008D7633" w:rsidRPr="0084093C" w:rsidRDefault="008D7633" w:rsidP="007A5EB4">
            <w:pPr>
              <w:pStyle w:val="Formatvorlage2"/>
              <w:rPr>
                <w:lang w:val="de-DE"/>
              </w:rPr>
            </w:pPr>
            <w:r w:rsidRPr="0084093C">
              <w:rPr>
                <w:lang w:val="de-DE"/>
              </w:rPr>
              <w:t>Feuerwehrstr. 42</w:t>
            </w:r>
          </w:p>
          <w:p w14:paraId="62BD8B64" w14:textId="77777777" w:rsidR="008D7633" w:rsidRPr="0084093C" w:rsidRDefault="008D7633" w:rsidP="007A5EB4">
            <w:pPr>
              <w:pStyle w:val="Formatvorlage2"/>
              <w:rPr>
                <w:lang w:val="de-DE"/>
              </w:rPr>
            </w:pPr>
            <w:r w:rsidRPr="0084093C">
              <w:rPr>
                <w:lang w:val="de-DE"/>
              </w:rPr>
              <w:t>D-51588 Nuembrecht Germany</w:t>
            </w:r>
            <w:r w:rsidRPr="0084093C">
              <w:rPr>
                <w:lang w:val="de-DE"/>
              </w:rPr>
              <w:br/>
              <w:t>Phone: +49 2293 909890</w:t>
            </w:r>
          </w:p>
          <w:p w14:paraId="1C99770A" w14:textId="77777777" w:rsidR="008D7633" w:rsidRPr="0084093C" w:rsidRDefault="008D7633" w:rsidP="007A5EB4">
            <w:pPr>
              <w:pStyle w:val="Formatvorlage2"/>
              <w:rPr>
                <w:lang w:val="de-DE"/>
              </w:rPr>
            </w:pPr>
            <w:r w:rsidRPr="0084093C">
              <w:rPr>
                <w:lang w:val="de-DE"/>
              </w:rPr>
              <w:t>Fax: +49 2293 909891</w:t>
            </w:r>
          </w:p>
          <w:p w14:paraId="467869D6" w14:textId="77777777" w:rsidR="008D7633" w:rsidRPr="00FB0A33" w:rsidRDefault="0088698F" w:rsidP="007A5EB4">
            <w:pPr>
              <w:pStyle w:val="Formatvorlage2"/>
              <w:rPr>
                <w:lang w:val="it-IT"/>
              </w:rPr>
            </w:pPr>
            <w:r w:rsidRPr="0084093C">
              <w:rPr>
                <w:lang w:val="de-DE"/>
              </w:rPr>
              <w:t>E-mail: info@kemper-kommunikation.de</w:t>
            </w:r>
          </w:p>
          <w:p w14:paraId="14812138" w14:textId="77777777" w:rsidR="008D7633" w:rsidRDefault="00716BDB" w:rsidP="007A5EB4">
            <w:pPr>
              <w:pStyle w:val="Formatvorlage2"/>
            </w:pPr>
            <w:r>
              <w:t>www.kemper-kommunikation.de</w:t>
            </w:r>
          </w:p>
          <w:p w14:paraId="38E41917" w14:textId="77777777" w:rsidR="00716BDB" w:rsidRPr="003F183E" w:rsidRDefault="00716BDB" w:rsidP="007A5EB4">
            <w:pPr>
              <w:pStyle w:val="Formatvorlage2"/>
            </w:pPr>
          </w:p>
        </w:tc>
        <w:tc>
          <w:tcPr>
            <w:tcW w:w="1800" w:type="dxa"/>
            <w:tcBorders>
              <w:top w:val="nil"/>
              <w:left w:val="nil"/>
              <w:bottom w:val="nil"/>
              <w:right w:val="nil"/>
            </w:tcBorders>
          </w:tcPr>
          <w:p w14:paraId="21A36697" w14:textId="77777777" w:rsidR="008D7633" w:rsidRPr="0044187A" w:rsidRDefault="008D7633" w:rsidP="007A5EB4">
            <w:pPr>
              <w:pStyle w:val="Formatvorlage2"/>
              <w:rPr>
                <w:u w:val="single"/>
              </w:rPr>
            </w:pPr>
            <w:r>
              <w:rPr>
                <w:u w:val="single"/>
              </w:rPr>
              <w:t>Text details</w:t>
            </w:r>
          </w:p>
          <w:p w14:paraId="14A38387" w14:textId="77777777" w:rsidR="008D7633" w:rsidRPr="00C33A1F" w:rsidRDefault="008D7633" w:rsidP="007A5EB4">
            <w:pPr>
              <w:pStyle w:val="Formatvorlage2"/>
            </w:pPr>
            <w:r>
              <w:t>Pages: 2</w:t>
            </w:r>
          </w:p>
          <w:p w14:paraId="5FF98F42" w14:textId="4E1528B0" w:rsidR="008D7633" w:rsidRPr="00C33A1F" w:rsidRDefault="008D7633" w:rsidP="007A5EB4">
            <w:pPr>
              <w:pStyle w:val="Formatvorlage2"/>
            </w:pPr>
            <w:r>
              <w:t>Words: 446</w:t>
            </w:r>
          </w:p>
          <w:p w14:paraId="03F9C02E" w14:textId="0AF94C57" w:rsidR="008D7633" w:rsidRPr="00C33A1F" w:rsidRDefault="008D7633" w:rsidP="007A5EB4">
            <w:pPr>
              <w:pStyle w:val="Formatvorlage2"/>
            </w:pPr>
            <w:r>
              <w:t>Characters: 2 952</w:t>
            </w:r>
            <w:r>
              <w:br/>
              <w:t>(with spaces)</w:t>
            </w:r>
          </w:p>
          <w:p w14:paraId="1F4E5917" w14:textId="77777777" w:rsidR="008D7633" w:rsidRDefault="008D7633" w:rsidP="007A5EB4">
            <w:pPr>
              <w:pStyle w:val="Formatvorlage2"/>
            </w:pPr>
          </w:p>
          <w:p w14:paraId="1BBC798F" w14:textId="1E4F5A55" w:rsidR="008D7633" w:rsidRPr="00C33A1F" w:rsidRDefault="008D7633" w:rsidP="007A5EB4">
            <w:pPr>
              <w:pStyle w:val="Formatvorlage2"/>
            </w:pPr>
            <w:r>
              <w:t>Created: 2019-04-24</w:t>
            </w:r>
          </w:p>
          <w:p w14:paraId="28903140" w14:textId="77777777" w:rsidR="008D7633" w:rsidRPr="0044187A" w:rsidRDefault="008D7633" w:rsidP="007A5EB4">
            <w:pPr>
              <w:pStyle w:val="Formatvorlage2"/>
              <w:rPr>
                <w:szCs w:val="20"/>
              </w:rPr>
            </w:pPr>
          </w:p>
        </w:tc>
      </w:tr>
      <w:tr w:rsidR="008D7633" w:rsidRPr="0044187A" w14:paraId="6711FC51" w14:textId="77777777" w:rsidTr="0044187A">
        <w:tc>
          <w:tcPr>
            <w:tcW w:w="8208" w:type="dxa"/>
            <w:gridSpan w:val="3"/>
            <w:tcBorders>
              <w:top w:val="nil"/>
              <w:left w:val="nil"/>
              <w:bottom w:val="nil"/>
              <w:right w:val="nil"/>
            </w:tcBorders>
          </w:tcPr>
          <w:p w14:paraId="224FB651" w14:textId="77777777" w:rsidR="008D7633" w:rsidRPr="003F183E" w:rsidRDefault="008D7633" w:rsidP="007A5EB4">
            <w:pPr>
              <w:pStyle w:val="Formatvorlage2"/>
            </w:pPr>
            <w:r>
              <w:t>Please send us a sample copy of any publication containing this text or these images.</w:t>
            </w:r>
          </w:p>
        </w:tc>
      </w:tr>
    </w:tbl>
    <w:p w14:paraId="3809A6CA"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91224" w14:textId="77777777" w:rsidR="00E32784" w:rsidRDefault="00E32784">
      <w:r>
        <w:separator/>
      </w:r>
    </w:p>
  </w:endnote>
  <w:endnote w:type="continuationSeparator" w:id="0">
    <w:p w14:paraId="7D6EBA5A" w14:textId="77777777" w:rsidR="00E32784" w:rsidRDefault="00E3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BC4BE" w14:textId="77777777" w:rsidR="000833C6" w:rsidRDefault="000833C6"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8D797" w14:textId="77777777" w:rsidR="00E32784" w:rsidRDefault="00E32784">
      <w:r>
        <w:separator/>
      </w:r>
    </w:p>
  </w:footnote>
  <w:footnote w:type="continuationSeparator" w:id="0">
    <w:p w14:paraId="52AC8A79" w14:textId="77777777" w:rsidR="00E32784" w:rsidRDefault="00E327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8C999" w14:textId="77777777" w:rsidR="000833C6" w:rsidRDefault="000833C6">
    <w:pPr>
      <w:pStyle w:val="Kopfzeile"/>
    </w:pPr>
    <w:r>
      <w:rPr>
        <w:noProof/>
        <w:lang w:val="de-DE" w:eastAsia="de-DE"/>
      </w:rPr>
      <w:drawing>
        <wp:anchor distT="0" distB="0" distL="114300" distR="114300" simplePos="0" relativeHeight="251657728" behindDoc="1" locked="0" layoutInCell="1" allowOverlap="1" wp14:anchorId="5FE1979B" wp14:editId="6C81ECF9">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7FA3"/>
    <w:multiLevelType w:val="hybridMultilevel"/>
    <w:tmpl w:val="9DF67C9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C5478D4"/>
    <w:multiLevelType w:val="hybridMultilevel"/>
    <w:tmpl w:val="39CE02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2147F6F"/>
    <w:multiLevelType w:val="hybridMultilevel"/>
    <w:tmpl w:val="0EC039E4"/>
    <w:lvl w:ilvl="0" w:tplc="461CFC1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89D1592"/>
    <w:multiLevelType w:val="hybridMultilevel"/>
    <w:tmpl w:val="208CE99C"/>
    <w:lvl w:ilvl="0" w:tplc="0E1CBAF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5A80329"/>
    <w:multiLevelType w:val="hybridMultilevel"/>
    <w:tmpl w:val="EA60E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76295BE8"/>
    <w:multiLevelType w:val="hybridMultilevel"/>
    <w:tmpl w:val="663EED1E"/>
    <w:lvl w:ilvl="0" w:tplc="BD02868E">
      <w:start w:val="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9A03E7E"/>
    <w:multiLevelType w:val="hybridMultilevel"/>
    <w:tmpl w:val="29C01826"/>
    <w:lvl w:ilvl="0" w:tplc="233AE5CA">
      <w:start w:val="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8"/>
  </w:num>
  <w:num w:numId="4">
    <w:abstractNumId w:val="7"/>
  </w:num>
  <w:num w:numId="5">
    <w:abstractNumId w:val="6"/>
  </w:num>
  <w:num w:numId="6">
    <w:abstractNumId w:val="4"/>
  </w:num>
  <w:num w:numId="7">
    <w:abstractNumId w:val="9"/>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A33"/>
    <w:rsid w:val="000024D9"/>
    <w:rsid w:val="00003256"/>
    <w:rsid w:val="00011722"/>
    <w:rsid w:val="0001449A"/>
    <w:rsid w:val="0001520C"/>
    <w:rsid w:val="00026907"/>
    <w:rsid w:val="00037677"/>
    <w:rsid w:val="00040EBF"/>
    <w:rsid w:val="00047123"/>
    <w:rsid w:val="00064165"/>
    <w:rsid w:val="000675C7"/>
    <w:rsid w:val="000833C6"/>
    <w:rsid w:val="00087547"/>
    <w:rsid w:val="00090045"/>
    <w:rsid w:val="00095303"/>
    <w:rsid w:val="000A1DF0"/>
    <w:rsid w:val="000A5CA3"/>
    <w:rsid w:val="000D06A9"/>
    <w:rsid w:val="000D0C02"/>
    <w:rsid w:val="000D2A27"/>
    <w:rsid w:val="000D4874"/>
    <w:rsid w:val="000D7D2B"/>
    <w:rsid w:val="000E424C"/>
    <w:rsid w:val="000F2936"/>
    <w:rsid w:val="000F565C"/>
    <w:rsid w:val="000F67C4"/>
    <w:rsid w:val="001025BB"/>
    <w:rsid w:val="0010792E"/>
    <w:rsid w:val="001128F1"/>
    <w:rsid w:val="00122F20"/>
    <w:rsid w:val="00131BEA"/>
    <w:rsid w:val="00137BD1"/>
    <w:rsid w:val="00145B48"/>
    <w:rsid w:val="00150884"/>
    <w:rsid w:val="001529E6"/>
    <w:rsid w:val="00156B0C"/>
    <w:rsid w:val="00161231"/>
    <w:rsid w:val="00166476"/>
    <w:rsid w:val="00166FB7"/>
    <w:rsid w:val="00171C51"/>
    <w:rsid w:val="001B7003"/>
    <w:rsid w:val="001C39FF"/>
    <w:rsid w:val="001D26E4"/>
    <w:rsid w:val="001E0780"/>
    <w:rsid w:val="001E1DA6"/>
    <w:rsid w:val="001E2A36"/>
    <w:rsid w:val="001E2D16"/>
    <w:rsid w:val="001E4B8B"/>
    <w:rsid w:val="001F2E28"/>
    <w:rsid w:val="001F3432"/>
    <w:rsid w:val="002046D3"/>
    <w:rsid w:val="00216FAC"/>
    <w:rsid w:val="0025005A"/>
    <w:rsid w:val="00253486"/>
    <w:rsid w:val="00253494"/>
    <w:rsid w:val="002540F4"/>
    <w:rsid w:val="00254A9B"/>
    <w:rsid w:val="00255FE8"/>
    <w:rsid w:val="002629DB"/>
    <w:rsid w:val="00272508"/>
    <w:rsid w:val="002750C0"/>
    <w:rsid w:val="002769DE"/>
    <w:rsid w:val="002819C3"/>
    <w:rsid w:val="00286A6D"/>
    <w:rsid w:val="002A202C"/>
    <w:rsid w:val="002A4BFD"/>
    <w:rsid w:val="002A7F37"/>
    <w:rsid w:val="002C00E2"/>
    <w:rsid w:val="002C36FE"/>
    <w:rsid w:val="002C5A66"/>
    <w:rsid w:val="002C6D41"/>
    <w:rsid w:val="002E48B5"/>
    <w:rsid w:val="002E59D6"/>
    <w:rsid w:val="002F18BB"/>
    <w:rsid w:val="002F466F"/>
    <w:rsid w:val="00306848"/>
    <w:rsid w:val="0031150D"/>
    <w:rsid w:val="00312674"/>
    <w:rsid w:val="003136F5"/>
    <w:rsid w:val="003230AF"/>
    <w:rsid w:val="00324F84"/>
    <w:rsid w:val="00326F7E"/>
    <w:rsid w:val="003414D4"/>
    <w:rsid w:val="00350ACA"/>
    <w:rsid w:val="003514C3"/>
    <w:rsid w:val="00357C43"/>
    <w:rsid w:val="00364DEF"/>
    <w:rsid w:val="00375A48"/>
    <w:rsid w:val="00375DB1"/>
    <w:rsid w:val="0038244F"/>
    <w:rsid w:val="0038276B"/>
    <w:rsid w:val="0038499F"/>
    <w:rsid w:val="003914C5"/>
    <w:rsid w:val="00392D5F"/>
    <w:rsid w:val="00393AD9"/>
    <w:rsid w:val="003A1BA5"/>
    <w:rsid w:val="003B7E5D"/>
    <w:rsid w:val="003C6CEB"/>
    <w:rsid w:val="003D61A2"/>
    <w:rsid w:val="003E0D26"/>
    <w:rsid w:val="003E378F"/>
    <w:rsid w:val="00413153"/>
    <w:rsid w:val="004176D4"/>
    <w:rsid w:val="00420F79"/>
    <w:rsid w:val="004333E8"/>
    <w:rsid w:val="004412D0"/>
    <w:rsid w:val="0044187A"/>
    <w:rsid w:val="00446899"/>
    <w:rsid w:val="00447689"/>
    <w:rsid w:val="0046235C"/>
    <w:rsid w:val="004629AD"/>
    <w:rsid w:val="0046487D"/>
    <w:rsid w:val="004806AF"/>
    <w:rsid w:val="00486878"/>
    <w:rsid w:val="004B62AB"/>
    <w:rsid w:val="004C4FDA"/>
    <w:rsid w:val="004C503A"/>
    <w:rsid w:val="004E057A"/>
    <w:rsid w:val="004E1D97"/>
    <w:rsid w:val="004E2322"/>
    <w:rsid w:val="004E2BD7"/>
    <w:rsid w:val="004E3AF9"/>
    <w:rsid w:val="00510191"/>
    <w:rsid w:val="00512D36"/>
    <w:rsid w:val="005247C2"/>
    <w:rsid w:val="005254BE"/>
    <w:rsid w:val="005325A3"/>
    <w:rsid w:val="00535614"/>
    <w:rsid w:val="00542DB7"/>
    <w:rsid w:val="00545379"/>
    <w:rsid w:val="00552DC0"/>
    <w:rsid w:val="0055550C"/>
    <w:rsid w:val="00560694"/>
    <w:rsid w:val="00563E60"/>
    <w:rsid w:val="00566E94"/>
    <w:rsid w:val="00580238"/>
    <w:rsid w:val="0058071A"/>
    <w:rsid w:val="00586D41"/>
    <w:rsid w:val="00592833"/>
    <w:rsid w:val="0059415F"/>
    <w:rsid w:val="005A2078"/>
    <w:rsid w:val="005A214B"/>
    <w:rsid w:val="005A3974"/>
    <w:rsid w:val="005A3F9D"/>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7F1"/>
    <w:rsid w:val="006279BD"/>
    <w:rsid w:val="00630405"/>
    <w:rsid w:val="00632443"/>
    <w:rsid w:val="00634A59"/>
    <w:rsid w:val="006371C7"/>
    <w:rsid w:val="006446D6"/>
    <w:rsid w:val="00656A7F"/>
    <w:rsid w:val="00656FEE"/>
    <w:rsid w:val="00665163"/>
    <w:rsid w:val="00667448"/>
    <w:rsid w:val="006866DF"/>
    <w:rsid w:val="00692205"/>
    <w:rsid w:val="006944D9"/>
    <w:rsid w:val="006A2FD7"/>
    <w:rsid w:val="006A66DF"/>
    <w:rsid w:val="006A7184"/>
    <w:rsid w:val="006B6CD1"/>
    <w:rsid w:val="006B7979"/>
    <w:rsid w:val="006C044C"/>
    <w:rsid w:val="006C6774"/>
    <w:rsid w:val="006C6D45"/>
    <w:rsid w:val="006C7436"/>
    <w:rsid w:val="006E5CC8"/>
    <w:rsid w:val="00701954"/>
    <w:rsid w:val="00703943"/>
    <w:rsid w:val="007046C4"/>
    <w:rsid w:val="00710CA2"/>
    <w:rsid w:val="00714343"/>
    <w:rsid w:val="007148FF"/>
    <w:rsid w:val="007168E2"/>
    <w:rsid w:val="00716BDB"/>
    <w:rsid w:val="00717456"/>
    <w:rsid w:val="007307CF"/>
    <w:rsid w:val="00730E66"/>
    <w:rsid w:val="0073433B"/>
    <w:rsid w:val="00737DE1"/>
    <w:rsid w:val="00751517"/>
    <w:rsid w:val="00752AC4"/>
    <w:rsid w:val="00753C44"/>
    <w:rsid w:val="00757DDE"/>
    <w:rsid w:val="00764AAC"/>
    <w:rsid w:val="007871C1"/>
    <w:rsid w:val="00787D38"/>
    <w:rsid w:val="0079193B"/>
    <w:rsid w:val="00794A4F"/>
    <w:rsid w:val="007A5EB4"/>
    <w:rsid w:val="007A6E1C"/>
    <w:rsid w:val="007B4741"/>
    <w:rsid w:val="007C0FF1"/>
    <w:rsid w:val="007C2DBE"/>
    <w:rsid w:val="007C50D1"/>
    <w:rsid w:val="007C5C24"/>
    <w:rsid w:val="007E2B7F"/>
    <w:rsid w:val="007F3F54"/>
    <w:rsid w:val="007F43E0"/>
    <w:rsid w:val="00801D78"/>
    <w:rsid w:val="008078CF"/>
    <w:rsid w:val="008171AF"/>
    <w:rsid w:val="0083465B"/>
    <w:rsid w:val="00835351"/>
    <w:rsid w:val="00835C0C"/>
    <w:rsid w:val="008366E0"/>
    <w:rsid w:val="0084093C"/>
    <w:rsid w:val="008429DC"/>
    <w:rsid w:val="0085079E"/>
    <w:rsid w:val="00853823"/>
    <w:rsid w:val="00857800"/>
    <w:rsid w:val="0086386E"/>
    <w:rsid w:val="008668D2"/>
    <w:rsid w:val="00871847"/>
    <w:rsid w:val="0088698F"/>
    <w:rsid w:val="00894ADF"/>
    <w:rsid w:val="008A6F1F"/>
    <w:rsid w:val="008C3491"/>
    <w:rsid w:val="008C5079"/>
    <w:rsid w:val="008D2B30"/>
    <w:rsid w:val="008D3232"/>
    <w:rsid w:val="008D7633"/>
    <w:rsid w:val="008F0D47"/>
    <w:rsid w:val="00910883"/>
    <w:rsid w:val="0092580A"/>
    <w:rsid w:val="009300ED"/>
    <w:rsid w:val="0093490C"/>
    <w:rsid w:val="0093664F"/>
    <w:rsid w:val="00943EB0"/>
    <w:rsid w:val="00945CA5"/>
    <w:rsid w:val="009553BC"/>
    <w:rsid w:val="009557EA"/>
    <w:rsid w:val="00963959"/>
    <w:rsid w:val="00963D60"/>
    <w:rsid w:val="0096600A"/>
    <w:rsid w:val="009676C2"/>
    <w:rsid w:val="00993B51"/>
    <w:rsid w:val="009A5A1A"/>
    <w:rsid w:val="009B067B"/>
    <w:rsid w:val="009B2FFD"/>
    <w:rsid w:val="009B4822"/>
    <w:rsid w:val="009B5300"/>
    <w:rsid w:val="009B5DE9"/>
    <w:rsid w:val="009B5FBB"/>
    <w:rsid w:val="009D0CC8"/>
    <w:rsid w:val="009D6C04"/>
    <w:rsid w:val="009E28F9"/>
    <w:rsid w:val="009E6FA4"/>
    <w:rsid w:val="009E7597"/>
    <w:rsid w:val="009F795D"/>
    <w:rsid w:val="00A05A56"/>
    <w:rsid w:val="00A10D51"/>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6E36"/>
    <w:rsid w:val="00A87496"/>
    <w:rsid w:val="00A927D0"/>
    <w:rsid w:val="00A9705C"/>
    <w:rsid w:val="00A97B0A"/>
    <w:rsid w:val="00AA224C"/>
    <w:rsid w:val="00AA6262"/>
    <w:rsid w:val="00AA63F8"/>
    <w:rsid w:val="00AB1EC7"/>
    <w:rsid w:val="00AC3925"/>
    <w:rsid w:val="00AD4128"/>
    <w:rsid w:val="00AD7705"/>
    <w:rsid w:val="00AD7B27"/>
    <w:rsid w:val="00AE06DB"/>
    <w:rsid w:val="00AE1ED1"/>
    <w:rsid w:val="00AE405C"/>
    <w:rsid w:val="00B057B0"/>
    <w:rsid w:val="00B11AB7"/>
    <w:rsid w:val="00B239B4"/>
    <w:rsid w:val="00B3687B"/>
    <w:rsid w:val="00B41B50"/>
    <w:rsid w:val="00B47777"/>
    <w:rsid w:val="00B47ADF"/>
    <w:rsid w:val="00B55070"/>
    <w:rsid w:val="00B61EE3"/>
    <w:rsid w:val="00B6296E"/>
    <w:rsid w:val="00B62ECB"/>
    <w:rsid w:val="00B63C95"/>
    <w:rsid w:val="00B63E35"/>
    <w:rsid w:val="00B84773"/>
    <w:rsid w:val="00B908A8"/>
    <w:rsid w:val="00B92EF0"/>
    <w:rsid w:val="00B936AC"/>
    <w:rsid w:val="00B93961"/>
    <w:rsid w:val="00BA2F2F"/>
    <w:rsid w:val="00BA5B2A"/>
    <w:rsid w:val="00BB1A6A"/>
    <w:rsid w:val="00BC3A38"/>
    <w:rsid w:val="00BD76B1"/>
    <w:rsid w:val="00BE594D"/>
    <w:rsid w:val="00BE62B4"/>
    <w:rsid w:val="00BE648B"/>
    <w:rsid w:val="00BE69F6"/>
    <w:rsid w:val="00BF6132"/>
    <w:rsid w:val="00C02C5D"/>
    <w:rsid w:val="00C12CC1"/>
    <w:rsid w:val="00C14A00"/>
    <w:rsid w:val="00C24B77"/>
    <w:rsid w:val="00C25509"/>
    <w:rsid w:val="00C2717C"/>
    <w:rsid w:val="00C33A1F"/>
    <w:rsid w:val="00C52D3B"/>
    <w:rsid w:val="00C53FE3"/>
    <w:rsid w:val="00C615A2"/>
    <w:rsid w:val="00C65852"/>
    <w:rsid w:val="00C72B49"/>
    <w:rsid w:val="00C77106"/>
    <w:rsid w:val="00C87836"/>
    <w:rsid w:val="00C92A2E"/>
    <w:rsid w:val="00CA66F5"/>
    <w:rsid w:val="00CA6BD1"/>
    <w:rsid w:val="00CD2D76"/>
    <w:rsid w:val="00CD5B72"/>
    <w:rsid w:val="00CE16F1"/>
    <w:rsid w:val="00CE2F29"/>
    <w:rsid w:val="00CE3151"/>
    <w:rsid w:val="00CE5038"/>
    <w:rsid w:val="00CE5448"/>
    <w:rsid w:val="00CE5488"/>
    <w:rsid w:val="00CE63E0"/>
    <w:rsid w:val="00CF6534"/>
    <w:rsid w:val="00CF72EF"/>
    <w:rsid w:val="00CF7462"/>
    <w:rsid w:val="00D04FE4"/>
    <w:rsid w:val="00D07B75"/>
    <w:rsid w:val="00D1232A"/>
    <w:rsid w:val="00D163B4"/>
    <w:rsid w:val="00D313A4"/>
    <w:rsid w:val="00D32108"/>
    <w:rsid w:val="00D45693"/>
    <w:rsid w:val="00D47D4E"/>
    <w:rsid w:val="00D55DC3"/>
    <w:rsid w:val="00D57457"/>
    <w:rsid w:val="00D64F60"/>
    <w:rsid w:val="00D75835"/>
    <w:rsid w:val="00DA2153"/>
    <w:rsid w:val="00DA2662"/>
    <w:rsid w:val="00DB44DA"/>
    <w:rsid w:val="00DB4ACB"/>
    <w:rsid w:val="00DC032C"/>
    <w:rsid w:val="00DC07C9"/>
    <w:rsid w:val="00DC1F2A"/>
    <w:rsid w:val="00DE3025"/>
    <w:rsid w:val="00DF1C10"/>
    <w:rsid w:val="00DF1EE2"/>
    <w:rsid w:val="00E03F6F"/>
    <w:rsid w:val="00E04C83"/>
    <w:rsid w:val="00E14DD8"/>
    <w:rsid w:val="00E155F0"/>
    <w:rsid w:val="00E17E89"/>
    <w:rsid w:val="00E20D4D"/>
    <w:rsid w:val="00E2358B"/>
    <w:rsid w:val="00E32784"/>
    <w:rsid w:val="00E34020"/>
    <w:rsid w:val="00E3479A"/>
    <w:rsid w:val="00E42F3A"/>
    <w:rsid w:val="00E6313B"/>
    <w:rsid w:val="00E66783"/>
    <w:rsid w:val="00E76C0B"/>
    <w:rsid w:val="00E76D9B"/>
    <w:rsid w:val="00E77789"/>
    <w:rsid w:val="00E80515"/>
    <w:rsid w:val="00E954AC"/>
    <w:rsid w:val="00E9739F"/>
    <w:rsid w:val="00EA2954"/>
    <w:rsid w:val="00EA44D9"/>
    <w:rsid w:val="00EB511E"/>
    <w:rsid w:val="00EB632F"/>
    <w:rsid w:val="00EC1396"/>
    <w:rsid w:val="00EC41E0"/>
    <w:rsid w:val="00ED5E9B"/>
    <w:rsid w:val="00EE123F"/>
    <w:rsid w:val="00EF15B4"/>
    <w:rsid w:val="00EF2F06"/>
    <w:rsid w:val="00EF6C37"/>
    <w:rsid w:val="00F0149D"/>
    <w:rsid w:val="00F04C74"/>
    <w:rsid w:val="00F05D3F"/>
    <w:rsid w:val="00F10E71"/>
    <w:rsid w:val="00F142BE"/>
    <w:rsid w:val="00F220A9"/>
    <w:rsid w:val="00F222EB"/>
    <w:rsid w:val="00F25601"/>
    <w:rsid w:val="00F344B8"/>
    <w:rsid w:val="00F40E00"/>
    <w:rsid w:val="00F41966"/>
    <w:rsid w:val="00F445E5"/>
    <w:rsid w:val="00F45D74"/>
    <w:rsid w:val="00F516C4"/>
    <w:rsid w:val="00F52999"/>
    <w:rsid w:val="00F6067C"/>
    <w:rsid w:val="00F61423"/>
    <w:rsid w:val="00F61445"/>
    <w:rsid w:val="00F61DD1"/>
    <w:rsid w:val="00F61EE3"/>
    <w:rsid w:val="00F677B2"/>
    <w:rsid w:val="00F71E39"/>
    <w:rsid w:val="00F73478"/>
    <w:rsid w:val="00F82106"/>
    <w:rsid w:val="00F82E34"/>
    <w:rsid w:val="00F84C8D"/>
    <w:rsid w:val="00FA05DC"/>
    <w:rsid w:val="00FA07A1"/>
    <w:rsid w:val="00FA3E25"/>
    <w:rsid w:val="00FB0A33"/>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C86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586D41"/>
    <w:rPr>
      <w:rFonts w:ascii="Arial" w:hAnsi="Arial"/>
      <w:b/>
      <w:bCs/>
      <w:sz w:val="24"/>
      <w:szCs w:val="28"/>
    </w:rPr>
  </w:style>
  <w:style w:type="character" w:customStyle="1" w:styleId="A1">
    <w:name w:val="A1"/>
    <w:uiPriority w:val="99"/>
    <w:rsid w:val="005A2078"/>
    <w:rPr>
      <w:rFonts w:ascii="Fedra Sans Alt Pro Book" w:hAnsi="Fedra Sans Alt Pro Book" w:cs="Fedra Sans Alt Pro Book"/>
      <w:color w:val="221E1F"/>
      <w:sz w:val="17"/>
      <w:szCs w:val="17"/>
    </w:rPr>
  </w:style>
  <w:style w:type="character" w:customStyle="1" w:styleId="berschrift2Zchn">
    <w:name w:val="Überschrift 2 Zchn"/>
    <w:basedOn w:val="Absatz-Standardschriftart"/>
    <w:link w:val="berschrift2"/>
    <w:rsid w:val="00787D38"/>
    <w:rPr>
      <w:rFonts w:ascii="Arial" w:hAnsi="Arial" w:cs="Arial"/>
      <w:b/>
      <w:bCs/>
      <w:iCs/>
      <w:sz w:val="3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586D41"/>
    <w:rPr>
      <w:rFonts w:ascii="Arial" w:hAnsi="Arial"/>
      <w:b/>
      <w:bCs/>
      <w:sz w:val="24"/>
      <w:szCs w:val="28"/>
    </w:rPr>
  </w:style>
  <w:style w:type="character" w:customStyle="1" w:styleId="A1">
    <w:name w:val="A1"/>
    <w:uiPriority w:val="99"/>
    <w:rsid w:val="005A2078"/>
    <w:rPr>
      <w:rFonts w:ascii="Fedra Sans Alt Pro Book" w:hAnsi="Fedra Sans Alt Pro Book" w:cs="Fedra Sans Alt Pro Book"/>
      <w:color w:val="221E1F"/>
      <w:sz w:val="17"/>
      <w:szCs w:val="17"/>
    </w:rPr>
  </w:style>
  <w:style w:type="character" w:customStyle="1" w:styleId="berschrift2Zchn">
    <w:name w:val="Überschrift 2 Zchn"/>
    <w:basedOn w:val="Absatz-Standardschriftart"/>
    <w:link w:val="berschrift2"/>
    <w:rsid w:val="00787D38"/>
    <w:rPr>
      <w:rFonts w:ascii="Arial" w:hAnsi="Arial" w:cs="Arial"/>
      <w:b/>
      <w:bCs/>
      <w:iCs/>
      <w:sz w:val="3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25619409">
      <w:bodyDiv w:val="1"/>
      <w:marLeft w:val="0"/>
      <w:marRight w:val="0"/>
      <w:marTop w:val="0"/>
      <w:marBottom w:val="0"/>
      <w:divBdr>
        <w:top w:val="none" w:sz="0" w:space="0" w:color="auto"/>
        <w:left w:val="none" w:sz="0" w:space="0" w:color="auto"/>
        <w:bottom w:val="none" w:sz="0" w:space="0" w:color="auto"/>
        <w:right w:val="none" w:sz="0" w:space="0" w:color="auto"/>
      </w:divBdr>
    </w:div>
    <w:div w:id="640118414">
      <w:bodyDiv w:val="1"/>
      <w:marLeft w:val="0"/>
      <w:marRight w:val="0"/>
      <w:marTop w:val="0"/>
      <w:marBottom w:val="0"/>
      <w:divBdr>
        <w:top w:val="none" w:sz="0" w:space="0" w:color="auto"/>
        <w:left w:val="none" w:sz="0" w:space="0" w:color="auto"/>
        <w:bottom w:val="none" w:sz="0" w:space="0" w:color="auto"/>
        <w:right w:val="none" w:sz="0" w:space="0" w:color="auto"/>
      </w:divBdr>
    </w:div>
    <w:div w:id="100979058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8931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A8FEF-3024-4664-A012-22C1A1E7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569</Words>
  <Characters>3395</Characters>
  <Application>Microsoft Office Word</Application>
  <DocSecurity>4</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3957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Koch, Lilli GMK-N</cp:lastModifiedBy>
  <cp:revision>2</cp:revision>
  <cp:lastPrinted>2019-05-09T14:17:00Z</cp:lastPrinted>
  <dcterms:created xsi:type="dcterms:W3CDTF">2019-07-11T15:19:00Z</dcterms:created>
  <dcterms:modified xsi:type="dcterms:W3CDTF">2019-07-11T15:19:00Z</dcterms:modified>
</cp:coreProperties>
</file>