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D6450" w14:textId="20740E7E" w:rsidR="009B60BC" w:rsidRPr="00F95150" w:rsidRDefault="00F95150" w:rsidP="00620F9E">
      <w:pPr>
        <w:pStyle w:val="berschrift2"/>
      </w:pPr>
      <w:r>
        <w:t xml:space="preserve">Perception et réalité du confort ambiant</w:t>
      </w:r>
    </w:p>
    <w:p w14:paraId="1C02A2DB" w14:textId="43CE2003" w:rsidR="00620F9E" w:rsidRPr="00F95150" w:rsidRDefault="00243662" w:rsidP="00620F9E">
      <w:pPr>
        <w:pStyle w:val="berschrift1"/>
      </w:pPr>
      <w:r>
        <w:t xml:space="preserve">SIEGENIA dresse un bilan positif du salon BAU 2019</w:t>
      </w:r>
    </w:p>
    <w:p w14:paraId="10506574" w14:textId="6EAC0924" w:rsidR="00620F9E" w:rsidRPr="00F95150" w:rsidRDefault="00620F9E" w:rsidP="008D7633"/>
    <w:p w14:paraId="58E793CD" w14:textId="1E8C242A" w:rsidR="00620F9E" w:rsidRPr="0020622D" w:rsidRDefault="00243662" w:rsidP="008D7633">
      <w:r>
        <w:t xml:space="preserve">Le GROUPE SIEGENIA est extrêmement satisfait du déroulement du salon BAU 2019 suite aux réactions particulièrement positives sur les nouvelles solutions de confort ambiant et aux discussions prometteuses avec les architectes et les menuisiers. </w:t>
      </w:r>
    </w:p>
    <w:p w14:paraId="1AF3D4F6" w14:textId="2088CC04" w:rsidR="003A256B" w:rsidRDefault="003A256B" w:rsidP="003A256B"/>
    <w:p w14:paraId="64371CC7" w14:textId="46AE1701" w:rsidR="00996AF4" w:rsidRDefault="00BD22F6" w:rsidP="003A256B">
      <w:r>
        <w:t xml:space="preserve">Le loft s'est révélé un atout incontestable où SIEGENIA a mis en exergue avec brio l'action conjuguée de ses solutions et de leur mise en application. « À partir d'un scénario d'habitat réaliste, lieu d'expérimentation du confort ambiant par la fusion de la fonctionnalité et de l'esthétique, nous avons pu échanger au même titre avec les architectes ou les menuisiers et mettre en avant la pertinence de nos solutions », rapporte Guy Muller, Directeur de la division Marché – Clients de SIEGENIA. « Pour les architectes, qui ont salué la disponibilité de nos solutions de confort, fenêtres et portes en tant qu'objets BIM, ainsi que pour nos partenaires dans la fabrication de fenêtres et de portes, l'utilisation des solutions intelligentes de SIEGENIA a gagné en attractivité », ajoute Katja Schreiber, responsable Marketing et Communication. </w:t>
      </w:r>
    </w:p>
    <w:p w14:paraId="3B076615" w14:textId="18965C42" w:rsidR="00BD22F6" w:rsidRDefault="00BD22F6" w:rsidP="003A256B"/>
    <w:p w14:paraId="219C02F1" w14:textId="531EE22C" w:rsidR="0020622D" w:rsidRDefault="00ED2215" w:rsidP="003A256B">
      <w:r>
        <w:t xml:space="preserve">L'intégration des dernières innovations de produits dans l'application SIEGENIA Comfort a suscité un grand intérêt dans le loft. Outre les nouveaux systèmes de contrôle d'accès qui conjuguent une sécurité intelligente, une flexibilité maximale et de nombreuses fonctions de confort, notamment grâce aux technologies WiFi et Bluetooth intégrées, le nouveau capteur de fenêtre senso secure </w:t>
      </w:r>
      <w:r>
        <w:rPr>
          <w:szCs w:val="20"/>
        </w:rPr>
        <w:t xml:space="preserve">ouvre de nouvelles perspectives de mise en œuvre de concepts d'habitat de qualité.</w:t>
      </w:r>
      <w:r>
        <w:rPr>
          <w:szCs w:val="20"/>
        </w:rPr>
        <w:t xml:space="preserve"> </w:t>
      </w:r>
    </w:p>
    <w:p w14:paraId="2B7C69FC" w14:textId="685B7724" w:rsidR="00B60F71" w:rsidRDefault="0081438E" w:rsidP="00B60F71">
      <w:pPr>
        <w:pStyle w:val="berschrift4"/>
      </w:pPr>
      <w:r>
        <w:t xml:space="preserve">Nouvelle boutique en ligne : coup de projecteur sur les avantages clients</w:t>
      </w:r>
    </w:p>
    <w:p w14:paraId="44FF7691" w14:textId="0E69C9AF" w:rsidR="003432CF" w:rsidRDefault="00B60F71" w:rsidP="003432CF">
      <w:r>
        <w:t xml:space="preserve">Pour SIEGENIA, l'engouement des menuisiers pour la nouvelle boutique en ligne de COMFORT UNIT est également très prometteur. Grâce à son configurateur performant avec test de compatibilité, les partenaires de l'entreprise peuvent désormais commander par voie numérique tout ce qui a trait à la technique de ferrure et aux seuils tubulaires pour des châssis soulevant-coulissant, et ce, en toute sécurité et sans aucune erreur. « Chez SIEGENIA, le service est une priorité absolue. Outre notre large gamme de produits pour le PORTAL HS, nous proposons à nos clients un pack tranquillité qui ne laisse rien au hasard, de la configuration instantanément validée au suivi des colis, et qui renforce durablement les processus. Nous avons été ravis de mesurer l'enthousiasme suscité par ce service innovant lors du salon BAU. Nos partenaires se sont particulièrement intéressés à cette thématique : la demande et la volonté des clients de passer immédiatement à la technologie numérique sont très affirmées », décrit Guy Muller.</w:t>
      </w:r>
    </w:p>
    <w:p w14:paraId="3C25B22F" w14:textId="13720C96" w:rsidR="003432CF" w:rsidRDefault="0081438E" w:rsidP="00384D52">
      <w:pPr>
        <w:pStyle w:val="berschrift4"/>
      </w:pPr>
      <w:r>
        <w:t xml:space="preserve">Bon départ pour l'AEROMAT flex HY</w:t>
      </w:r>
    </w:p>
    <w:p w14:paraId="064C5080" w14:textId="2C2BFDAB" w:rsidR="00FE6180" w:rsidRDefault="00384D52" w:rsidP="003432CF">
      <w:r>
        <w:t xml:space="preserve">SIEGENIA juge également très positif le dialogue animé avec les architectes et les prescripteurs. « Dans la foulée du salon, un certain nombre de partenaires ont demandé des entretiens plus approfondis, ce qui constitue un excellent baromètre. Nous avons reçu des demandes concrètes directement sur le stand pour notre nouvel aérateur de fenêtre AEROMAT flex HY », rapporte Stephan Stoll, directeur des ventes AERO et responsable de maîtrise d'ouvrage chez SIEGENIA. La conjonction d'une esthétique discrète, de l'absence de fraisages, de coefficients d'isolation thermique et phonique élevés, et d'une intégration flexible font de cet aérateur un élément incontournable pour une ventilation de pointe. « Avec cet aérateur, notre approche est si convaincante que nos interlocuteurs ont parfois décidé sur le champ de reprogrammer la mise en œuvre des projets en cours et d'attendre le lancement sur le marché de l'AEROMAT flex HY. »</w:t>
      </w:r>
    </w:p>
    <w:p w14:paraId="10296D6C" w14:textId="5A5EE9BE" w:rsidR="00384D52" w:rsidRDefault="00384D52" w:rsidP="003432CF"/>
    <w:p w14:paraId="063A02A8" w14:textId="77777777" w:rsidR="00384D52" w:rsidRDefault="00384D52" w:rsidP="003432CF"/>
    <w:p w14:paraId="38AB3CC9" w14:textId="5E83CCD2" w:rsidR="00384D52" w:rsidRDefault="00384D52" w:rsidP="00384D52"/>
    <w:p w14:paraId="01558CB4" w14:textId="240DB1BF" w:rsidR="00384D52" w:rsidRDefault="00384D52" w:rsidP="00384D52"/>
    <w:p w14:paraId="3C68A1BC" w14:textId="42C5F8B0" w:rsidR="008E086A" w:rsidRDefault="008E086A" w:rsidP="00384D52"/>
    <w:p w14:paraId="3FE260C3" w14:textId="03F7D393" w:rsidR="008E086A" w:rsidRDefault="008E086A" w:rsidP="00384D52"/>
    <w:p w14:paraId="557C645A" w14:textId="77777777" w:rsidR="008E086A" w:rsidRPr="00514104" w:rsidRDefault="008E086A" w:rsidP="00384D52"/>
    <w:p w14:paraId="1AB5D8EB" w14:textId="77777777" w:rsidR="008E086A" w:rsidRDefault="008E086A" w:rsidP="008E086A">
      <w:pPr>
        <w:pStyle w:val="berschrift4"/>
      </w:pPr>
      <w:r>
        <w:t xml:space="preserve">Légendes</w:t>
      </w:r>
    </w:p>
    <w:p w14:paraId="4D4F7461" w14:textId="77777777" w:rsidR="008E086A" w:rsidRDefault="008E086A" w:rsidP="008E086A">
      <w:r>
        <w:t xml:space="preserve">Source d'image : SIEGENIA</w:t>
      </w:r>
    </w:p>
    <w:p w14:paraId="7C30923D" w14:textId="77777777" w:rsidR="008E086A" w:rsidRPr="002A7F37" w:rsidRDefault="008E086A" w:rsidP="008E086A"/>
    <w:p w14:paraId="6E6728AA" w14:textId="5BF6792F" w:rsidR="008E086A" w:rsidRDefault="008E086A" w:rsidP="008E086A">
      <w:pPr>
        <w:rPr>
          <w:bCs/>
          <w:i/>
        </w:rPr>
      </w:pPr>
      <w:r>
        <w:rPr>
          <w:bCs/>
          <w:i/>
        </w:rPr>
        <w:t xml:space="preserve">Sujet I : SIE_BAU 2019_Messegeschehen_1301.jpg </w:t>
      </w:r>
    </w:p>
    <w:p w14:paraId="0690015D" w14:textId="77777777" w:rsidR="008E086A" w:rsidRDefault="008E086A" w:rsidP="008E086A">
      <w:r>
        <w:t xml:space="preserve">Réactions extrêmement positives aux nouvelles solutions de confort ambiant et discussions prometteuses – le GROUPE SIEGENIA est profondément satisfait du salon BAU 2019. </w:t>
      </w:r>
    </w:p>
    <w:p w14:paraId="5D910D26" w14:textId="77777777" w:rsidR="008E086A" w:rsidRDefault="008E086A" w:rsidP="008E086A"/>
    <w:p w14:paraId="20B245C5" w14:textId="65458493" w:rsidR="008E086A" w:rsidRDefault="008E086A" w:rsidP="008E086A">
      <w:pPr>
        <w:rPr>
          <w:bCs/>
          <w:i/>
        </w:rPr>
      </w:pPr>
      <w:r>
        <w:rPr>
          <w:bCs/>
          <w:i/>
        </w:rPr>
        <w:t xml:space="preserve">Sujet II : SIE_BAU2019_Beratungsgespräch Loft_1328.jpg</w:t>
      </w:r>
    </w:p>
    <w:p w14:paraId="722B5DAC" w14:textId="77777777" w:rsidR="008E086A" w:rsidRDefault="008E086A" w:rsidP="008E086A">
      <w:r>
        <w:t xml:space="preserve">Bien perçu des architectes et des menuisiers : SIEGENIA a mis en exergue avec brio l'action conjuguée de ses solutions en matière de confort ambiant et de leur mise en application. </w:t>
      </w:r>
    </w:p>
    <w:p w14:paraId="04B577CA" w14:textId="77777777" w:rsidR="008E086A" w:rsidRDefault="008E086A" w:rsidP="008E086A"/>
    <w:p w14:paraId="40C12DDD" w14:textId="0D647110" w:rsidR="008E086A" w:rsidRDefault="008E086A" w:rsidP="008E086A">
      <w:pPr>
        <w:rPr>
          <w:bCs/>
          <w:i/>
        </w:rPr>
      </w:pPr>
      <w:r>
        <w:rPr>
          <w:bCs/>
          <w:i/>
        </w:rPr>
        <w:t xml:space="preserve">Sujet III : SIE_AERO_AEROMAT flex HY_Loft.jpg</w:t>
      </w:r>
    </w:p>
    <w:p w14:paraId="4E095AF0" w14:textId="77777777" w:rsidR="008E086A" w:rsidRDefault="008E086A" w:rsidP="008E086A">
      <w:r>
        <w:t xml:space="preserve">Sur le stand, SIEGENIA a reçu des demandes de projets concrets de la part de planificateurs et d'architectes pour le nouvel aérateur de fenêtres AEROMAT flex HY.</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B2C225A" w14:textId="77777777" w:rsidTr="0044187A">
        <w:tc>
          <w:tcPr>
            <w:tcW w:w="3348" w:type="dxa"/>
            <w:tcBorders>
              <w:top w:val="nil"/>
              <w:left w:val="nil"/>
              <w:bottom w:val="nil"/>
              <w:right w:val="nil"/>
            </w:tcBorders>
          </w:tcPr>
          <w:p w14:paraId="516E3FA5" w14:textId="77777777" w:rsidR="008D7633" w:rsidRPr="0044187A" w:rsidRDefault="008D7633" w:rsidP="007A5EB4">
            <w:pPr>
              <w:pStyle w:val="Formatvorlage2"/>
              <w:rPr>
                <w:u w:val="single"/>
              </w:rPr>
            </w:pPr>
            <w:r>
              <w:rPr>
                <w:u w:val="single"/>
              </w:rPr>
              <w:t xml:space="preserve">Éditeur</w:t>
            </w:r>
          </w:p>
          <w:p w14:paraId="0D8C804D" w14:textId="77777777" w:rsidR="008D7633" w:rsidRDefault="008D7633" w:rsidP="007A5EB4">
            <w:pPr>
              <w:pStyle w:val="Formatvorlage2"/>
            </w:pPr>
            <w:r>
              <w:t xml:space="preserve">GROUPE SIEGENIA</w:t>
            </w:r>
          </w:p>
          <w:p w14:paraId="6222B7E7" w14:textId="77777777" w:rsidR="008D7633" w:rsidRDefault="008D7633" w:rsidP="007A5EB4">
            <w:pPr>
              <w:pStyle w:val="Formatvorlage2"/>
            </w:pPr>
            <w:r>
              <w:t xml:space="preserve">Marketing et communication</w:t>
            </w:r>
          </w:p>
          <w:p w14:paraId="68F60004" w14:textId="77777777" w:rsidR="008D7633" w:rsidRDefault="008D7633" w:rsidP="007A5EB4">
            <w:pPr>
              <w:pStyle w:val="Formatvorlage2"/>
            </w:pPr>
            <w:r>
              <w:t xml:space="preserve">Industriestraße 1-3</w:t>
            </w:r>
          </w:p>
          <w:p w14:paraId="406B9742" w14:textId="77777777" w:rsidR="008D7633" w:rsidRDefault="008D7633" w:rsidP="007A5EB4">
            <w:pPr>
              <w:pStyle w:val="Formatvorlage2"/>
            </w:pPr>
            <w:r>
              <w:t xml:space="preserve">D - 57234 Wilnsdorf</w:t>
            </w:r>
          </w:p>
          <w:p w14:paraId="7A9697D7" w14:textId="77777777" w:rsidR="008D7633" w:rsidRDefault="00FD182E" w:rsidP="007A5EB4">
            <w:pPr>
              <w:pStyle w:val="Formatvorlage2"/>
            </w:pPr>
            <w:r>
              <w:t xml:space="preserve">Tél. : +49 271 3931-412</w:t>
            </w:r>
          </w:p>
          <w:p w14:paraId="7E4BFD46" w14:textId="77777777" w:rsidR="008D7633" w:rsidRDefault="008D7633" w:rsidP="007A5EB4">
            <w:pPr>
              <w:pStyle w:val="Formatvorlage2"/>
            </w:pPr>
            <w:r>
              <w:t xml:space="preserve">Fax : +49 271 3931-77412</w:t>
            </w:r>
          </w:p>
          <w:p w14:paraId="44407578" w14:textId="77777777" w:rsidR="008D7633" w:rsidRPr="00392D5F" w:rsidRDefault="0088698F" w:rsidP="007A5EB4">
            <w:pPr>
              <w:pStyle w:val="Formatvorlage2"/>
            </w:pPr>
            <w:r>
              <w:t xml:space="preserve">E-mail : pr@siegenia.com</w:t>
            </w:r>
          </w:p>
          <w:p w14:paraId="77E74CFD" w14:textId="77777777" w:rsidR="002E59D6" w:rsidRDefault="00510191" w:rsidP="007A5EB4">
            <w:pPr>
              <w:pStyle w:val="Formatvorlage2"/>
            </w:pPr>
            <w:r>
              <w:t xml:space="preserve">www.siegenia.com</w:t>
            </w:r>
          </w:p>
          <w:p w14:paraId="7F81824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6703ECE" w14:textId="77777777" w:rsidR="008D7633" w:rsidRPr="0044187A" w:rsidRDefault="008D7633" w:rsidP="007A5EB4">
            <w:pPr>
              <w:pStyle w:val="Formatvorlage2"/>
              <w:rPr>
                <w:u w:val="single"/>
              </w:rPr>
            </w:pPr>
            <w:r>
              <w:rPr>
                <w:u w:val="single"/>
              </w:rPr>
              <w:t xml:space="preserve">Rédaction / interlocuteur</w:t>
            </w:r>
          </w:p>
          <w:p w14:paraId="3B262A4C" w14:textId="77777777" w:rsidR="008D7633" w:rsidRDefault="008D7633" w:rsidP="007A5EB4">
            <w:pPr>
              <w:pStyle w:val="Formatvorlage2"/>
            </w:pPr>
            <w:r>
              <w:t xml:space="preserve">Kemper Kommunikation</w:t>
            </w:r>
          </w:p>
          <w:p w14:paraId="423167B2" w14:textId="77777777" w:rsidR="008D7633" w:rsidRPr="00C33A1F" w:rsidRDefault="008D7633" w:rsidP="007A5EB4">
            <w:pPr>
              <w:pStyle w:val="Formatvorlage2"/>
            </w:pPr>
            <w:r>
              <w:t xml:space="preserve">Kirsten Kemper </w:t>
            </w:r>
          </w:p>
          <w:p w14:paraId="7C63F971" w14:textId="77777777" w:rsidR="008D7633" w:rsidRPr="00C33A1F" w:rsidRDefault="008D7633" w:rsidP="007A5EB4">
            <w:pPr>
              <w:pStyle w:val="Formatvorlage2"/>
            </w:pPr>
            <w:r>
              <w:t xml:space="preserve">Feuerwehrstraße 42</w:t>
            </w:r>
          </w:p>
          <w:p w14:paraId="226565D4" w14:textId="77777777" w:rsidR="008D7633" w:rsidRPr="00C33A1F" w:rsidRDefault="008D7633" w:rsidP="007A5EB4">
            <w:pPr>
              <w:pStyle w:val="Formatvorlage2"/>
            </w:pPr>
            <w:r>
              <w:t xml:space="preserve">D - 51588 Nümbrecht </w:t>
              <w:br/>
              <w:t xml:space="preserve">Tél. : +49 2293 909890</w:t>
            </w:r>
          </w:p>
          <w:p w14:paraId="27004092" w14:textId="77777777" w:rsidR="008D7633" w:rsidRPr="00C33A1F" w:rsidRDefault="008D7633" w:rsidP="007A5EB4">
            <w:pPr>
              <w:pStyle w:val="Formatvorlage2"/>
            </w:pPr>
            <w:r>
              <w:t xml:space="preserve">Fax : +49 2293 909891</w:t>
            </w:r>
          </w:p>
          <w:p w14:paraId="4FB9F09D" w14:textId="77777777" w:rsidR="008D7633" w:rsidRPr="00C55524" w:rsidRDefault="0088698F" w:rsidP="007A5EB4">
            <w:pPr>
              <w:pStyle w:val="Formatvorlage2"/>
              <w:rPr>
                <w:lang w:val="it-IT"/>
              </w:rPr>
            </w:pPr>
            <w:r>
              <w:t xml:space="preserve">E-mail : info@kemper-kommunikation.de</w:t>
            </w:r>
          </w:p>
          <w:p w14:paraId="2B508D21" w14:textId="77777777" w:rsidR="008D7633" w:rsidRDefault="00716BDB" w:rsidP="007A5EB4">
            <w:pPr>
              <w:pStyle w:val="Formatvorlage2"/>
            </w:pPr>
            <w:r>
              <w:t xml:space="preserve">www.kemper-kommunikation.de</w:t>
            </w:r>
          </w:p>
          <w:p w14:paraId="4C42F983" w14:textId="77777777" w:rsidR="00716BDB" w:rsidRPr="003F183E" w:rsidRDefault="00716BDB" w:rsidP="007A5EB4">
            <w:pPr>
              <w:pStyle w:val="Formatvorlage2"/>
            </w:pPr>
          </w:p>
        </w:tc>
        <w:tc>
          <w:tcPr>
            <w:tcW w:w="1800" w:type="dxa"/>
            <w:tcBorders>
              <w:top w:val="nil"/>
              <w:left w:val="nil"/>
              <w:bottom w:val="nil"/>
              <w:right w:val="nil"/>
            </w:tcBorders>
          </w:tcPr>
          <w:p w14:paraId="406AFE37" w14:textId="77777777" w:rsidR="008D7633" w:rsidRPr="001B3626" w:rsidRDefault="008D7633" w:rsidP="007A5EB4">
            <w:pPr>
              <w:pStyle w:val="Formatvorlage2"/>
              <w:rPr>
                <w:u w:val="single"/>
              </w:rPr>
            </w:pPr>
            <w:r>
              <w:rPr>
                <w:u w:val="single"/>
              </w:rPr>
              <w:t xml:space="preserve">Texte d'information</w:t>
            </w:r>
          </w:p>
          <w:p w14:paraId="63A765D6" w14:textId="77777777" w:rsidR="008D7633" w:rsidRPr="001B3626" w:rsidRDefault="008D7633" w:rsidP="007A5EB4">
            <w:pPr>
              <w:pStyle w:val="Formatvorlage2"/>
            </w:pPr>
            <w:r>
              <w:t xml:space="preserve">Pages : 2</w:t>
            </w:r>
          </w:p>
          <w:p w14:paraId="27FAA520" w14:textId="34C06724" w:rsidR="008D7633" w:rsidRPr="001B3626" w:rsidRDefault="008D7633" w:rsidP="007A5EB4">
            <w:pPr>
              <w:pStyle w:val="Formatvorlage2"/>
            </w:pPr>
            <w:r>
              <w:t xml:space="preserve">Mots : 449</w:t>
            </w:r>
          </w:p>
          <w:p w14:paraId="16B9A667" w14:textId="6DE2B78A" w:rsidR="008D7633" w:rsidRPr="001B3626" w:rsidRDefault="008D7633" w:rsidP="007A5EB4">
            <w:pPr>
              <w:pStyle w:val="Formatvorlage2"/>
            </w:pPr>
            <w:r>
              <w:t xml:space="preserve">Caractères : 3 436</w:t>
              <w:br/>
              <w:t xml:space="preserve">(espaces inclus)</w:t>
            </w:r>
          </w:p>
          <w:p w14:paraId="6B3169A0" w14:textId="68B28871" w:rsidR="008D7633" w:rsidRPr="00C33A1F" w:rsidRDefault="008D7633" w:rsidP="007A5EB4">
            <w:pPr>
              <w:pStyle w:val="Formatvorlage2"/>
            </w:pPr>
            <w:r>
              <w:t xml:space="preserve">Créé le : 24/01/2019</w:t>
            </w:r>
          </w:p>
          <w:p w14:paraId="61ADFF68" w14:textId="77777777" w:rsidR="008D7633" w:rsidRPr="0044187A" w:rsidRDefault="008D7633" w:rsidP="007A5EB4">
            <w:pPr>
              <w:pStyle w:val="Formatvorlage2"/>
              <w:rPr>
                <w:szCs w:val="20"/>
              </w:rPr>
            </w:pPr>
          </w:p>
        </w:tc>
      </w:tr>
      <w:tr w:rsidR="008D7633" w:rsidRPr="0044187A" w14:paraId="7A926BC0" w14:textId="77777777" w:rsidTr="0044187A">
        <w:tc>
          <w:tcPr>
            <w:tcW w:w="8208" w:type="dxa"/>
            <w:gridSpan w:val="3"/>
            <w:tcBorders>
              <w:top w:val="nil"/>
              <w:left w:val="nil"/>
              <w:bottom w:val="nil"/>
              <w:right w:val="nil"/>
            </w:tcBorders>
          </w:tcPr>
          <w:p w14:paraId="172ED447" w14:textId="77777777" w:rsidR="008D7633" w:rsidRPr="003F183E" w:rsidRDefault="008D7633" w:rsidP="007A5EB4">
            <w:pPr>
              <w:pStyle w:val="Formatvorlage2"/>
            </w:pPr>
            <w:r>
              <w:t xml:space="preserve">Pour toute publication de photos ou de textes, merci de bien vouloir nous adresser un exemplaire.</w:t>
            </w:r>
          </w:p>
        </w:tc>
      </w:tr>
    </w:tbl>
    <w:p w14:paraId="5E3C9B4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FEFF9" w14:textId="77777777" w:rsidR="00620D66" w:rsidRDefault="00620D66">
      <w:r>
        <w:separator/>
      </w:r>
    </w:p>
  </w:endnote>
  <w:endnote w:type="continuationSeparator" w:id="0">
    <w:p w14:paraId="159FCC70" w14:textId="77777777" w:rsidR="00620D66" w:rsidRDefault="00620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Fedra Sans Alt Pro Bold">
    <w:altName w:val="Malgun Gothic"/>
    <w:panose1 w:val="00000000000000000000"/>
    <w:charset w:val="00"/>
    <w:family w:val="swiss"/>
    <w:notTrueType/>
    <w:pitch w:val="default"/>
    <w:sig w:usb0="00000003" w:usb1="09060000" w:usb2="00000010" w:usb3="00000000" w:csb0="00080001" w:csb1="00000000"/>
  </w:font>
  <w:font w:name="Ebrima">
    <w:panose1 w:val="02000000000000000000"/>
    <w:charset w:val="00"/>
    <w:family w:val="auto"/>
    <w:pitch w:val="variable"/>
    <w:sig w:usb0="A000005F" w:usb1="02000041" w:usb2="000008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60B5E" w14:textId="77777777" w:rsidR="001F719C" w:rsidRDefault="001F719C"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69C1E" w14:textId="77777777" w:rsidR="00620D66" w:rsidRDefault="00620D66">
      <w:r>
        <w:separator/>
      </w:r>
    </w:p>
  </w:footnote>
  <w:footnote w:type="continuationSeparator" w:id="0">
    <w:p w14:paraId="0E77CB25" w14:textId="77777777" w:rsidR="00620D66" w:rsidRDefault="00620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66D2F" w14:textId="77777777" w:rsidR="001F719C" w:rsidRDefault="001F719C">
    <w:pPr>
      <w:pStyle w:val="Kopfzeile"/>
    </w:pPr>
    <w:r>
      <w:rPr>
        <w:noProof/>
      </w:rPr>
      <w:drawing>
        <wp:anchor distT="0" distB="0" distL="114300" distR="114300" simplePos="0" relativeHeight="251657728" behindDoc="1" locked="0" layoutInCell="1" allowOverlap="1" wp14:anchorId="4C9D2355" wp14:editId="4361568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F4A85"/>
    <w:multiLevelType w:val="hybridMultilevel"/>
    <w:tmpl w:val="142ACD36"/>
    <w:lvl w:ilvl="0" w:tplc="3CE6C2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06977"/>
    <w:multiLevelType w:val="hybridMultilevel"/>
    <w:tmpl w:val="B298D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F66DAF"/>
    <w:multiLevelType w:val="hybridMultilevel"/>
    <w:tmpl w:val="A7A61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7FB"/>
    <w:rsid w:val="000024D9"/>
    <w:rsid w:val="00003256"/>
    <w:rsid w:val="0001449A"/>
    <w:rsid w:val="0001520C"/>
    <w:rsid w:val="000235BF"/>
    <w:rsid w:val="00025162"/>
    <w:rsid w:val="00026907"/>
    <w:rsid w:val="00040EBF"/>
    <w:rsid w:val="00041338"/>
    <w:rsid w:val="0006008F"/>
    <w:rsid w:val="00064165"/>
    <w:rsid w:val="000675C7"/>
    <w:rsid w:val="0007374B"/>
    <w:rsid w:val="00090045"/>
    <w:rsid w:val="00095303"/>
    <w:rsid w:val="000A1DF0"/>
    <w:rsid w:val="000A5CA3"/>
    <w:rsid w:val="000D0C02"/>
    <w:rsid w:val="000D23DB"/>
    <w:rsid w:val="000D2A27"/>
    <w:rsid w:val="000D4874"/>
    <w:rsid w:val="000E424C"/>
    <w:rsid w:val="000F2936"/>
    <w:rsid w:val="000F565C"/>
    <w:rsid w:val="000F67C4"/>
    <w:rsid w:val="001025BB"/>
    <w:rsid w:val="0010792E"/>
    <w:rsid w:val="001128F1"/>
    <w:rsid w:val="00122646"/>
    <w:rsid w:val="00122F20"/>
    <w:rsid w:val="00137BD1"/>
    <w:rsid w:val="00145B48"/>
    <w:rsid w:val="001529E6"/>
    <w:rsid w:val="00152D17"/>
    <w:rsid w:val="00156B0C"/>
    <w:rsid w:val="00166476"/>
    <w:rsid w:val="00166FB7"/>
    <w:rsid w:val="00171C51"/>
    <w:rsid w:val="0019145E"/>
    <w:rsid w:val="001A029B"/>
    <w:rsid w:val="001B3626"/>
    <w:rsid w:val="001B7003"/>
    <w:rsid w:val="001C39FF"/>
    <w:rsid w:val="001C758C"/>
    <w:rsid w:val="001D26E4"/>
    <w:rsid w:val="001D3908"/>
    <w:rsid w:val="001E0780"/>
    <w:rsid w:val="001E1DA6"/>
    <w:rsid w:val="001F3432"/>
    <w:rsid w:val="001F5E26"/>
    <w:rsid w:val="001F719C"/>
    <w:rsid w:val="002046D3"/>
    <w:rsid w:val="00204AB0"/>
    <w:rsid w:val="0020622D"/>
    <w:rsid w:val="00213F8F"/>
    <w:rsid w:val="00230601"/>
    <w:rsid w:val="00243662"/>
    <w:rsid w:val="00253494"/>
    <w:rsid w:val="00254A9B"/>
    <w:rsid w:val="00255FE8"/>
    <w:rsid w:val="00272508"/>
    <w:rsid w:val="002769DE"/>
    <w:rsid w:val="002819C3"/>
    <w:rsid w:val="002A202C"/>
    <w:rsid w:val="002A7F37"/>
    <w:rsid w:val="002C00E2"/>
    <w:rsid w:val="002C10D8"/>
    <w:rsid w:val="002C36FE"/>
    <w:rsid w:val="002C5A66"/>
    <w:rsid w:val="002C6D41"/>
    <w:rsid w:val="002E48B5"/>
    <w:rsid w:val="002E59D6"/>
    <w:rsid w:val="002F18BB"/>
    <w:rsid w:val="002F466F"/>
    <w:rsid w:val="0031150D"/>
    <w:rsid w:val="003136F5"/>
    <w:rsid w:val="00324F84"/>
    <w:rsid w:val="00326F7E"/>
    <w:rsid w:val="003425B5"/>
    <w:rsid w:val="00342EFC"/>
    <w:rsid w:val="003432CF"/>
    <w:rsid w:val="00350ACA"/>
    <w:rsid w:val="003514C3"/>
    <w:rsid w:val="00357C43"/>
    <w:rsid w:val="00364DEF"/>
    <w:rsid w:val="00372557"/>
    <w:rsid w:val="00375A48"/>
    <w:rsid w:val="00381640"/>
    <w:rsid w:val="0038244F"/>
    <w:rsid w:val="0038276B"/>
    <w:rsid w:val="0038499F"/>
    <w:rsid w:val="00384D52"/>
    <w:rsid w:val="003914C5"/>
    <w:rsid w:val="00392D5F"/>
    <w:rsid w:val="003A1BA5"/>
    <w:rsid w:val="003A256B"/>
    <w:rsid w:val="003A3F40"/>
    <w:rsid w:val="003D61A2"/>
    <w:rsid w:val="003E0D26"/>
    <w:rsid w:val="003E378F"/>
    <w:rsid w:val="003F3110"/>
    <w:rsid w:val="004176D4"/>
    <w:rsid w:val="00420F79"/>
    <w:rsid w:val="00421521"/>
    <w:rsid w:val="00422017"/>
    <w:rsid w:val="00423562"/>
    <w:rsid w:val="004333E8"/>
    <w:rsid w:val="0044187A"/>
    <w:rsid w:val="00446899"/>
    <w:rsid w:val="00447689"/>
    <w:rsid w:val="00450A89"/>
    <w:rsid w:val="0045681F"/>
    <w:rsid w:val="0046235C"/>
    <w:rsid w:val="004629AD"/>
    <w:rsid w:val="004806AF"/>
    <w:rsid w:val="00482B98"/>
    <w:rsid w:val="00486878"/>
    <w:rsid w:val="00497A04"/>
    <w:rsid w:val="004B62AB"/>
    <w:rsid w:val="004C4FDA"/>
    <w:rsid w:val="004C4FF8"/>
    <w:rsid w:val="004C503A"/>
    <w:rsid w:val="004E057A"/>
    <w:rsid w:val="004E2322"/>
    <w:rsid w:val="004E2BD7"/>
    <w:rsid w:val="004E3AF9"/>
    <w:rsid w:val="00501BE4"/>
    <w:rsid w:val="0050451D"/>
    <w:rsid w:val="00510191"/>
    <w:rsid w:val="00514104"/>
    <w:rsid w:val="005254BE"/>
    <w:rsid w:val="0052661D"/>
    <w:rsid w:val="00552DC0"/>
    <w:rsid w:val="0055550C"/>
    <w:rsid w:val="00563E60"/>
    <w:rsid w:val="00592833"/>
    <w:rsid w:val="005A1845"/>
    <w:rsid w:val="005A214B"/>
    <w:rsid w:val="005A3974"/>
    <w:rsid w:val="005A5DC6"/>
    <w:rsid w:val="005A6A38"/>
    <w:rsid w:val="005A7C57"/>
    <w:rsid w:val="005E06F2"/>
    <w:rsid w:val="005E1468"/>
    <w:rsid w:val="005E3E61"/>
    <w:rsid w:val="005F2A75"/>
    <w:rsid w:val="005F3D5F"/>
    <w:rsid w:val="005F78ED"/>
    <w:rsid w:val="005F7B2E"/>
    <w:rsid w:val="00600CE8"/>
    <w:rsid w:val="006016B0"/>
    <w:rsid w:val="0061051B"/>
    <w:rsid w:val="0061253D"/>
    <w:rsid w:val="00617358"/>
    <w:rsid w:val="00617D76"/>
    <w:rsid w:val="00620D66"/>
    <w:rsid w:val="00620F9E"/>
    <w:rsid w:val="006279BD"/>
    <w:rsid w:val="00630405"/>
    <w:rsid w:val="00634A59"/>
    <w:rsid w:val="006446D6"/>
    <w:rsid w:val="00655AB2"/>
    <w:rsid w:val="00656A7F"/>
    <w:rsid w:val="00656FEE"/>
    <w:rsid w:val="00667448"/>
    <w:rsid w:val="00672C40"/>
    <w:rsid w:val="006866DF"/>
    <w:rsid w:val="00692205"/>
    <w:rsid w:val="006944D9"/>
    <w:rsid w:val="006A2FD7"/>
    <w:rsid w:val="006A7184"/>
    <w:rsid w:val="006B6CD1"/>
    <w:rsid w:val="006B7979"/>
    <w:rsid w:val="006C044C"/>
    <w:rsid w:val="006C23CE"/>
    <w:rsid w:val="006C6D45"/>
    <w:rsid w:val="006E5CC8"/>
    <w:rsid w:val="00701954"/>
    <w:rsid w:val="00703943"/>
    <w:rsid w:val="007046C4"/>
    <w:rsid w:val="007148FF"/>
    <w:rsid w:val="00716BDB"/>
    <w:rsid w:val="00717456"/>
    <w:rsid w:val="00730E66"/>
    <w:rsid w:val="00737DE1"/>
    <w:rsid w:val="00751517"/>
    <w:rsid w:val="00756A25"/>
    <w:rsid w:val="00757DDE"/>
    <w:rsid w:val="0076094B"/>
    <w:rsid w:val="00764AAC"/>
    <w:rsid w:val="007735F8"/>
    <w:rsid w:val="007802BE"/>
    <w:rsid w:val="007871C1"/>
    <w:rsid w:val="0079193B"/>
    <w:rsid w:val="007937FB"/>
    <w:rsid w:val="0079464B"/>
    <w:rsid w:val="00794A4F"/>
    <w:rsid w:val="007A5EB4"/>
    <w:rsid w:val="007A6E1C"/>
    <w:rsid w:val="007C0413"/>
    <w:rsid w:val="007C50D1"/>
    <w:rsid w:val="007C5C24"/>
    <w:rsid w:val="007E23A0"/>
    <w:rsid w:val="007E2B7F"/>
    <w:rsid w:val="007F3F54"/>
    <w:rsid w:val="007F43E0"/>
    <w:rsid w:val="0080079E"/>
    <w:rsid w:val="00801D78"/>
    <w:rsid w:val="0080703D"/>
    <w:rsid w:val="008078CF"/>
    <w:rsid w:val="0081438E"/>
    <w:rsid w:val="008171AF"/>
    <w:rsid w:val="00821E6A"/>
    <w:rsid w:val="00831B37"/>
    <w:rsid w:val="0083465B"/>
    <w:rsid w:val="00835351"/>
    <w:rsid w:val="008366E0"/>
    <w:rsid w:val="008429DC"/>
    <w:rsid w:val="0085079E"/>
    <w:rsid w:val="00852D9D"/>
    <w:rsid w:val="00853823"/>
    <w:rsid w:val="00857800"/>
    <w:rsid w:val="0086386E"/>
    <w:rsid w:val="00871847"/>
    <w:rsid w:val="00872DFD"/>
    <w:rsid w:val="0088698F"/>
    <w:rsid w:val="00892E97"/>
    <w:rsid w:val="00894ADF"/>
    <w:rsid w:val="008A6F1F"/>
    <w:rsid w:val="008C3491"/>
    <w:rsid w:val="008C5079"/>
    <w:rsid w:val="008D2B30"/>
    <w:rsid w:val="008D3232"/>
    <w:rsid w:val="008D7633"/>
    <w:rsid w:val="008E086A"/>
    <w:rsid w:val="0090145D"/>
    <w:rsid w:val="00910883"/>
    <w:rsid w:val="009132BA"/>
    <w:rsid w:val="0092580A"/>
    <w:rsid w:val="0093490C"/>
    <w:rsid w:val="00935B68"/>
    <w:rsid w:val="0093664F"/>
    <w:rsid w:val="00943EB0"/>
    <w:rsid w:val="00945CA5"/>
    <w:rsid w:val="009553BC"/>
    <w:rsid w:val="009557EA"/>
    <w:rsid w:val="00963959"/>
    <w:rsid w:val="00963D60"/>
    <w:rsid w:val="00963DB9"/>
    <w:rsid w:val="0096600A"/>
    <w:rsid w:val="0097599E"/>
    <w:rsid w:val="009866F6"/>
    <w:rsid w:val="009934D8"/>
    <w:rsid w:val="00996AF4"/>
    <w:rsid w:val="009B067B"/>
    <w:rsid w:val="009B4822"/>
    <w:rsid w:val="009B5300"/>
    <w:rsid w:val="009B5DE9"/>
    <w:rsid w:val="009B60B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7618"/>
    <w:rsid w:val="00A60331"/>
    <w:rsid w:val="00A64B65"/>
    <w:rsid w:val="00A6502B"/>
    <w:rsid w:val="00A661F8"/>
    <w:rsid w:val="00A6672B"/>
    <w:rsid w:val="00A82224"/>
    <w:rsid w:val="00A85FB3"/>
    <w:rsid w:val="00A87496"/>
    <w:rsid w:val="00A927D0"/>
    <w:rsid w:val="00A9705C"/>
    <w:rsid w:val="00A97B0A"/>
    <w:rsid w:val="00AA199D"/>
    <w:rsid w:val="00AA224C"/>
    <w:rsid w:val="00AA6262"/>
    <w:rsid w:val="00AB1EC7"/>
    <w:rsid w:val="00AB751E"/>
    <w:rsid w:val="00AD2613"/>
    <w:rsid w:val="00AD4128"/>
    <w:rsid w:val="00AD7705"/>
    <w:rsid w:val="00AD7B27"/>
    <w:rsid w:val="00AE06DB"/>
    <w:rsid w:val="00B057B0"/>
    <w:rsid w:val="00B11AB7"/>
    <w:rsid w:val="00B1275D"/>
    <w:rsid w:val="00B239B4"/>
    <w:rsid w:val="00B24477"/>
    <w:rsid w:val="00B27BF2"/>
    <w:rsid w:val="00B3687B"/>
    <w:rsid w:val="00B41B50"/>
    <w:rsid w:val="00B47777"/>
    <w:rsid w:val="00B47ADF"/>
    <w:rsid w:val="00B53D3F"/>
    <w:rsid w:val="00B55070"/>
    <w:rsid w:val="00B60F71"/>
    <w:rsid w:val="00B62ECB"/>
    <w:rsid w:val="00B63C95"/>
    <w:rsid w:val="00B63CDB"/>
    <w:rsid w:val="00B63E35"/>
    <w:rsid w:val="00B84773"/>
    <w:rsid w:val="00B908A8"/>
    <w:rsid w:val="00B92EF0"/>
    <w:rsid w:val="00B93961"/>
    <w:rsid w:val="00BA5B2A"/>
    <w:rsid w:val="00BD22F6"/>
    <w:rsid w:val="00BD76B1"/>
    <w:rsid w:val="00BE41DE"/>
    <w:rsid w:val="00BE62B4"/>
    <w:rsid w:val="00BE69F6"/>
    <w:rsid w:val="00BF156A"/>
    <w:rsid w:val="00BF6132"/>
    <w:rsid w:val="00C02C5D"/>
    <w:rsid w:val="00C1045A"/>
    <w:rsid w:val="00C14A00"/>
    <w:rsid w:val="00C24B77"/>
    <w:rsid w:val="00C26589"/>
    <w:rsid w:val="00C2717C"/>
    <w:rsid w:val="00C27D66"/>
    <w:rsid w:val="00C33A1F"/>
    <w:rsid w:val="00C45CA8"/>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234A1"/>
    <w:rsid w:val="00D313A4"/>
    <w:rsid w:val="00D32108"/>
    <w:rsid w:val="00D43070"/>
    <w:rsid w:val="00D45693"/>
    <w:rsid w:val="00D47D4E"/>
    <w:rsid w:val="00D55DC3"/>
    <w:rsid w:val="00D57457"/>
    <w:rsid w:val="00D62737"/>
    <w:rsid w:val="00D64F60"/>
    <w:rsid w:val="00D94591"/>
    <w:rsid w:val="00DA2153"/>
    <w:rsid w:val="00DA2662"/>
    <w:rsid w:val="00DA7A6C"/>
    <w:rsid w:val="00DB034B"/>
    <w:rsid w:val="00DB44DA"/>
    <w:rsid w:val="00DB4ACB"/>
    <w:rsid w:val="00DC032C"/>
    <w:rsid w:val="00DC1F2A"/>
    <w:rsid w:val="00DE3025"/>
    <w:rsid w:val="00DF1C10"/>
    <w:rsid w:val="00DF1ED0"/>
    <w:rsid w:val="00DF1EE2"/>
    <w:rsid w:val="00E03F6F"/>
    <w:rsid w:val="00E04C83"/>
    <w:rsid w:val="00E0661A"/>
    <w:rsid w:val="00E14DD8"/>
    <w:rsid w:val="00E155F0"/>
    <w:rsid w:val="00E17E89"/>
    <w:rsid w:val="00E20D4D"/>
    <w:rsid w:val="00E2358B"/>
    <w:rsid w:val="00E34020"/>
    <w:rsid w:val="00E3479A"/>
    <w:rsid w:val="00E6313B"/>
    <w:rsid w:val="00E66783"/>
    <w:rsid w:val="00E76C0B"/>
    <w:rsid w:val="00E76D9B"/>
    <w:rsid w:val="00E77755"/>
    <w:rsid w:val="00E77789"/>
    <w:rsid w:val="00E80515"/>
    <w:rsid w:val="00E866F6"/>
    <w:rsid w:val="00E954AC"/>
    <w:rsid w:val="00EA2954"/>
    <w:rsid w:val="00EB3905"/>
    <w:rsid w:val="00EB511E"/>
    <w:rsid w:val="00EB632F"/>
    <w:rsid w:val="00EC1396"/>
    <w:rsid w:val="00ED2215"/>
    <w:rsid w:val="00EE123F"/>
    <w:rsid w:val="00EF15B4"/>
    <w:rsid w:val="00EF2F06"/>
    <w:rsid w:val="00F0149D"/>
    <w:rsid w:val="00F01B47"/>
    <w:rsid w:val="00F05D3F"/>
    <w:rsid w:val="00F10E71"/>
    <w:rsid w:val="00F142BE"/>
    <w:rsid w:val="00F155EE"/>
    <w:rsid w:val="00F21DE2"/>
    <w:rsid w:val="00F222EB"/>
    <w:rsid w:val="00F22D01"/>
    <w:rsid w:val="00F25601"/>
    <w:rsid w:val="00F344B8"/>
    <w:rsid w:val="00F367C5"/>
    <w:rsid w:val="00F41966"/>
    <w:rsid w:val="00F445E5"/>
    <w:rsid w:val="00F45D74"/>
    <w:rsid w:val="00F516C4"/>
    <w:rsid w:val="00F6067C"/>
    <w:rsid w:val="00F61445"/>
    <w:rsid w:val="00F62D14"/>
    <w:rsid w:val="00F71E39"/>
    <w:rsid w:val="00F729BE"/>
    <w:rsid w:val="00F73478"/>
    <w:rsid w:val="00F82E34"/>
    <w:rsid w:val="00F84C8D"/>
    <w:rsid w:val="00F86358"/>
    <w:rsid w:val="00F95150"/>
    <w:rsid w:val="00FA07A1"/>
    <w:rsid w:val="00FA3E25"/>
    <w:rsid w:val="00FB441B"/>
    <w:rsid w:val="00FB5A18"/>
    <w:rsid w:val="00FC26BF"/>
    <w:rsid w:val="00FD07B9"/>
    <w:rsid w:val="00FD182E"/>
    <w:rsid w:val="00FE1822"/>
    <w:rsid w:val="00FE1C52"/>
    <w:rsid w:val="00FE226B"/>
    <w:rsid w:val="00FE3AB9"/>
    <w:rsid w:val="00FE6180"/>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83970"/>
  <w15:docId w15:val="{A24EC36D-368F-4BE3-804D-E55E097C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Fett">
    <w:name w:val="Strong"/>
    <w:basedOn w:val="Absatz-Standardschriftart"/>
    <w:uiPriority w:val="22"/>
    <w:qFormat/>
    <w:rsid w:val="007937FB"/>
    <w:rPr>
      <w:b/>
      <w:bCs/>
    </w:rPr>
  </w:style>
  <w:style w:type="character" w:customStyle="1" w:styleId="berschrift4Zchn">
    <w:name w:val="Überschrift 4 Zchn"/>
    <w:basedOn w:val="Absatz-Standardschriftart"/>
    <w:link w:val="berschrift4"/>
    <w:rsid w:val="00422017"/>
    <w:rPr>
      <w:rFonts w:ascii="Arial" w:hAnsi="Arial"/>
      <w:b/>
      <w:bCs/>
      <w:sz w:val="24"/>
      <w:szCs w:val="28"/>
    </w:rPr>
  </w:style>
  <w:style w:type="character" w:customStyle="1" w:styleId="A4">
    <w:name w:val="A4"/>
    <w:uiPriority w:val="99"/>
    <w:rsid w:val="00AB751E"/>
    <w:rPr>
      <w:rFonts w:ascii="Times New Roman" w:hAnsi="Times New Roman" w:cs="Fedra Sans Alt Pro Book"/>
      <w:color w:val="221E1F"/>
      <w:sz w:val="16"/>
      <w:szCs w:val="16"/>
    </w:rPr>
  </w:style>
  <w:style w:type="character" w:customStyle="1" w:styleId="A3">
    <w:name w:val="A3"/>
    <w:uiPriority w:val="99"/>
    <w:rsid w:val="00AB751E"/>
    <w:rPr>
      <w:rFonts w:ascii="Fedra Sans Alt Pro Bold" w:hAnsi="Fedra Sans Alt Pro Bold" w:cs="Fedra Sans Alt Pro Bold"/>
      <w:b/>
      <w:bCs/>
      <w:color w:val="221E1F"/>
      <w:sz w:val="20"/>
      <w:szCs w:val="20"/>
    </w:rPr>
  </w:style>
  <w:style w:type="character" w:customStyle="1" w:styleId="berschrift2Zchn">
    <w:name w:val="Überschrift 2 Zchn"/>
    <w:basedOn w:val="Absatz-Standardschriftart"/>
    <w:link w:val="berschrift2"/>
    <w:rsid w:val="0079464B"/>
    <w:rPr>
      <w:rFonts w:ascii="Arial" w:hAnsi="Arial" w:cs="Arial"/>
      <w:b/>
      <w:bCs/>
      <w:iCs/>
      <w:sz w:val="36"/>
      <w:szCs w:val="28"/>
    </w:rPr>
  </w:style>
  <w:style w:type="character" w:styleId="BesuchterLink">
    <w:name w:val="FollowedHyperlink"/>
    <w:basedOn w:val="Absatz-Standardschriftart"/>
    <w:semiHidden/>
    <w:unhideWhenUsed/>
    <w:rsid w:val="0090145D"/>
    <w:rPr>
      <w:color w:val="800080" w:themeColor="followedHyperlink"/>
      <w:u w:val="single"/>
    </w:rPr>
  </w:style>
  <w:style w:type="paragraph" w:customStyle="1" w:styleId="FormatvorlageEbrima105PtZeilenabstandGenau13Pt">
    <w:name w:val="Formatvorlage Ebrima 105 Pt. Zeilenabstand:  Genau 13 Pt."/>
    <w:basedOn w:val="Standard"/>
    <w:rsid w:val="00620F9E"/>
    <w:pPr>
      <w:spacing w:line="260" w:lineRule="exact"/>
    </w:pPr>
    <w:rPr>
      <w:rFonts w:ascii="Ebrima" w:hAnsi="Ebrima"/>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532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92F02-EFF1-4CC6-B3A6-CDC1D482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628</Words>
  <Characters>4134</Characters>
  <Application>Microsoft Office Word</Application>
  <DocSecurity>0</DocSecurity>
  <Lines>172</Lines>
  <Paragraphs>72</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4690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2019-01-23T14:21:00Z</dcterms:created>
  <dcterms:modified xsi:type="dcterms:W3CDTF">2019-01-23T14:52:00Z</dcterms:modified>
</cp:coreProperties>
</file>